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0B" w:rsidRPr="006953CC" w:rsidRDefault="00F9660B" w:rsidP="00F9660B">
      <w:pPr>
        <w:autoSpaceDE w:val="0"/>
        <w:rPr>
          <w:rFonts w:ascii="Arial" w:eastAsia="Times New Roman" w:hAnsi="Arial" w:cs="Arial"/>
          <w:bCs/>
          <w:iCs/>
          <w:sz w:val="20"/>
          <w:szCs w:val="20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4"/>
        <w:gridCol w:w="4917"/>
      </w:tblGrid>
      <w:tr w:rsidR="00F9660B" w:rsidRPr="006953CC" w:rsidTr="009762C2">
        <w:trPr>
          <w:trHeight w:val="2284"/>
        </w:trPr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60B" w:rsidRPr="006953CC" w:rsidRDefault="009762C2" w:rsidP="001D5FEC">
            <w:pPr>
              <w:tabs>
                <w:tab w:val="left" w:pos="5400"/>
              </w:tabs>
              <w:autoSpaceDN w:val="0"/>
              <w:snapToGrid w:val="0"/>
              <w:jc w:val="center"/>
              <w:textAlignment w:val="baseline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noProof/>
                <w:sz w:val="18"/>
                <w:szCs w:val="18"/>
                <w:lang w:eastAsia="it-IT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431800" cy="546100"/>
                  <wp:effectExtent l="19050" t="0" r="6350" b="0"/>
                  <wp:wrapNone/>
                  <wp:docPr id="5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660B" w:rsidRPr="006953CC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ar-SA"/>
              </w:rPr>
              <w:t>Unione Europea</w:t>
            </w:r>
          </w:p>
          <w:p w:rsidR="00F9660B" w:rsidRPr="006953CC" w:rsidRDefault="00F9660B" w:rsidP="001D5FEC">
            <w:pPr>
              <w:tabs>
                <w:tab w:val="left" w:pos="300"/>
                <w:tab w:val="center" w:pos="2355"/>
                <w:tab w:val="left" w:pos="5400"/>
              </w:tabs>
              <w:autoSpaceDN w:val="0"/>
              <w:snapToGrid w:val="0"/>
              <w:jc w:val="center"/>
              <w:textAlignment w:val="baseline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ar-SA"/>
              </w:rPr>
            </w:pPr>
            <w:r w:rsidRPr="006953CC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ar-SA"/>
              </w:rPr>
              <w:t>REPUBBLICA ITALIANA</w:t>
            </w:r>
          </w:p>
          <w:p w:rsidR="00F9660B" w:rsidRPr="006953CC" w:rsidRDefault="00F9660B" w:rsidP="001D5FEC">
            <w:pPr>
              <w:tabs>
                <w:tab w:val="left" w:pos="300"/>
                <w:tab w:val="center" w:pos="2355"/>
                <w:tab w:val="left" w:pos="5400"/>
              </w:tabs>
              <w:autoSpaceDN w:val="0"/>
              <w:snapToGrid w:val="0"/>
              <w:spacing w:after="12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953CC">
              <w:rPr>
                <w:rFonts w:ascii="Arial" w:eastAsia="Times New Roman" w:hAnsi="Arial" w:cs="Arial"/>
                <w:b/>
                <w:bCs/>
                <w:lang w:eastAsia="ar-SA"/>
              </w:rPr>
              <w:t>Regione Siciliana</w:t>
            </w:r>
          </w:p>
          <w:p w:rsidR="00F9660B" w:rsidRPr="006953CC" w:rsidRDefault="00F9660B" w:rsidP="00856055">
            <w:pPr>
              <w:autoSpaceDN w:val="0"/>
              <w:jc w:val="center"/>
              <w:textAlignment w:val="baseline"/>
              <w:rPr>
                <w:rFonts w:eastAsia="Times New Roman"/>
                <w:sz w:val="20"/>
                <w:szCs w:val="20"/>
                <w:lang w:eastAsia="ar-SA"/>
              </w:rPr>
            </w:pPr>
            <w:r w:rsidRPr="006953CC">
              <w:rPr>
                <w:rFonts w:eastAsia="Times New Roman"/>
                <w:sz w:val="20"/>
                <w:szCs w:val="20"/>
                <w:lang w:eastAsia="ar-SA"/>
              </w:rPr>
              <w:t>Assessorato dell'istruzione e della formazione professionale</w:t>
            </w:r>
          </w:p>
          <w:p w:rsidR="00F9660B" w:rsidRPr="006953CC" w:rsidRDefault="00F9660B" w:rsidP="00856055">
            <w:pPr>
              <w:autoSpaceDN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  <w:r w:rsidRPr="006953CC">
              <w:rPr>
                <w:rFonts w:eastAsia="Times New Roman"/>
                <w:sz w:val="20"/>
                <w:szCs w:val="20"/>
              </w:rPr>
              <w:t>Dipartimento Regionale dell’Istruzione, dell’Università e del Diritto allo Studio</w:t>
            </w:r>
          </w:p>
          <w:p w:rsidR="00F9660B" w:rsidRPr="006953CC" w:rsidRDefault="00F9660B" w:rsidP="00856055">
            <w:pPr>
              <w:keepNext/>
              <w:autoSpaceDN w:val="0"/>
              <w:jc w:val="center"/>
              <w:textAlignment w:val="baseline"/>
              <w:rPr>
                <w:rFonts w:eastAsia="Lucida Sans Unicode"/>
                <w:bCs/>
                <w:i/>
                <w:sz w:val="20"/>
                <w:szCs w:val="20"/>
                <w:lang w:eastAsia="ar-SA"/>
              </w:rPr>
            </w:pPr>
            <w:r w:rsidRPr="006953CC">
              <w:rPr>
                <w:rFonts w:eastAsia="Lucida Sans Unicode"/>
                <w:bCs/>
                <w:i/>
                <w:sz w:val="20"/>
                <w:szCs w:val="20"/>
                <w:lang w:eastAsia="ar-SA"/>
              </w:rPr>
              <w:t xml:space="preserve">Servizio III </w:t>
            </w:r>
          </w:p>
          <w:p w:rsidR="00F9660B" w:rsidRPr="006953CC" w:rsidRDefault="00F9660B" w:rsidP="00856055">
            <w:pPr>
              <w:keepNext/>
              <w:autoSpaceDN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ar-SA"/>
              </w:rPr>
            </w:pPr>
            <w:r w:rsidRPr="006953CC">
              <w:rPr>
                <w:rFonts w:eastAsia="Lucida Sans Unicode"/>
                <w:bCs/>
                <w:i/>
                <w:sz w:val="20"/>
                <w:szCs w:val="20"/>
                <w:lang w:eastAsia="ar-SA"/>
              </w:rPr>
              <w:t xml:space="preserve"> Programmazione e gestione interventi in materia di università, ricerca scientifica e tecnologica</w:t>
            </w:r>
          </w:p>
        </w:tc>
        <w:tc>
          <w:tcPr>
            <w:tcW w:w="49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7735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554"/>
              <w:gridCol w:w="3181"/>
            </w:tblGrid>
            <w:tr w:rsidR="00F9660B" w:rsidRPr="006953CC" w:rsidTr="001D5FEC">
              <w:trPr>
                <w:trHeight w:val="1080"/>
              </w:trPr>
              <w:tc>
                <w:tcPr>
                  <w:tcW w:w="455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tbl>
                  <w:tblPr>
                    <w:tblW w:w="7735" w:type="dxa"/>
                    <w:tblInd w:w="1479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554"/>
                    <w:gridCol w:w="3181"/>
                  </w:tblGrid>
                  <w:tr w:rsidR="00F9660B" w:rsidRPr="006953CC" w:rsidTr="001D5FEC">
                    <w:trPr>
                      <w:trHeight w:val="1080"/>
                    </w:trPr>
                    <w:tc>
                      <w:tcPr>
                        <w:tcW w:w="4554" w:type="dxa"/>
                        <w:shd w:val="clear" w:color="auto" w:fill="auto"/>
                        <w:vAlign w:val="bottom"/>
                      </w:tcPr>
                      <w:p w:rsidR="00F9660B" w:rsidRPr="006953CC" w:rsidRDefault="009762C2" w:rsidP="001D5FEC">
                        <w:pPr>
                          <w:autoSpaceDN w:val="0"/>
                          <w:textAlignment w:val="baseline"/>
                          <w:rPr>
                            <w:rFonts w:eastAsia="Times New Roman"/>
                          </w:rPr>
                        </w:pPr>
                        <w:bookmarkStart w:id="0" w:name="_1440258665"/>
                        <w:bookmarkEnd w:id="0"/>
                        <w:r>
                          <w:rPr>
                            <w:rFonts w:eastAsia="Times New Roman"/>
                            <w:noProof/>
                            <w:lang w:eastAsia="it-IT" w:bidi="ar-SA"/>
                          </w:rPr>
                          <w:drawing>
                            <wp:inline distT="0" distB="0" distL="0" distR="0">
                              <wp:extent cx="1143000" cy="647700"/>
                              <wp:effectExtent l="0" t="0" r="0" b="0"/>
                              <wp:docPr id="1" name="Immagine 1" descr="https://opencoesione.gov.it/media/uploads/coesioneitalia_logo-orizz_color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1" descr="https://opencoesione.gov.it/media/uploads/coesioneitalia_logo-orizz_color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F9660B" w:rsidRPr="006953CC">
                          <w:rPr>
                            <w:rFonts w:eastAsia="Times New Roman"/>
                            <w:noProof/>
                          </w:rPr>
                          <w:t xml:space="preserve">  </w:t>
                        </w:r>
                        <w:r>
                          <w:rPr>
                            <w:rFonts w:eastAsia="Times New Roman"/>
                            <w:noProof/>
                            <w:lang w:eastAsia="it-IT" w:bidi="ar-SA"/>
                          </w:rPr>
                          <w:drawing>
                            <wp:inline distT="0" distB="0" distL="0" distR="0">
                              <wp:extent cx="1743075" cy="495300"/>
                              <wp:effectExtent l="19050" t="0" r="9525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43075" cy="495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181" w:type="dxa"/>
                        <w:shd w:val="clear" w:color="auto" w:fill="auto"/>
                        <w:vAlign w:val="bottom"/>
                      </w:tcPr>
                      <w:p w:rsidR="00F9660B" w:rsidRPr="006953CC" w:rsidRDefault="00F9660B" w:rsidP="001D5FEC">
                        <w:pPr>
                          <w:autoSpaceDN w:val="0"/>
                          <w:snapToGrid w:val="0"/>
                          <w:textAlignment w:val="baseline"/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F9660B" w:rsidRPr="006953CC" w:rsidRDefault="00F9660B" w:rsidP="001D5FEC">
                  <w:pPr>
                    <w:autoSpaceDN w:val="0"/>
                    <w:textAlignment w:val="baseline"/>
                    <w:rPr>
                      <w:rFonts w:eastAsia="Times New Roman"/>
                    </w:rPr>
                  </w:pPr>
                </w:p>
              </w:tc>
              <w:tc>
                <w:tcPr>
                  <w:tcW w:w="318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tbl>
                  <w:tblPr>
                    <w:tblW w:w="7735" w:type="dxa"/>
                    <w:tblInd w:w="187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554"/>
                    <w:gridCol w:w="3181"/>
                  </w:tblGrid>
                  <w:tr w:rsidR="00F9660B" w:rsidRPr="006953CC" w:rsidTr="001D5FEC">
                    <w:trPr>
                      <w:trHeight w:val="1080"/>
                    </w:trPr>
                    <w:tc>
                      <w:tcPr>
                        <w:tcW w:w="4554" w:type="dxa"/>
                        <w:shd w:val="clear" w:color="auto" w:fill="auto"/>
                        <w:vAlign w:val="bottom"/>
                      </w:tcPr>
                      <w:p w:rsidR="00F9660B" w:rsidRPr="006953CC" w:rsidRDefault="009762C2" w:rsidP="001D5FEC">
                        <w:pPr>
                          <w:autoSpaceDN w:val="0"/>
                          <w:textAlignment w:val="baseline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  <w:lang w:eastAsia="it-IT" w:bidi="ar-SA"/>
                          </w:rPr>
                          <w:drawing>
                            <wp:inline distT="0" distB="0" distL="0" distR="0">
                              <wp:extent cx="1143000" cy="647700"/>
                              <wp:effectExtent l="0" t="0" r="0" b="0"/>
                              <wp:docPr id="3" name="Immagine 1" descr="https://opencoesione.gov.it/media/uploads/coesioneitalia_logo-orizz_color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1" descr="https://opencoesione.gov.it/media/uploads/coesioneitalia_logo-orizz_color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F9660B" w:rsidRPr="006953CC">
                          <w:rPr>
                            <w:rFonts w:eastAsia="Times New Roman"/>
                            <w:noProof/>
                          </w:rPr>
                          <w:t xml:space="preserve">  </w:t>
                        </w:r>
                        <w:r>
                          <w:rPr>
                            <w:rFonts w:eastAsia="Times New Roman"/>
                            <w:noProof/>
                            <w:lang w:eastAsia="it-IT" w:bidi="ar-SA"/>
                          </w:rPr>
                          <w:drawing>
                            <wp:inline distT="0" distB="0" distL="0" distR="0">
                              <wp:extent cx="1743075" cy="495300"/>
                              <wp:effectExtent l="19050" t="0" r="9525" b="0"/>
                              <wp:docPr id="4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43075" cy="495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181" w:type="dxa"/>
                        <w:shd w:val="clear" w:color="auto" w:fill="auto"/>
                        <w:vAlign w:val="bottom"/>
                      </w:tcPr>
                      <w:p w:rsidR="00F9660B" w:rsidRPr="006953CC" w:rsidRDefault="00F9660B" w:rsidP="001D5FEC">
                        <w:pPr>
                          <w:autoSpaceDN w:val="0"/>
                          <w:snapToGrid w:val="0"/>
                          <w:textAlignment w:val="baseline"/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F9660B" w:rsidRPr="006953CC" w:rsidRDefault="00F9660B" w:rsidP="001D5FEC">
                  <w:pPr>
                    <w:autoSpaceDN w:val="0"/>
                    <w:textAlignment w:val="baseline"/>
                    <w:rPr>
                      <w:rFonts w:eastAsia="Times New Roman"/>
                    </w:rPr>
                  </w:pPr>
                </w:p>
              </w:tc>
            </w:tr>
          </w:tbl>
          <w:p w:rsidR="00F9660B" w:rsidRPr="006953CC" w:rsidRDefault="00F9660B" w:rsidP="001D5FEC">
            <w:pPr>
              <w:tabs>
                <w:tab w:val="left" w:pos="3282"/>
                <w:tab w:val="left" w:pos="3991"/>
                <w:tab w:val="left" w:pos="5244"/>
                <w:tab w:val="left" w:pos="5629"/>
                <w:tab w:val="left" w:pos="7164"/>
              </w:tabs>
              <w:autoSpaceDE w:val="0"/>
              <w:autoSpaceDN w:val="0"/>
              <w:snapToGrid w:val="0"/>
              <w:ind w:left="55" w:right="1"/>
              <w:jc w:val="center"/>
              <w:textAlignment w:val="baseline"/>
              <w:rPr>
                <w:rFonts w:eastAsia="Times New Roman"/>
              </w:rPr>
            </w:pPr>
          </w:p>
        </w:tc>
      </w:tr>
    </w:tbl>
    <w:p w:rsidR="00F9660B" w:rsidRPr="006953CC" w:rsidRDefault="00F9660B" w:rsidP="00F9660B">
      <w:pPr>
        <w:autoSpaceDE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</w:p>
    <w:p w:rsidR="00F9660B" w:rsidRDefault="00F9660B" w:rsidP="00F9660B">
      <w:pPr>
        <w:autoSpaceDE w:val="0"/>
        <w:snapToGrid w:val="0"/>
        <w:ind w:left="0"/>
        <w:rPr>
          <w:rFonts w:ascii="Arial" w:hAnsi="Arial" w:cs="Arial"/>
          <w:b/>
          <w:sz w:val="20"/>
          <w:szCs w:val="20"/>
        </w:rPr>
      </w:pPr>
    </w:p>
    <w:p w:rsidR="00856055" w:rsidRDefault="00856055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hAnsi="Arial" w:cs="Arial"/>
          <w:b/>
          <w:smallCaps/>
          <w:sz w:val="20"/>
          <w:szCs w:val="20"/>
          <w:u w:val="single"/>
        </w:rPr>
      </w:pPr>
    </w:p>
    <w:p w:rsidR="00F9660B" w:rsidRPr="00F9660B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</w:pPr>
      <w:r w:rsidRPr="00F9660B">
        <w:rPr>
          <w:rFonts w:ascii="Arial" w:hAnsi="Arial" w:cs="Arial"/>
          <w:b/>
          <w:smallCaps/>
          <w:sz w:val="20"/>
          <w:szCs w:val="20"/>
          <w:u w:val="single"/>
        </w:rPr>
        <w:t>ALLEGATO 3</w:t>
      </w:r>
      <w:r w:rsidRPr="00F9660B">
        <w:rPr>
          <w:rFonts w:ascii="Arial" w:hAnsi="Arial" w:cs="Arial"/>
          <w:b/>
          <w:smallCaps/>
          <w:sz w:val="20"/>
          <w:szCs w:val="20"/>
        </w:rPr>
        <w:t xml:space="preserve"> – INFORMATIVA PRIVACY PER IL TRATTAMENTO DEI DATI PERSONALI DEL BENEFICIARIO DEL CONTRATTO NELL’AMBITO DELL’AVVISO</w:t>
      </w:r>
      <w:r w:rsidRPr="00F9660B">
        <w:rPr>
          <w:smallCaps/>
          <w:sz w:val="20"/>
          <w:szCs w:val="20"/>
        </w:rPr>
        <w:t xml:space="preserve"> </w:t>
      </w:r>
      <w:r w:rsidR="00BE0649">
        <w:rPr>
          <w:rFonts w:ascii="Arial" w:hAnsi="Arial" w:cs="Arial"/>
          <w:b/>
          <w:smallCaps/>
          <w:sz w:val="20"/>
          <w:szCs w:val="20"/>
        </w:rPr>
        <w:t xml:space="preserve">N. </w:t>
      </w:r>
      <w:r w:rsidRPr="00F9660B">
        <w:rPr>
          <w:rFonts w:ascii="Arial" w:hAnsi="Arial" w:cs="Arial"/>
          <w:b/>
          <w:smallCaps/>
          <w:sz w:val="20"/>
          <w:szCs w:val="20"/>
        </w:rPr>
        <w:t>3/2022</w:t>
      </w:r>
      <w:r w:rsidR="00BC6977">
        <w:rPr>
          <w:rFonts w:ascii="Arial" w:hAnsi="Arial" w:cs="Arial"/>
          <w:b/>
          <w:smallCaps/>
          <w:sz w:val="20"/>
          <w:szCs w:val="20"/>
        </w:rPr>
        <w:t xml:space="preserve">: </w:t>
      </w:r>
      <w:r w:rsidRPr="00F9660B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BC6977">
        <w:rPr>
          <w:rFonts w:ascii="Arial" w:hAnsi="Arial" w:cs="Arial"/>
          <w:b/>
          <w:smallCaps/>
          <w:sz w:val="20"/>
          <w:szCs w:val="20"/>
        </w:rPr>
        <w:t>“</w:t>
      </w:r>
      <w:r w:rsidRPr="00F9660B">
        <w:rPr>
          <w:rFonts w:ascii="Arial" w:hAnsi="Arial" w:cs="Arial"/>
          <w:b/>
          <w:smallCaps/>
          <w:sz w:val="20"/>
          <w:szCs w:val="20"/>
        </w:rPr>
        <w:t xml:space="preserve">PER IL FINANZIAMENTO </w:t>
      </w:r>
      <w:proofErr w:type="spellStart"/>
      <w:r w:rsidRPr="00F9660B">
        <w:rPr>
          <w:rFonts w:ascii="Arial" w:hAnsi="Arial" w:cs="Arial"/>
          <w:b/>
          <w:smallCaps/>
          <w:sz w:val="20"/>
          <w:szCs w:val="20"/>
        </w:rPr>
        <w:t>DI</w:t>
      </w:r>
      <w:proofErr w:type="spellEnd"/>
      <w:r w:rsidR="00BC6977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F9660B"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  <w:t xml:space="preserve">contratti di formazione specialistica nell’area medico-sanitaria in Sicilia - </w:t>
      </w:r>
      <w:proofErr w:type="spellStart"/>
      <w:r w:rsidRPr="00F9660B"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  <w:t>a.a.</w:t>
      </w:r>
      <w:proofErr w:type="spellEnd"/>
      <w:r w:rsidRPr="00F9660B"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  <w:t xml:space="preserve"> 2021/22</w:t>
      </w:r>
      <w:r w:rsidR="00BC6977"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  <w:t>”</w:t>
      </w:r>
      <w:r w:rsidRPr="00F9660B"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  <w:t xml:space="preserve">. </w:t>
      </w:r>
    </w:p>
    <w:p w:rsidR="00F9660B" w:rsidRPr="00F9660B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smallCaps/>
          <w:kern w:val="0"/>
          <w:sz w:val="22"/>
          <w:szCs w:val="22"/>
          <w:lang w:eastAsia="en-US" w:bidi="ar-SA"/>
        </w:rPr>
      </w:pPr>
      <w:r w:rsidRPr="00F9660B">
        <w:rPr>
          <w:rFonts w:ascii="Arial" w:hAnsi="Arial" w:cs="Arial"/>
          <w:b/>
          <w:smallCaps/>
          <w:sz w:val="20"/>
          <w:szCs w:val="20"/>
        </w:rPr>
        <w:t xml:space="preserve">PR </w:t>
      </w:r>
      <w:proofErr w:type="spellStart"/>
      <w:r w:rsidRPr="00F9660B">
        <w:rPr>
          <w:rFonts w:ascii="Arial" w:hAnsi="Arial" w:cs="Arial"/>
          <w:b/>
          <w:smallCaps/>
          <w:sz w:val="20"/>
          <w:szCs w:val="20"/>
        </w:rPr>
        <w:t>FSE+</w:t>
      </w:r>
      <w:proofErr w:type="spellEnd"/>
      <w:r w:rsidRPr="00F9660B">
        <w:rPr>
          <w:rFonts w:ascii="Arial" w:hAnsi="Arial" w:cs="Arial"/>
          <w:b/>
          <w:smallCaps/>
          <w:sz w:val="20"/>
          <w:szCs w:val="20"/>
        </w:rPr>
        <w:t xml:space="preserve"> Sicilia 2021/2027</w:t>
      </w:r>
      <w:r w:rsidR="00BC6977">
        <w:rPr>
          <w:rFonts w:ascii="Arial" w:hAnsi="Arial" w:cs="Arial"/>
          <w:b/>
          <w:smallCaps/>
          <w:sz w:val="20"/>
          <w:szCs w:val="20"/>
        </w:rPr>
        <w:t>.</w:t>
      </w:r>
    </w:p>
    <w:p w:rsidR="00F9660B" w:rsidRPr="00F9660B" w:rsidRDefault="00F9660B" w:rsidP="00F9660B">
      <w:pPr>
        <w:ind w:left="0"/>
        <w:rPr>
          <w:rFonts w:ascii="Arial" w:hAnsi="Arial" w:cs="Arial"/>
          <w:b/>
          <w:smallCaps/>
          <w:sz w:val="20"/>
          <w:szCs w:val="20"/>
        </w:rPr>
      </w:pPr>
    </w:p>
    <w:p w:rsidR="00856055" w:rsidRDefault="00856055" w:rsidP="00F9660B">
      <w:pPr>
        <w:ind w:left="0"/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</w:pPr>
    </w:p>
    <w:p w:rsidR="00F9660B" w:rsidRPr="00F9660B" w:rsidRDefault="00207E38" w:rsidP="00F9660B">
      <w:pPr>
        <w:ind w:left="0"/>
        <w:rPr>
          <w:rFonts w:ascii="Arial" w:hAnsi="Arial" w:cs="Arial"/>
          <w:b/>
          <w:smallCaps/>
          <w:sz w:val="22"/>
          <w:szCs w:val="22"/>
        </w:rPr>
      </w:pPr>
      <w:r w:rsidRPr="00856055"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  <w:t xml:space="preserve">Oggetto: </w:t>
      </w:r>
      <w:r w:rsidR="00F9660B" w:rsidRPr="00856055">
        <w:rPr>
          <w:rFonts w:ascii="Arial" w:hAnsi="Arial" w:cs="Arial"/>
          <w:b/>
          <w:smallCaps/>
          <w:sz w:val="22"/>
          <w:szCs w:val="22"/>
        </w:rPr>
        <w:t>Informativa ai sensi</w:t>
      </w:r>
      <w:r w:rsidR="00F9660B" w:rsidRPr="00F9660B">
        <w:rPr>
          <w:rFonts w:ascii="Arial" w:hAnsi="Arial" w:cs="Arial"/>
          <w:b/>
          <w:smallCaps/>
          <w:sz w:val="22"/>
          <w:szCs w:val="22"/>
        </w:rPr>
        <w:t xml:space="preserve"> dell’art. 13 del </w:t>
      </w:r>
      <w:proofErr w:type="spellStart"/>
      <w:r w:rsidR="00F9660B" w:rsidRPr="00F9660B">
        <w:rPr>
          <w:rFonts w:ascii="Arial" w:hAnsi="Arial" w:cs="Arial"/>
          <w:b/>
          <w:smallCaps/>
          <w:sz w:val="22"/>
          <w:szCs w:val="22"/>
        </w:rPr>
        <w:t>D.Lgs.</w:t>
      </w:r>
      <w:proofErr w:type="spellEnd"/>
      <w:r w:rsidR="00F9660B" w:rsidRPr="00F9660B">
        <w:rPr>
          <w:rFonts w:ascii="Arial" w:hAnsi="Arial" w:cs="Arial"/>
          <w:b/>
          <w:smallCaps/>
          <w:sz w:val="22"/>
          <w:szCs w:val="22"/>
        </w:rPr>
        <w:t xml:space="preserve"> n. 196/2003 e dell’articolo 13 del Regolamento (UE) n. 2016/679</w:t>
      </w:r>
    </w:p>
    <w:p w:rsidR="00F9660B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 w:right="-14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Ai sensi dell’art. 13 del D.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Lgs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. 196/2003 (di seguito “Codice Privacy”) e dell’art. 13 de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Regolamento UE n. 2016/679 (di seguito “GDPR 2016/679”), recante disposizioni a tutela delle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persone e di altri soggetti rispetto al trattamento dei dati personali, desideriamo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informarLa</w:t>
      </w:r>
      <w:proofErr w:type="spellEnd"/>
      <w:r w:rsidR="00BE0649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che i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dati personali da Lei forniti formeranno oggetto di trattamento nel rispetto della normativa sopra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richiamata e degli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obblighi di riservatezza cui è tenuto il Dipartimento dell’Istruzione, dell’Università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e del Diritto allo Studio della Regione Siciliana.</w:t>
      </w:r>
    </w:p>
    <w:p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 w:right="-14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Titolare del trattamento</w:t>
      </w:r>
    </w:p>
    <w:p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Titolare del tr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attamento è la Regione Sicilia -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Assessorato dell’Istruzione e della Formazione</w:t>
      </w:r>
    </w:p>
    <w:p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Professionale - Dipartimento dell’Istruzione, dell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’Università e del Diritto allo S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tudio, nella persona</w:t>
      </w:r>
    </w:p>
    <w:p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dell’Assessore dell’Istruzione e della Formazione Professionale pro-tempore domiciliato in Palermo</w:t>
      </w:r>
      <w:r w:rsidR="00BE0649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,</w:t>
      </w:r>
    </w:p>
    <w:p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Viale Regione Siciliana n. 33.</w:t>
      </w:r>
    </w:p>
    <w:p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Responsabile del trattamento</w:t>
      </w:r>
    </w:p>
    <w:p w:rsidR="009762C2" w:rsidRPr="009762C2" w:rsidRDefault="009762C2" w:rsidP="009762C2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Responsabili</w:t>
      </w:r>
      <w:r w:rsidRPr="00363758">
        <w:rPr>
          <w:rFonts w:ascii="Arial" w:hAnsi="Arial" w:cs="Arial"/>
          <w:sz w:val="22"/>
          <w:szCs w:val="22"/>
        </w:rPr>
        <w:t xml:space="preserve"> del trattamento </w:t>
      </w:r>
      <w:r>
        <w:rPr>
          <w:rFonts w:ascii="Arial" w:hAnsi="Arial" w:cs="Arial"/>
          <w:sz w:val="22"/>
          <w:szCs w:val="22"/>
        </w:rPr>
        <w:t>sono</w:t>
      </w:r>
      <w:r w:rsidR="00BE064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per conto della Regione </w:t>
      </w:r>
      <w:r w:rsidRPr="00363758"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</w:rPr>
        <w:t>Dirigente Generale del Dipartimento</w:t>
      </w:r>
      <w:r w:rsidRPr="007629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</w:t>
      </w:r>
      <w:r w:rsidRPr="00363758">
        <w:rPr>
          <w:rFonts w:ascii="Arial" w:hAnsi="Arial" w:cs="Arial"/>
          <w:sz w:val="22"/>
          <w:szCs w:val="22"/>
        </w:rPr>
        <w:t>Istruzione</w:t>
      </w:r>
      <w:r>
        <w:rPr>
          <w:rFonts w:ascii="Arial" w:hAnsi="Arial" w:cs="Arial"/>
          <w:sz w:val="22"/>
          <w:szCs w:val="22"/>
        </w:rPr>
        <w:t>, dell’Università e del Diritto allo Studio</w:t>
      </w:r>
      <w:r w:rsidRPr="003637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pro-tempore e per conto dell’Università il ____________________ (indicare).</w:t>
      </w:r>
    </w:p>
    <w:p w:rsidR="009762C2" w:rsidRDefault="009762C2" w:rsidP="009762C2">
      <w:pPr>
        <w:rPr>
          <w:rFonts w:ascii="Arial" w:hAnsi="Arial" w:cs="Arial"/>
          <w:b/>
          <w:sz w:val="22"/>
          <w:szCs w:val="22"/>
        </w:rPr>
      </w:pPr>
    </w:p>
    <w:p w:rsidR="009762C2" w:rsidRPr="00363758" w:rsidRDefault="009762C2" w:rsidP="009762C2">
      <w:pPr>
        <w:ind w:left="0"/>
        <w:rPr>
          <w:rFonts w:ascii="Arial" w:hAnsi="Arial" w:cs="Arial"/>
          <w:b/>
          <w:sz w:val="22"/>
          <w:szCs w:val="22"/>
        </w:rPr>
      </w:pPr>
      <w:r w:rsidRPr="00363758">
        <w:rPr>
          <w:rFonts w:ascii="Arial" w:hAnsi="Arial" w:cs="Arial"/>
          <w:b/>
          <w:sz w:val="22"/>
          <w:szCs w:val="22"/>
        </w:rPr>
        <w:t>Responsabile della protezione dei dati (DPO)</w:t>
      </w:r>
    </w:p>
    <w:p w:rsidR="009762C2" w:rsidRDefault="009762C2" w:rsidP="009762C2">
      <w:pPr>
        <w:ind w:left="0"/>
        <w:rPr>
          <w:rFonts w:ascii="Arial" w:hAnsi="Arial" w:cs="Arial"/>
          <w:sz w:val="22"/>
          <w:szCs w:val="22"/>
        </w:rPr>
      </w:pPr>
      <w:r w:rsidRPr="00D9750A">
        <w:rPr>
          <w:rFonts w:ascii="Arial" w:hAnsi="Arial" w:cs="Arial"/>
          <w:sz w:val="22"/>
          <w:szCs w:val="22"/>
        </w:rPr>
        <w:t xml:space="preserve">Il responsabile della protezione dei dati (DPO), della Regione Siciliana ha recapito mail </w:t>
      </w:r>
      <w:hyperlink r:id="rId8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dpo@regione.sicilia.it</w:t>
        </w:r>
      </w:hyperlink>
      <w:r w:rsidRPr="00D9750A">
        <w:rPr>
          <w:rFonts w:ascii="Cambria" w:hAnsi="Cambria" w:cs="Arial"/>
          <w:lang w:eastAsia="ar-SA"/>
        </w:rPr>
        <w:t xml:space="preserve"> </w:t>
      </w:r>
      <w:r w:rsidRPr="00D9750A">
        <w:rPr>
          <w:rFonts w:ascii="Arial" w:hAnsi="Arial" w:cs="Arial"/>
          <w:sz w:val="22"/>
          <w:szCs w:val="22"/>
        </w:rPr>
        <w:t>e pec</w:t>
      </w:r>
      <w:r w:rsidRPr="00D9750A">
        <w:rPr>
          <w:rFonts w:ascii="Cambria" w:hAnsi="Cambria" w:cs="Arial"/>
          <w:lang w:eastAsia="ar-SA"/>
        </w:rPr>
        <w:t xml:space="preserve"> </w:t>
      </w:r>
      <w:hyperlink r:id="rId9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dpo@certmail.regione.sicilia.it</w:t>
        </w:r>
      </w:hyperlink>
    </w:p>
    <w:p w:rsidR="009762C2" w:rsidRDefault="009762C2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Pr="009762C2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Finalità del trattamento</w:t>
      </w:r>
    </w:p>
    <w:p w:rsidR="009762C2" w:rsidRPr="00F03521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I dati personali da Lei forniti sono raccolti e trattati per le sole finalità di espletamento della</w:t>
      </w:r>
      <w:r w:rsid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presente procedura e di tutti gli adempimenti necessari per l’attuazione 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dell’ “Avviso</w:t>
      </w:r>
      <w:r w:rsidR="009762C2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n. 3/2022: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per il</w:t>
      </w:r>
      <w:r w:rsidR="009762C2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finanziamento di contratti di formazione specialistica nell’area medico-sanitaria in Sicilia </w:t>
      </w:r>
      <w:r w:rsidR="009762C2" w:rsidRPr="00F0352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-</w:t>
      </w:r>
      <w:r w:rsidR="00F0352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proofErr w:type="spellStart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a.a.</w:t>
      </w:r>
      <w:proofErr w:type="spellEnd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2021/22”</w:t>
      </w:r>
      <w:r w:rsidR="009762C2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  <w:r w:rsidR="00BC6977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- </w:t>
      </w:r>
      <w:r w:rsidR="009762C2" w:rsidRPr="00F03521">
        <w:rPr>
          <w:rFonts w:ascii="Arial" w:hAnsi="Arial" w:cs="Arial"/>
          <w:smallCaps/>
          <w:sz w:val="22"/>
          <w:szCs w:val="22"/>
        </w:rPr>
        <w:t xml:space="preserve">PR </w:t>
      </w:r>
      <w:proofErr w:type="spellStart"/>
      <w:r w:rsidR="009762C2" w:rsidRPr="00F03521">
        <w:rPr>
          <w:rFonts w:ascii="Arial" w:hAnsi="Arial" w:cs="Arial"/>
          <w:smallCaps/>
          <w:sz w:val="22"/>
          <w:szCs w:val="22"/>
        </w:rPr>
        <w:t>FSE+</w:t>
      </w:r>
      <w:proofErr w:type="spellEnd"/>
      <w:r w:rsidR="009762C2" w:rsidRPr="00F03521">
        <w:rPr>
          <w:rFonts w:ascii="Arial" w:hAnsi="Arial" w:cs="Arial"/>
          <w:smallCaps/>
          <w:sz w:val="22"/>
          <w:szCs w:val="22"/>
        </w:rPr>
        <w:t xml:space="preserve"> Sicilia 2021/2027.</w:t>
      </w:r>
    </w:p>
    <w:p w:rsidR="009762C2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 xml:space="preserve"> 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è necessario per l’esecuzione dei propri compiti di interesse pubblico comunque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connesso all’esercizio dell’attività amministrativa.</w:t>
      </w:r>
    </w:p>
    <w:p w:rsidR="009762C2" w:rsidRDefault="009762C2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L’eventuale rifiuto di fornire i dati personali da parte dell’interessato comporta l’impossibilità dello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stesso di accedere al finanziamento.</w:t>
      </w:r>
    </w:p>
    <w:p w:rsidR="009762C2" w:rsidRDefault="009762C2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856055" w:rsidRDefault="0085605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Modalità di trattamento e conservazione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sarà svolto in forma automatizzata e/o manuale, nel rispetto di quanto previsto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dall’art. 32 del GDPR 2016/679 e dall’Allegato B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(artt. 33-36 del Codice) in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materia di misure di sicurezza, ad opera di soggetti appositamente incaricati e in ottemperanza a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quanto previsto dagli art. 29 GDPR 2016/ 679.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Le segnaliamo che, nel rispetto dei principi di liceità, limitazione delle finalità e minimizzazione dei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dati, ai sensi dell’art. 5 GDPR 2016/679, previo il Suo consenso libero ed esplicito espresso in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calce alla presente informativa, i Suoi dati personali saranno conservati per il periodo di tempo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necessario per il conseguimento delle finalità per le quali sono raccolti e trattati.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TimesNewRomanPSMT" w:eastAsia="Calibri" w:hAnsi="TimesNewRomanPSMT" w:cs="TimesNewRomanPSMT"/>
          <w:kern w:val="0"/>
          <w:sz w:val="18"/>
          <w:szCs w:val="18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Ambito di comunicazione e diffusione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Informiamo inoltre che i dati raccolti non saranno mai diffusi e non saranno oggetto di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comunicazione senza Suo esplicito consenso, salvo le comunicazioni necessarie che possono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comportare il trasferimento di dati ad enti pubblici, a consulenti o ad altri soggetti per</w:t>
      </w:r>
      <w:r w:rsidR="002806E5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l’adempimento degli obblighi di legge.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Trasferimento dei dati personali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 suoi dati non saranno trasferiti né in Stati membri dell’Unione Europea né in Paesi terzi non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appartenenti all’Unione Europea.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Categorie particolari di dati personali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Ai sensi degli articoli 26 e 27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e degli articoli 9 e 10 del Regolamento UE n.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2016/679, Lei potrebbe conferire, alla Regione dati qualificabili come “categorie particolari di dati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personali” e cioè quei dati che rivelano “l'origine razziale o etnica, le opinioni politiche, le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convinzioni religiose o filosofiche, o l'appartenenza sindacale, nonché dati genetici, dati biometrici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intesi a identificare in modo univoco una persona fisica, dati relativi alla salute o alla vita sessuale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 all’orientamento sessuale della persona”. Tali categorie di dati potranno essere trattate dal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Dipartimento solo previo Suo libero ed esplicito consenso, manifestato in forma scritta in calce alla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presente informativa.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 xml:space="preserve">Esistenza di un processo decisionale automatizzato, compresa la </w:t>
      </w:r>
      <w:proofErr w:type="spellStart"/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profilazione</w:t>
      </w:r>
      <w:proofErr w:type="spellEnd"/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La Regione 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e l’Università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non adotta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alcun processo decisionale automatizzato, compresa la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profilazione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, di cui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all’articolo 22, paragrafi 1 e 4, del Regolamento UE n. 679/2016.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Diritti dell’interessato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In ogni momento, Lei potrà esercitare, ai sensi dell’art. 7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e degli articoli dal 15</w:t>
      </w:r>
      <w:r w:rsidR="002806E5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 22 del Regolamento UE n. 2016/679, il diritto di: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a)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la conferma dell’esistenza o meno di propri dati personali;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b)</w:t>
      </w:r>
      <w:r w:rsidR="00207E38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le indicazioni circa le finalità del trattamento, le categorie dei dati personali, 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destinatari o le categorie di destinatari a cui i dati personali sono stati o saranno comunicati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e, quando possibile, il periodo di conservazione;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c)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rettifica e la cancellazione dei dati;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d)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limitazione del trattamento;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e)</w:t>
      </w:r>
      <w:r w:rsidR="00207E38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portabilità dei dati, ossia riceverli da un titolare del trattamento, in un formato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strutturato, di uso comune e leggibile da dispositivo automatico, e trasmetterli ad un altro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titolare del trattamento senza impedimenti;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f)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al trattamento in qualsiasi momento ed anche nel caso di trattamento per finalità di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marketing diretto;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g)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ad un processo decisionale automatizzato relativo alle persone fisiche, compresa la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profilazione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h)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al titolare del trattamento l’accesso ai dati personali e la rettifica o la cancellazione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degli stessi o la limitazione del trattamento che lo riguardano o di opporsi al loro</w:t>
      </w:r>
      <w:r w:rsidR="002806E5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trattamento, oltre al diritto alla portabilità dei dati;</w:t>
      </w:r>
    </w:p>
    <w:p w:rsidR="00965EC0" w:rsidRDefault="00965EC0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</w:pPr>
    </w:p>
    <w:p w:rsidR="00207E38" w:rsidRDefault="002806E5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lastRenderedPageBreak/>
        <w:t>i)</w:t>
      </w:r>
      <w:r w:rsidR="00207E38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revocare il consenso in qualsiasi momento senza pregiudicare la liceità del trattamento</w:t>
      </w:r>
      <w:r w:rsidR="00A77A16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</w:p>
    <w:p w:rsidR="00207E38" w:rsidRDefault="00207E38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basata sul consenso prestato prima della revoca;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j)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proporre reclamo a un’autorità di controllo.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Può esercitare i Suoi diritti con richiesta scritta inviata al Referente del Trattamento pro-tempore,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all'indirizzo postale della sede legale o all’indirizzo mail:</w:t>
      </w:r>
    </w:p>
    <w:p w:rsidR="00207E38" w:rsidRDefault="00831B1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  <w:hyperlink r:id="rId10" w:history="1">
        <w:r w:rsidR="002806E5" w:rsidRPr="007A7584">
          <w:rPr>
            <w:rStyle w:val="Collegamentoipertestuale"/>
            <w:rFonts w:ascii="ArialMT" w:eastAsia="Calibri" w:hAnsi="ArialMT" w:cs="ArialMT"/>
            <w:kern w:val="0"/>
            <w:sz w:val="22"/>
            <w:szCs w:val="22"/>
            <w:lang w:eastAsia="en-US" w:bidi="ar-SA"/>
          </w:rPr>
          <w:t>dipartimento.istruzione@certmail.regione.sicilia.it</w:t>
        </w:r>
      </w:hyperlink>
    </w:p>
    <w:p w:rsidR="002806E5" w:rsidRP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</w:p>
    <w:p w:rsidR="005E71C8" w:rsidRDefault="005E71C8" w:rsidP="002806E5">
      <w:pPr>
        <w:ind w:right="283"/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dichiaro di aver ricevuto l’informativa che precede.</w:t>
      </w:r>
    </w:p>
    <w:p w:rsidR="00965EC0" w:rsidRPr="00C924A9" w:rsidRDefault="00965EC0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alla luce dell’informativa ricevuta</w:t>
      </w: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 w:rsidRPr="00C924A9">
        <w:rPr>
          <w:rFonts w:ascii="Arial" w:hAnsi="Arial" w:cs="Arial"/>
          <w:sz w:val="22"/>
          <w:szCs w:val="22"/>
        </w:rPr>
        <w:t xml:space="preserve"> </w:t>
      </w: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dei miei dati personali inclusi quelli considerati come categorie particolari di dati.</w:t>
      </w:r>
    </w:p>
    <w:p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 w:rsidRPr="00C924A9">
        <w:rPr>
          <w:rFonts w:ascii="Arial" w:hAnsi="Arial" w:cs="Arial"/>
          <w:sz w:val="22"/>
          <w:szCs w:val="22"/>
        </w:rPr>
        <w:t xml:space="preserve"> 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sz w:val="22"/>
          <w:szCs w:val="22"/>
        </w:rPr>
        <w:t xml:space="preserve"> 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alla comunicazione dei miei dati personali </w:t>
      </w:r>
      <w:r>
        <w:rPr>
          <w:rFonts w:ascii="Arial" w:hAnsi="Arial" w:cs="Arial"/>
          <w:sz w:val="22"/>
          <w:szCs w:val="22"/>
        </w:rPr>
        <w:t>a</w:t>
      </w:r>
      <w:r w:rsidRPr="00C924A9">
        <w:rPr>
          <w:rFonts w:ascii="Arial" w:hAnsi="Arial" w:cs="Arial"/>
          <w:sz w:val="22"/>
          <w:szCs w:val="22"/>
        </w:rPr>
        <w:t>d enti pubblici e società di natura privata per le finalità indicate nell’informativa.</w:t>
      </w:r>
    </w:p>
    <w:p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 w:rsidRPr="00C924A9">
        <w:rPr>
          <w:rFonts w:ascii="Arial" w:hAnsi="Arial" w:cs="Arial"/>
          <w:sz w:val="22"/>
          <w:szCs w:val="22"/>
        </w:rPr>
        <w:t xml:space="preserve"> 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sz w:val="22"/>
          <w:szCs w:val="22"/>
        </w:rPr>
        <w:t xml:space="preserve"> 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delle categorie particolari dei miei dati personali così come indicati nell’informativa che precede.</w:t>
      </w: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13250">
        <w:rPr>
          <w:rFonts w:ascii="Arial" w:hAnsi="Arial" w:cs="Arial"/>
          <w:bCs/>
          <w:sz w:val="22"/>
          <w:szCs w:val="22"/>
        </w:rPr>
        <w:t>Luogo e data</w:t>
      </w:r>
      <w:r>
        <w:rPr>
          <w:rFonts w:ascii="Arial" w:hAnsi="Arial" w:cs="Arial"/>
          <w:bCs/>
          <w:sz w:val="22"/>
          <w:szCs w:val="22"/>
        </w:rPr>
        <w:t xml:space="preserve"> __________________</w:t>
      </w:r>
    </w:p>
    <w:p w:rsidR="002806E5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  <w:r w:rsidRPr="00F203FB">
        <w:rPr>
          <w:rFonts w:ascii="Arial" w:hAnsi="Arial" w:cs="Arial"/>
          <w:bCs/>
          <w:sz w:val="22"/>
          <w:szCs w:val="22"/>
        </w:rPr>
        <w:t xml:space="preserve"> Firma </w:t>
      </w:r>
    </w:p>
    <w:p w:rsidR="002806E5" w:rsidRPr="00F203FB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</w:t>
      </w: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:rsidR="002806E5" w:rsidRDefault="002806E5" w:rsidP="002806E5">
      <w:pPr>
        <w:rPr>
          <w:rFonts w:ascii="Arial" w:hAnsi="Arial" w:cs="Arial"/>
          <w:bCs/>
          <w:sz w:val="20"/>
          <w:szCs w:val="20"/>
        </w:rPr>
      </w:pPr>
    </w:p>
    <w:p w:rsidR="002806E5" w:rsidRDefault="002806E5" w:rsidP="002806E5">
      <w:pPr>
        <w:ind w:right="283"/>
      </w:pPr>
    </w:p>
    <w:p w:rsidR="002806E5" w:rsidRP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  <w:r w:rsidRPr="002806E5">
        <w:rPr>
          <w:rFonts w:ascii="Arial" w:hAnsi="Arial" w:cs="Arial"/>
          <w:bCs/>
          <w:sz w:val="22"/>
          <w:szCs w:val="22"/>
        </w:rPr>
        <w:t xml:space="preserve">Si allega documento di riconoscimento in corso di validità. </w:t>
      </w:r>
    </w:p>
    <w:p w:rsidR="002806E5" w:rsidRP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:rsidR="002806E5" w:rsidRPr="002806E5" w:rsidRDefault="002806E5" w:rsidP="002806E5">
      <w:pPr>
        <w:ind w:left="0" w:right="283"/>
        <w:rPr>
          <w:sz w:val="22"/>
          <w:szCs w:val="22"/>
        </w:rPr>
      </w:pPr>
    </w:p>
    <w:sectPr w:rsidR="002806E5" w:rsidRPr="002806E5" w:rsidSect="009762C2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compat/>
  <w:rsids>
    <w:rsidRoot w:val="00F9660B"/>
    <w:rsid w:val="000007C0"/>
    <w:rsid w:val="00000906"/>
    <w:rsid w:val="00000DEC"/>
    <w:rsid w:val="00001015"/>
    <w:rsid w:val="00001415"/>
    <w:rsid w:val="000016ED"/>
    <w:rsid w:val="0000199B"/>
    <w:rsid w:val="00001E8E"/>
    <w:rsid w:val="00002142"/>
    <w:rsid w:val="00002201"/>
    <w:rsid w:val="000026CA"/>
    <w:rsid w:val="000027B2"/>
    <w:rsid w:val="000028FA"/>
    <w:rsid w:val="00002A60"/>
    <w:rsid w:val="0000303C"/>
    <w:rsid w:val="00003B59"/>
    <w:rsid w:val="00003DD3"/>
    <w:rsid w:val="00004151"/>
    <w:rsid w:val="00004306"/>
    <w:rsid w:val="000046FD"/>
    <w:rsid w:val="00004738"/>
    <w:rsid w:val="00004E43"/>
    <w:rsid w:val="00004EA5"/>
    <w:rsid w:val="0000514D"/>
    <w:rsid w:val="00005678"/>
    <w:rsid w:val="00005B02"/>
    <w:rsid w:val="00005BE2"/>
    <w:rsid w:val="00005C42"/>
    <w:rsid w:val="00005CF9"/>
    <w:rsid w:val="00005D08"/>
    <w:rsid w:val="00006A00"/>
    <w:rsid w:val="00006D58"/>
    <w:rsid w:val="00006E77"/>
    <w:rsid w:val="00007436"/>
    <w:rsid w:val="000076AA"/>
    <w:rsid w:val="00007943"/>
    <w:rsid w:val="000079AC"/>
    <w:rsid w:val="00007B71"/>
    <w:rsid w:val="00010020"/>
    <w:rsid w:val="000101E7"/>
    <w:rsid w:val="000103D7"/>
    <w:rsid w:val="00010436"/>
    <w:rsid w:val="00010F32"/>
    <w:rsid w:val="0001180D"/>
    <w:rsid w:val="00011B9A"/>
    <w:rsid w:val="00011D8F"/>
    <w:rsid w:val="00011FEB"/>
    <w:rsid w:val="000120B9"/>
    <w:rsid w:val="0001221F"/>
    <w:rsid w:val="00012368"/>
    <w:rsid w:val="000125F4"/>
    <w:rsid w:val="0001281A"/>
    <w:rsid w:val="0001293D"/>
    <w:rsid w:val="00012C4B"/>
    <w:rsid w:val="00012EC3"/>
    <w:rsid w:val="000136FC"/>
    <w:rsid w:val="00013701"/>
    <w:rsid w:val="0001390E"/>
    <w:rsid w:val="00013955"/>
    <w:rsid w:val="00013DE9"/>
    <w:rsid w:val="00014501"/>
    <w:rsid w:val="0001466D"/>
    <w:rsid w:val="0001568D"/>
    <w:rsid w:val="00015BB2"/>
    <w:rsid w:val="00015BE8"/>
    <w:rsid w:val="00016063"/>
    <w:rsid w:val="00016144"/>
    <w:rsid w:val="00016451"/>
    <w:rsid w:val="00016874"/>
    <w:rsid w:val="000169EA"/>
    <w:rsid w:val="00016ACB"/>
    <w:rsid w:val="0001747F"/>
    <w:rsid w:val="00017520"/>
    <w:rsid w:val="000175C4"/>
    <w:rsid w:val="0001765B"/>
    <w:rsid w:val="000176D4"/>
    <w:rsid w:val="00017AC0"/>
    <w:rsid w:val="00017E56"/>
    <w:rsid w:val="000203EE"/>
    <w:rsid w:val="00020570"/>
    <w:rsid w:val="00020A87"/>
    <w:rsid w:val="00021084"/>
    <w:rsid w:val="00021391"/>
    <w:rsid w:val="000213A6"/>
    <w:rsid w:val="00021513"/>
    <w:rsid w:val="00021605"/>
    <w:rsid w:val="000218BC"/>
    <w:rsid w:val="00022B52"/>
    <w:rsid w:val="00022E0A"/>
    <w:rsid w:val="00022FED"/>
    <w:rsid w:val="000231A9"/>
    <w:rsid w:val="000232BA"/>
    <w:rsid w:val="0002330C"/>
    <w:rsid w:val="00023465"/>
    <w:rsid w:val="00023B0E"/>
    <w:rsid w:val="00024252"/>
    <w:rsid w:val="00024554"/>
    <w:rsid w:val="00024581"/>
    <w:rsid w:val="00024A04"/>
    <w:rsid w:val="00024B25"/>
    <w:rsid w:val="00024CDC"/>
    <w:rsid w:val="00024D22"/>
    <w:rsid w:val="00024F32"/>
    <w:rsid w:val="00025866"/>
    <w:rsid w:val="00025BD2"/>
    <w:rsid w:val="000264DC"/>
    <w:rsid w:val="00026942"/>
    <w:rsid w:val="00027027"/>
    <w:rsid w:val="000271B6"/>
    <w:rsid w:val="00027230"/>
    <w:rsid w:val="00027308"/>
    <w:rsid w:val="00027394"/>
    <w:rsid w:val="00027799"/>
    <w:rsid w:val="00027DF0"/>
    <w:rsid w:val="00030307"/>
    <w:rsid w:val="0003052E"/>
    <w:rsid w:val="00030D34"/>
    <w:rsid w:val="00030E1E"/>
    <w:rsid w:val="0003122A"/>
    <w:rsid w:val="0003190E"/>
    <w:rsid w:val="00031AA6"/>
    <w:rsid w:val="00031C6D"/>
    <w:rsid w:val="00031FB4"/>
    <w:rsid w:val="000320EA"/>
    <w:rsid w:val="0003225A"/>
    <w:rsid w:val="00032420"/>
    <w:rsid w:val="000324D8"/>
    <w:rsid w:val="00032A39"/>
    <w:rsid w:val="00033650"/>
    <w:rsid w:val="00033BE5"/>
    <w:rsid w:val="00033C0C"/>
    <w:rsid w:val="00033F8A"/>
    <w:rsid w:val="0003408B"/>
    <w:rsid w:val="000341AA"/>
    <w:rsid w:val="0003474D"/>
    <w:rsid w:val="00034888"/>
    <w:rsid w:val="00034930"/>
    <w:rsid w:val="00034EFA"/>
    <w:rsid w:val="00035085"/>
    <w:rsid w:val="00035259"/>
    <w:rsid w:val="00036138"/>
    <w:rsid w:val="000363F3"/>
    <w:rsid w:val="000364C7"/>
    <w:rsid w:val="0003652F"/>
    <w:rsid w:val="00036AE3"/>
    <w:rsid w:val="00036D31"/>
    <w:rsid w:val="000372C2"/>
    <w:rsid w:val="000373C1"/>
    <w:rsid w:val="00037C15"/>
    <w:rsid w:val="00040610"/>
    <w:rsid w:val="00040880"/>
    <w:rsid w:val="00040A4C"/>
    <w:rsid w:val="00040BE7"/>
    <w:rsid w:val="00040FF7"/>
    <w:rsid w:val="000411B3"/>
    <w:rsid w:val="000418AA"/>
    <w:rsid w:val="000418C1"/>
    <w:rsid w:val="00041E26"/>
    <w:rsid w:val="00041F7B"/>
    <w:rsid w:val="0004214B"/>
    <w:rsid w:val="000421E6"/>
    <w:rsid w:val="0004291D"/>
    <w:rsid w:val="0004299B"/>
    <w:rsid w:val="00042CDF"/>
    <w:rsid w:val="00042D1F"/>
    <w:rsid w:val="00043007"/>
    <w:rsid w:val="000434E3"/>
    <w:rsid w:val="00043563"/>
    <w:rsid w:val="00043572"/>
    <w:rsid w:val="00043907"/>
    <w:rsid w:val="00043C84"/>
    <w:rsid w:val="00043CC5"/>
    <w:rsid w:val="00043D39"/>
    <w:rsid w:val="00044331"/>
    <w:rsid w:val="0004469A"/>
    <w:rsid w:val="000446CD"/>
    <w:rsid w:val="000447BF"/>
    <w:rsid w:val="00044888"/>
    <w:rsid w:val="00045179"/>
    <w:rsid w:val="00045982"/>
    <w:rsid w:val="00045A53"/>
    <w:rsid w:val="0004607D"/>
    <w:rsid w:val="000460BC"/>
    <w:rsid w:val="00046209"/>
    <w:rsid w:val="00046303"/>
    <w:rsid w:val="00046809"/>
    <w:rsid w:val="000469EF"/>
    <w:rsid w:val="00046AB9"/>
    <w:rsid w:val="00046C1A"/>
    <w:rsid w:val="00046C55"/>
    <w:rsid w:val="00046C75"/>
    <w:rsid w:val="00046FBA"/>
    <w:rsid w:val="00047144"/>
    <w:rsid w:val="0004751C"/>
    <w:rsid w:val="00047665"/>
    <w:rsid w:val="00047C24"/>
    <w:rsid w:val="00047CEB"/>
    <w:rsid w:val="00047F0F"/>
    <w:rsid w:val="00047F2F"/>
    <w:rsid w:val="00047F34"/>
    <w:rsid w:val="000502DD"/>
    <w:rsid w:val="000503D6"/>
    <w:rsid w:val="00050515"/>
    <w:rsid w:val="00050692"/>
    <w:rsid w:val="00050F85"/>
    <w:rsid w:val="0005104F"/>
    <w:rsid w:val="00051092"/>
    <w:rsid w:val="0005128B"/>
    <w:rsid w:val="0005156F"/>
    <w:rsid w:val="0005193E"/>
    <w:rsid w:val="00051CEB"/>
    <w:rsid w:val="00051FA2"/>
    <w:rsid w:val="00052000"/>
    <w:rsid w:val="000521AC"/>
    <w:rsid w:val="000526CE"/>
    <w:rsid w:val="0005282D"/>
    <w:rsid w:val="0005293C"/>
    <w:rsid w:val="00052D1A"/>
    <w:rsid w:val="0005329C"/>
    <w:rsid w:val="00053510"/>
    <w:rsid w:val="00053829"/>
    <w:rsid w:val="00053A48"/>
    <w:rsid w:val="000549E9"/>
    <w:rsid w:val="00054A2C"/>
    <w:rsid w:val="00055267"/>
    <w:rsid w:val="00055476"/>
    <w:rsid w:val="000554A3"/>
    <w:rsid w:val="000555DA"/>
    <w:rsid w:val="000558FD"/>
    <w:rsid w:val="00055ADD"/>
    <w:rsid w:val="00055E51"/>
    <w:rsid w:val="00056663"/>
    <w:rsid w:val="000566BF"/>
    <w:rsid w:val="000568DA"/>
    <w:rsid w:val="00056BFE"/>
    <w:rsid w:val="0005704F"/>
    <w:rsid w:val="00057F79"/>
    <w:rsid w:val="00060304"/>
    <w:rsid w:val="00060421"/>
    <w:rsid w:val="00060E1E"/>
    <w:rsid w:val="000618CF"/>
    <w:rsid w:val="000619B7"/>
    <w:rsid w:val="00061A3F"/>
    <w:rsid w:val="00061B9A"/>
    <w:rsid w:val="00061C05"/>
    <w:rsid w:val="0006288B"/>
    <w:rsid w:val="00062A9A"/>
    <w:rsid w:val="0006308F"/>
    <w:rsid w:val="000631B7"/>
    <w:rsid w:val="000633FF"/>
    <w:rsid w:val="00063806"/>
    <w:rsid w:val="000639F8"/>
    <w:rsid w:val="00063ECA"/>
    <w:rsid w:val="0006436F"/>
    <w:rsid w:val="00064621"/>
    <w:rsid w:val="00064A88"/>
    <w:rsid w:val="00064CF5"/>
    <w:rsid w:val="00064DBC"/>
    <w:rsid w:val="00064E11"/>
    <w:rsid w:val="00064F44"/>
    <w:rsid w:val="00065246"/>
    <w:rsid w:val="00065755"/>
    <w:rsid w:val="0006582C"/>
    <w:rsid w:val="000658AA"/>
    <w:rsid w:val="000659F6"/>
    <w:rsid w:val="00065B22"/>
    <w:rsid w:val="000665A9"/>
    <w:rsid w:val="0006662E"/>
    <w:rsid w:val="00066686"/>
    <w:rsid w:val="00066748"/>
    <w:rsid w:val="00066ACB"/>
    <w:rsid w:val="00066BE2"/>
    <w:rsid w:val="00066EFE"/>
    <w:rsid w:val="0006734F"/>
    <w:rsid w:val="000674ED"/>
    <w:rsid w:val="000676E4"/>
    <w:rsid w:val="0006777A"/>
    <w:rsid w:val="00067B77"/>
    <w:rsid w:val="00067C88"/>
    <w:rsid w:val="00070187"/>
    <w:rsid w:val="000701C3"/>
    <w:rsid w:val="000701D1"/>
    <w:rsid w:val="000703BE"/>
    <w:rsid w:val="00070C92"/>
    <w:rsid w:val="00070FAC"/>
    <w:rsid w:val="0007133A"/>
    <w:rsid w:val="00071383"/>
    <w:rsid w:val="000714FE"/>
    <w:rsid w:val="00071A48"/>
    <w:rsid w:val="00071ED2"/>
    <w:rsid w:val="00071F00"/>
    <w:rsid w:val="00072139"/>
    <w:rsid w:val="00072161"/>
    <w:rsid w:val="000721C8"/>
    <w:rsid w:val="000722E8"/>
    <w:rsid w:val="000723D3"/>
    <w:rsid w:val="00072660"/>
    <w:rsid w:val="00072B23"/>
    <w:rsid w:val="00072B5B"/>
    <w:rsid w:val="0007311E"/>
    <w:rsid w:val="00073132"/>
    <w:rsid w:val="000731FB"/>
    <w:rsid w:val="00073B33"/>
    <w:rsid w:val="00073D7E"/>
    <w:rsid w:val="00074532"/>
    <w:rsid w:val="000747B7"/>
    <w:rsid w:val="00074987"/>
    <w:rsid w:val="00074DA7"/>
    <w:rsid w:val="0007514F"/>
    <w:rsid w:val="00075289"/>
    <w:rsid w:val="00075623"/>
    <w:rsid w:val="00075799"/>
    <w:rsid w:val="00075988"/>
    <w:rsid w:val="00076B8E"/>
    <w:rsid w:val="00076C0F"/>
    <w:rsid w:val="000771DC"/>
    <w:rsid w:val="00077437"/>
    <w:rsid w:val="0007789D"/>
    <w:rsid w:val="00077E0D"/>
    <w:rsid w:val="00077E73"/>
    <w:rsid w:val="000803A8"/>
    <w:rsid w:val="00080A65"/>
    <w:rsid w:val="00080B8C"/>
    <w:rsid w:val="000811D1"/>
    <w:rsid w:val="000812A4"/>
    <w:rsid w:val="000815A7"/>
    <w:rsid w:val="000816CB"/>
    <w:rsid w:val="000818D4"/>
    <w:rsid w:val="00081CF5"/>
    <w:rsid w:val="00082130"/>
    <w:rsid w:val="000822C7"/>
    <w:rsid w:val="00082300"/>
    <w:rsid w:val="00082783"/>
    <w:rsid w:val="00082A2B"/>
    <w:rsid w:val="00082BDD"/>
    <w:rsid w:val="00082F83"/>
    <w:rsid w:val="0008373E"/>
    <w:rsid w:val="00083A62"/>
    <w:rsid w:val="00083D54"/>
    <w:rsid w:val="000840DA"/>
    <w:rsid w:val="00084277"/>
    <w:rsid w:val="00084345"/>
    <w:rsid w:val="00084654"/>
    <w:rsid w:val="00084B32"/>
    <w:rsid w:val="00085473"/>
    <w:rsid w:val="00085578"/>
    <w:rsid w:val="00085659"/>
    <w:rsid w:val="00085906"/>
    <w:rsid w:val="00085C83"/>
    <w:rsid w:val="0008668F"/>
    <w:rsid w:val="00086810"/>
    <w:rsid w:val="000868DC"/>
    <w:rsid w:val="0008717D"/>
    <w:rsid w:val="00087193"/>
    <w:rsid w:val="0008747C"/>
    <w:rsid w:val="00087DF1"/>
    <w:rsid w:val="00090094"/>
    <w:rsid w:val="00090195"/>
    <w:rsid w:val="00090258"/>
    <w:rsid w:val="000902AE"/>
    <w:rsid w:val="000902F2"/>
    <w:rsid w:val="00090670"/>
    <w:rsid w:val="000906C1"/>
    <w:rsid w:val="00090BC7"/>
    <w:rsid w:val="00090FED"/>
    <w:rsid w:val="000914F9"/>
    <w:rsid w:val="00091650"/>
    <w:rsid w:val="00091729"/>
    <w:rsid w:val="00091D8C"/>
    <w:rsid w:val="00091E2F"/>
    <w:rsid w:val="00092368"/>
    <w:rsid w:val="000924D2"/>
    <w:rsid w:val="00092D25"/>
    <w:rsid w:val="00093357"/>
    <w:rsid w:val="0009344E"/>
    <w:rsid w:val="00093495"/>
    <w:rsid w:val="0009378E"/>
    <w:rsid w:val="0009412F"/>
    <w:rsid w:val="000941CB"/>
    <w:rsid w:val="0009427A"/>
    <w:rsid w:val="0009481E"/>
    <w:rsid w:val="00094933"/>
    <w:rsid w:val="00094ABD"/>
    <w:rsid w:val="00094C83"/>
    <w:rsid w:val="00094EB4"/>
    <w:rsid w:val="000952B3"/>
    <w:rsid w:val="000953C1"/>
    <w:rsid w:val="0009599A"/>
    <w:rsid w:val="00095D22"/>
    <w:rsid w:val="00095E75"/>
    <w:rsid w:val="00096436"/>
    <w:rsid w:val="000968C5"/>
    <w:rsid w:val="00096D1E"/>
    <w:rsid w:val="00097689"/>
    <w:rsid w:val="00097C68"/>
    <w:rsid w:val="000A016A"/>
    <w:rsid w:val="000A02E3"/>
    <w:rsid w:val="000A0555"/>
    <w:rsid w:val="000A06CA"/>
    <w:rsid w:val="000A0870"/>
    <w:rsid w:val="000A0C38"/>
    <w:rsid w:val="000A0D4C"/>
    <w:rsid w:val="000A0FC6"/>
    <w:rsid w:val="000A103C"/>
    <w:rsid w:val="000A167C"/>
    <w:rsid w:val="000A175A"/>
    <w:rsid w:val="000A199A"/>
    <w:rsid w:val="000A1A22"/>
    <w:rsid w:val="000A1BD5"/>
    <w:rsid w:val="000A23BD"/>
    <w:rsid w:val="000A24F6"/>
    <w:rsid w:val="000A26B3"/>
    <w:rsid w:val="000A26F2"/>
    <w:rsid w:val="000A342E"/>
    <w:rsid w:val="000A356D"/>
    <w:rsid w:val="000A36E9"/>
    <w:rsid w:val="000A3748"/>
    <w:rsid w:val="000A3930"/>
    <w:rsid w:val="000A3B06"/>
    <w:rsid w:val="000A4D7B"/>
    <w:rsid w:val="000A4D7C"/>
    <w:rsid w:val="000A5558"/>
    <w:rsid w:val="000A5842"/>
    <w:rsid w:val="000A5995"/>
    <w:rsid w:val="000A5C54"/>
    <w:rsid w:val="000A5CE4"/>
    <w:rsid w:val="000A6418"/>
    <w:rsid w:val="000A65D7"/>
    <w:rsid w:val="000A69A4"/>
    <w:rsid w:val="000A6C3E"/>
    <w:rsid w:val="000A6FC8"/>
    <w:rsid w:val="000A71DE"/>
    <w:rsid w:val="000A72D0"/>
    <w:rsid w:val="000A74A9"/>
    <w:rsid w:val="000A7988"/>
    <w:rsid w:val="000A7B93"/>
    <w:rsid w:val="000A7C63"/>
    <w:rsid w:val="000A7CA7"/>
    <w:rsid w:val="000A7D07"/>
    <w:rsid w:val="000B02C5"/>
    <w:rsid w:val="000B0587"/>
    <w:rsid w:val="000B071D"/>
    <w:rsid w:val="000B0856"/>
    <w:rsid w:val="000B0DCE"/>
    <w:rsid w:val="000B10C4"/>
    <w:rsid w:val="000B14B9"/>
    <w:rsid w:val="000B1752"/>
    <w:rsid w:val="000B1CDE"/>
    <w:rsid w:val="000B1FAA"/>
    <w:rsid w:val="000B22F5"/>
    <w:rsid w:val="000B3219"/>
    <w:rsid w:val="000B32BD"/>
    <w:rsid w:val="000B3432"/>
    <w:rsid w:val="000B346B"/>
    <w:rsid w:val="000B36FA"/>
    <w:rsid w:val="000B3752"/>
    <w:rsid w:val="000B3760"/>
    <w:rsid w:val="000B3A9E"/>
    <w:rsid w:val="000B3B29"/>
    <w:rsid w:val="000B3BAE"/>
    <w:rsid w:val="000B3E1F"/>
    <w:rsid w:val="000B404C"/>
    <w:rsid w:val="000B4741"/>
    <w:rsid w:val="000B478B"/>
    <w:rsid w:val="000B48AB"/>
    <w:rsid w:val="000B4B4A"/>
    <w:rsid w:val="000B4CE0"/>
    <w:rsid w:val="000B4EA1"/>
    <w:rsid w:val="000B4F99"/>
    <w:rsid w:val="000B5033"/>
    <w:rsid w:val="000B51FC"/>
    <w:rsid w:val="000B528F"/>
    <w:rsid w:val="000B54D7"/>
    <w:rsid w:val="000B563E"/>
    <w:rsid w:val="000B5779"/>
    <w:rsid w:val="000B5882"/>
    <w:rsid w:val="000B5E3F"/>
    <w:rsid w:val="000B6801"/>
    <w:rsid w:val="000B6F12"/>
    <w:rsid w:val="000B70EE"/>
    <w:rsid w:val="000B7362"/>
    <w:rsid w:val="000B772B"/>
    <w:rsid w:val="000B7D31"/>
    <w:rsid w:val="000C02E7"/>
    <w:rsid w:val="000C0BAD"/>
    <w:rsid w:val="000C0C48"/>
    <w:rsid w:val="000C1506"/>
    <w:rsid w:val="000C160F"/>
    <w:rsid w:val="000C16FF"/>
    <w:rsid w:val="000C190F"/>
    <w:rsid w:val="000C1E46"/>
    <w:rsid w:val="000C1E4F"/>
    <w:rsid w:val="000C213D"/>
    <w:rsid w:val="000C225B"/>
    <w:rsid w:val="000C22C2"/>
    <w:rsid w:val="000C26F7"/>
    <w:rsid w:val="000C2CAE"/>
    <w:rsid w:val="000C2D42"/>
    <w:rsid w:val="000C2FA1"/>
    <w:rsid w:val="000C308B"/>
    <w:rsid w:val="000C3170"/>
    <w:rsid w:val="000C35DD"/>
    <w:rsid w:val="000C362F"/>
    <w:rsid w:val="000C3BEB"/>
    <w:rsid w:val="000C4712"/>
    <w:rsid w:val="000C4A71"/>
    <w:rsid w:val="000C4DC7"/>
    <w:rsid w:val="000C4E5E"/>
    <w:rsid w:val="000C5545"/>
    <w:rsid w:val="000C57AE"/>
    <w:rsid w:val="000C6091"/>
    <w:rsid w:val="000C67DC"/>
    <w:rsid w:val="000C6B93"/>
    <w:rsid w:val="000C6D88"/>
    <w:rsid w:val="000C6D8C"/>
    <w:rsid w:val="000C6EED"/>
    <w:rsid w:val="000C7751"/>
    <w:rsid w:val="000C7976"/>
    <w:rsid w:val="000C7E5F"/>
    <w:rsid w:val="000C7FEC"/>
    <w:rsid w:val="000D02CA"/>
    <w:rsid w:val="000D0681"/>
    <w:rsid w:val="000D08EF"/>
    <w:rsid w:val="000D0B65"/>
    <w:rsid w:val="000D0CF4"/>
    <w:rsid w:val="000D1018"/>
    <w:rsid w:val="000D1279"/>
    <w:rsid w:val="000D1442"/>
    <w:rsid w:val="000D14F9"/>
    <w:rsid w:val="000D1D54"/>
    <w:rsid w:val="000D2131"/>
    <w:rsid w:val="000D2448"/>
    <w:rsid w:val="000D2512"/>
    <w:rsid w:val="000D27B1"/>
    <w:rsid w:val="000D2CB3"/>
    <w:rsid w:val="000D30E4"/>
    <w:rsid w:val="000D34F8"/>
    <w:rsid w:val="000D3558"/>
    <w:rsid w:val="000D3BD7"/>
    <w:rsid w:val="000D4AD6"/>
    <w:rsid w:val="000D4BEE"/>
    <w:rsid w:val="000D504D"/>
    <w:rsid w:val="000D508D"/>
    <w:rsid w:val="000D5282"/>
    <w:rsid w:val="000D529F"/>
    <w:rsid w:val="000D52A9"/>
    <w:rsid w:val="000D55DF"/>
    <w:rsid w:val="000D588A"/>
    <w:rsid w:val="000D5A93"/>
    <w:rsid w:val="000D5D86"/>
    <w:rsid w:val="000D5E27"/>
    <w:rsid w:val="000D5EB1"/>
    <w:rsid w:val="000D5F41"/>
    <w:rsid w:val="000D5FAA"/>
    <w:rsid w:val="000D60A0"/>
    <w:rsid w:val="000D62A3"/>
    <w:rsid w:val="000D63FB"/>
    <w:rsid w:val="000D6448"/>
    <w:rsid w:val="000D66E3"/>
    <w:rsid w:val="000D6A1B"/>
    <w:rsid w:val="000D6BF7"/>
    <w:rsid w:val="000D6D7A"/>
    <w:rsid w:val="000D72B7"/>
    <w:rsid w:val="000D7530"/>
    <w:rsid w:val="000D75BA"/>
    <w:rsid w:val="000D75BF"/>
    <w:rsid w:val="000D7824"/>
    <w:rsid w:val="000D7A41"/>
    <w:rsid w:val="000D7D32"/>
    <w:rsid w:val="000E03B1"/>
    <w:rsid w:val="000E0B71"/>
    <w:rsid w:val="000E0F3C"/>
    <w:rsid w:val="000E1270"/>
    <w:rsid w:val="000E12E4"/>
    <w:rsid w:val="000E14BA"/>
    <w:rsid w:val="000E15CB"/>
    <w:rsid w:val="000E1F21"/>
    <w:rsid w:val="000E23B3"/>
    <w:rsid w:val="000E2422"/>
    <w:rsid w:val="000E249C"/>
    <w:rsid w:val="000E257C"/>
    <w:rsid w:val="000E2C01"/>
    <w:rsid w:val="000E2D7A"/>
    <w:rsid w:val="000E2D7F"/>
    <w:rsid w:val="000E2E4C"/>
    <w:rsid w:val="000E2FB4"/>
    <w:rsid w:val="000E37CC"/>
    <w:rsid w:val="000E49CC"/>
    <w:rsid w:val="000E4A26"/>
    <w:rsid w:val="000E4BA8"/>
    <w:rsid w:val="000E4EF8"/>
    <w:rsid w:val="000E4FB1"/>
    <w:rsid w:val="000E5275"/>
    <w:rsid w:val="000E5F1A"/>
    <w:rsid w:val="000E6135"/>
    <w:rsid w:val="000E6538"/>
    <w:rsid w:val="000E6541"/>
    <w:rsid w:val="000E6699"/>
    <w:rsid w:val="000E6C9D"/>
    <w:rsid w:val="000E6F1E"/>
    <w:rsid w:val="000E6FA5"/>
    <w:rsid w:val="000E7423"/>
    <w:rsid w:val="000E7779"/>
    <w:rsid w:val="000E7944"/>
    <w:rsid w:val="000E79AC"/>
    <w:rsid w:val="000E7D71"/>
    <w:rsid w:val="000E7E96"/>
    <w:rsid w:val="000E7ED1"/>
    <w:rsid w:val="000F014D"/>
    <w:rsid w:val="000F0243"/>
    <w:rsid w:val="000F025A"/>
    <w:rsid w:val="000F0281"/>
    <w:rsid w:val="000F0489"/>
    <w:rsid w:val="000F051E"/>
    <w:rsid w:val="000F07E4"/>
    <w:rsid w:val="000F0D1E"/>
    <w:rsid w:val="000F0D85"/>
    <w:rsid w:val="000F13F8"/>
    <w:rsid w:val="000F155D"/>
    <w:rsid w:val="000F16D5"/>
    <w:rsid w:val="000F1A0C"/>
    <w:rsid w:val="000F234D"/>
    <w:rsid w:val="000F234E"/>
    <w:rsid w:val="000F2746"/>
    <w:rsid w:val="000F27B6"/>
    <w:rsid w:val="000F2B3E"/>
    <w:rsid w:val="000F2DDF"/>
    <w:rsid w:val="000F2FB8"/>
    <w:rsid w:val="000F3199"/>
    <w:rsid w:val="000F3712"/>
    <w:rsid w:val="000F4065"/>
    <w:rsid w:val="000F4418"/>
    <w:rsid w:val="000F44AE"/>
    <w:rsid w:val="000F45C0"/>
    <w:rsid w:val="000F4AC3"/>
    <w:rsid w:val="000F4E38"/>
    <w:rsid w:val="000F512F"/>
    <w:rsid w:val="000F5142"/>
    <w:rsid w:val="000F51B0"/>
    <w:rsid w:val="000F5489"/>
    <w:rsid w:val="000F5936"/>
    <w:rsid w:val="000F5C0A"/>
    <w:rsid w:val="000F5C34"/>
    <w:rsid w:val="000F6838"/>
    <w:rsid w:val="000F6A38"/>
    <w:rsid w:val="000F6AE7"/>
    <w:rsid w:val="000F6C5E"/>
    <w:rsid w:val="000F6F8B"/>
    <w:rsid w:val="000F7137"/>
    <w:rsid w:val="000F7ED6"/>
    <w:rsid w:val="000F7FE0"/>
    <w:rsid w:val="0010062F"/>
    <w:rsid w:val="00100695"/>
    <w:rsid w:val="0010093B"/>
    <w:rsid w:val="001009A7"/>
    <w:rsid w:val="00100AAD"/>
    <w:rsid w:val="001011DB"/>
    <w:rsid w:val="001015E7"/>
    <w:rsid w:val="00101D19"/>
    <w:rsid w:val="001020DD"/>
    <w:rsid w:val="0010239C"/>
    <w:rsid w:val="00102B80"/>
    <w:rsid w:val="00102D3A"/>
    <w:rsid w:val="00102F78"/>
    <w:rsid w:val="00103427"/>
    <w:rsid w:val="00103552"/>
    <w:rsid w:val="001035B7"/>
    <w:rsid w:val="00103A69"/>
    <w:rsid w:val="00103BDB"/>
    <w:rsid w:val="00103E2F"/>
    <w:rsid w:val="00104169"/>
    <w:rsid w:val="00105128"/>
    <w:rsid w:val="00105487"/>
    <w:rsid w:val="00105760"/>
    <w:rsid w:val="00105DE9"/>
    <w:rsid w:val="00105EE0"/>
    <w:rsid w:val="00105FCE"/>
    <w:rsid w:val="00106514"/>
    <w:rsid w:val="001065A2"/>
    <w:rsid w:val="00106B65"/>
    <w:rsid w:val="00106CB3"/>
    <w:rsid w:val="00107B50"/>
    <w:rsid w:val="00107F56"/>
    <w:rsid w:val="00110054"/>
    <w:rsid w:val="00110401"/>
    <w:rsid w:val="00110AE4"/>
    <w:rsid w:val="00110B3A"/>
    <w:rsid w:val="00110DAE"/>
    <w:rsid w:val="0011119D"/>
    <w:rsid w:val="00111395"/>
    <w:rsid w:val="001113A6"/>
    <w:rsid w:val="001113C3"/>
    <w:rsid w:val="0011176B"/>
    <w:rsid w:val="0011178F"/>
    <w:rsid w:val="00111869"/>
    <w:rsid w:val="001119BD"/>
    <w:rsid w:val="00111B79"/>
    <w:rsid w:val="001123CB"/>
    <w:rsid w:val="001127C0"/>
    <w:rsid w:val="0011308B"/>
    <w:rsid w:val="00113478"/>
    <w:rsid w:val="00113A76"/>
    <w:rsid w:val="001140D6"/>
    <w:rsid w:val="001147F3"/>
    <w:rsid w:val="00115263"/>
    <w:rsid w:val="00115567"/>
    <w:rsid w:val="00115621"/>
    <w:rsid w:val="001158D5"/>
    <w:rsid w:val="00116035"/>
    <w:rsid w:val="00116249"/>
    <w:rsid w:val="0011644D"/>
    <w:rsid w:val="00116B11"/>
    <w:rsid w:val="0011765B"/>
    <w:rsid w:val="00117E19"/>
    <w:rsid w:val="00117F14"/>
    <w:rsid w:val="001200C7"/>
    <w:rsid w:val="001206B5"/>
    <w:rsid w:val="001209C9"/>
    <w:rsid w:val="001211B8"/>
    <w:rsid w:val="001217C2"/>
    <w:rsid w:val="00121CE2"/>
    <w:rsid w:val="00121D00"/>
    <w:rsid w:val="00121E56"/>
    <w:rsid w:val="00122230"/>
    <w:rsid w:val="0012264D"/>
    <w:rsid w:val="001227DD"/>
    <w:rsid w:val="00122822"/>
    <w:rsid w:val="0012283A"/>
    <w:rsid w:val="001228CB"/>
    <w:rsid w:val="001228ED"/>
    <w:rsid w:val="001229E6"/>
    <w:rsid w:val="00122F7D"/>
    <w:rsid w:val="001232CC"/>
    <w:rsid w:val="001236BE"/>
    <w:rsid w:val="001239C7"/>
    <w:rsid w:val="00124623"/>
    <w:rsid w:val="001251A1"/>
    <w:rsid w:val="00125A34"/>
    <w:rsid w:val="00125D58"/>
    <w:rsid w:val="00125FC4"/>
    <w:rsid w:val="001261F2"/>
    <w:rsid w:val="0012653D"/>
    <w:rsid w:val="0012681F"/>
    <w:rsid w:val="00126B3A"/>
    <w:rsid w:val="00126B8E"/>
    <w:rsid w:val="00126E55"/>
    <w:rsid w:val="0012751D"/>
    <w:rsid w:val="00127AF7"/>
    <w:rsid w:val="001304F3"/>
    <w:rsid w:val="00130ABF"/>
    <w:rsid w:val="00130BE1"/>
    <w:rsid w:val="0013111B"/>
    <w:rsid w:val="001311B1"/>
    <w:rsid w:val="00131309"/>
    <w:rsid w:val="00131586"/>
    <w:rsid w:val="00131BB5"/>
    <w:rsid w:val="00133175"/>
    <w:rsid w:val="001335B0"/>
    <w:rsid w:val="00133730"/>
    <w:rsid w:val="00133848"/>
    <w:rsid w:val="00133BDD"/>
    <w:rsid w:val="00133F00"/>
    <w:rsid w:val="0013467E"/>
    <w:rsid w:val="0013468F"/>
    <w:rsid w:val="001347FC"/>
    <w:rsid w:val="00134811"/>
    <w:rsid w:val="001348B2"/>
    <w:rsid w:val="00134C16"/>
    <w:rsid w:val="00134CE4"/>
    <w:rsid w:val="00134E24"/>
    <w:rsid w:val="00134F19"/>
    <w:rsid w:val="00134F54"/>
    <w:rsid w:val="0013545D"/>
    <w:rsid w:val="00135829"/>
    <w:rsid w:val="00135DE6"/>
    <w:rsid w:val="001360C2"/>
    <w:rsid w:val="001361E4"/>
    <w:rsid w:val="0013656C"/>
    <w:rsid w:val="001365A8"/>
    <w:rsid w:val="00136A89"/>
    <w:rsid w:val="00136B2B"/>
    <w:rsid w:val="00136BAE"/>
    <w:rsid w:val="0013726B"/>
    <w:rsid w:val="001372E5"/>
    <w:rsid w:val="001376B1"/>
    <w:rsid w:val="001376EB"/>
    <w:rsid w:val="00137DCD"/>
    <w:rsid w:val="00137EE5"/>
    <w:rsid w:val="00140560"/>
    <w:rsid w:val="00140860"/>
    <w:rsid w:val="00140AF9"/>
    <w:rsid w:val="00140E08"/>
    <w:rsid w:val="00140F20"/>
    <w:rsid w:val="001412F2"/>
    <w:rsid w:val="00141427"/>
    <w:rsid w:val="001417CB"/>
    <w:rsid w:val="00141A4D"/>
    <w:rsid w:val="00141A92"/>
    <w:rsid w:val="00141DE7"/>
    <w:rsid w:val="00141FCD"/>
    <w:rsid w:val="001423B4"/>
    <w:rsid w:val="00142A9B"/>
    <w:rsid w:val="00142DBC"/>
    <w:rsid w:val="00143BBC"/>
    <w:rsid w:val="0014428C"/>
    <w:rsid w:val="0014487D"/>
    <w:rsid w:val="00144C62"/>
    <w:rsid w:val="00144F31"/>
    <w:rsid w:val="0014511B"/>
    <w:rsid w:val="0014521D"/>
    <w:rsid w:val="0014554A"/>
    <w:rsid w:val="00145CE6"/>
    <w:rsid w:val="00145D13"/>
    <w:rsid w:val="00146032"/>
    <w:rsid w:val="0014605C"/>
    <w:rsid w:val="0014619F"/>
    <w:rsid w:val="00146345"/>
    <w:rsid w:val="001467A7"/>
    <w:rsid w:val="00146A12"/>
    <w:rsid w:val="00146A6E"/>
    <w:rsid w:val="00146A9E"/>
    <w:rsid w:val="00146C7B"/>
    <w:rsid w:val="00146CF4"/>
    <w:rsid w:val="00146F1C"/>
    <w:rsid w:val="0014707F"/>
    <w:rsid w:val="00147083"/>
    <w:rsid w:val="0014715D"/>
    <w:rsid w:val="00147190"/>
    <w:rsid w:val="001471B6"/>
    <w:rsid w:val="00147598"/>
    <w:rsid w:val="001477D7"/>
    <w:rsid w:val="00150041"/>
    <w:rsid w:val="00150101"/>
    <w:rsid w:val="0015060B"/>
    <w:rsid w:val="0015089C"/>
    <w:rsid w:val="00150BE9"/>
    <w:rsid w:val="00150C9D"/>
    <w:rsid w:val="00150ECD"/>
    <w:rsid w:val="00150FD2"/>
    <w:rsid w:val="001516C0"/>
    <w:rsid w:val="00151C7D"/>
    <w:rsid w:val="00151E7D"/>
    <w:rsid w:val="00152099"/>
    <w:rsid w:val="0015215A"/>
    <w:rsid w:val="00152BFC"/>
    <w:rsid w:val="00152C02"/>
    <w:rsid w:val="00152C96"/>
    <w:rsid w:val="00153673"/>
    <w:rsid w:val="00153679"/>
    <w:rsid w:val="00153769"/>
    <w:rsid w:val="001537BD"/>
    <w:rsid w:val="00153E57"/>
    <w:rsid w:val="00154A7C"/>
    <w:rsid w:val="00154A81"/>
    <w:rsid w:val="0015504C"/>
    <w:rsid w:val="0015509C"/>
    <w:rsid w:val="001550D3"/>
    <w:rsid w:val="00155449"/>
    <w:rsid w:val="001554D5"/>
    <w:rsid w:val="001556E9"/>
    <w:rsid w:val="00155795"/>
    <w:rsid w:val="00155D86"/>
    <w:rsid w:val="00155F5F"/>
    <w:rsid w:val="001562F0"/>
    <w:rsid w:val="00156793"/>
    <w:rsid w:val="00156ACA"/>
    <w:rsid w:val="00156AFE"/>
    <w:rsid w:val="00156B31"/>
    <w:rsid w:val="00156DBA"/>
    <w:rsid w:val="00157ACB"/>
    <w:rsid w:val="001601AC"/>
    <w:rsid w:val="001603CB"/>
    <w:rsid w:val="001606FA"/>
    <w:rsid w:val="001607B3"/>
    <w:rsid w:val="00160A40"/>
    <w:rsid w:val="00160B8D"/>
    <w:rsid w:val="001614F0"/>
    <w:rsid w:val="001614FD"/>
    <w:rsid w:val="001619A3"/>
    <w:rsid w:val="00161C3A"/>
    <w:rsid w:val="00161C77"/>
    <w:rsid w:val="00161F65"/>
    <w:rsid w:val="00162037"/>
    <w:rsid w:val="001620BE"/>
    <w:rsid w:val="001622B5"/>
    <w:rsid w:val="00162493"/>
    <w:rsid w:val="00162FD8"/>
    <w:rsid w:val="00163233"/>
    <w:rsid w:val="001633E9"/>
    <w:rsid w:val="00163565"/>
    <w:rsid w:val="001636B1"/>
    <w:rsid w:val="00163C22"/>
    <w:rsid w:val="00163D8D"/>
    <w:rsid w:val="00163DA2"/>
    <w:rsid w:val="001641DF"/>
    <w:rsid w:val="00164456"/>
    <w:rsid w:val="001644C7"/>
    <w:rsid w:val="00164513"/>
    <w:rsid w:val="001648F1"/>
    <w:rsid w:val="00164A68"/>
    <w:rsid w:val="00165383"/>
    <w:rsid w:val="00165512"/>
    <w:rsid w:val="001656E4"/>
    <w:rsid w:val="0016575C"/>
    <w:rsid w:val="00165978"/>
    <w:rsid w:val="00165AC5"/>
    <w:rsid w:val="00165DC5"/>
    <w:rsid w:val="00165ED2"/>
    <w:rsid w:val="00165F0E"/>
    <w:rsid w:val="00166395"/>
    <w:rsid w:val="00166807"/>
    <w:rsid w:val="00166B63"/>
    <w:rsid w:val="00166D65"/>
    <w:rsid w:val="00166DAC"/>
    <w:rsid w:val="00166E8F"/>
    <w:rsid w:val="00167454"/>
    <w:rsid w:val="00167709"/>
    <w:rsid w:val="00167AB4"/>
    <w:rsid w:val="00167C47"/>
    <w:rsid w:val="00170024"/>
    <w:rsid w:val="00170C68"/>
    <w:rsid w:val="00170ED7"/>
    <w:rsid w:val="00170F3A"/>
    <w:rsid w:val="00170FAD"/>
    <w:rsid w:val="00170FB4"/>
    <w:rsid w:val="0017176E"/>
    <w:rsid w:val="00171830"/>
    <w:rsid w:val="0017195A"/>
    <w:rsid w:val="00171A31"/>
    <w:rsid w:val="00171AC1"/>
    <w:rsid w:val="00172211"/>
    <w:rsid w:val="001722F4"/>
    <w:rsid w:val="00172781"/>
    <w:rsid w:val="00172A26"/>
    <w:rsid w:val="00172DA8"/>
    <w:rsid w:val="00172E15"/>
    <w:rsid w:val="0017332C"/>
    <w:rsid w:val="00173A4D"/>
    <w:rsid w:val="00173EA2"/>
    <w:rsid w:val="00174204"/>
    <w:rsid w:val="001747FF"/>
    <w:rsid w:val="00174A80"/>
    <w:rsid w:val="00174BA2"/>
    <w:rsid w:val="00174E19"/>
    <w:rsid w:val="00174EBB"/>
    <w:rsid w:val="00174F0E"/>
    <w:rsid w:val="001750FA"/>
    <w:rsid w:val="001751E4"/>
    <w:rsid w:val="001752C6"/>
    <w:rsid w:val="0017567A"/>
    <w:rsid w:val="0017568B"/>
    <w:rsid w:val="001756BC"/>
    <w:rsid w:val="00175967"/>
    <w:rsid w:val="00175B48"/>
    <w:rsid w:val="00175BB2"/>
    <w:rsid w:val="0017615F"/>
    <w:rsid w:val="001761F0"/>
    <w:rsid w:val="001765D4"/>
    <w:rsid w:val="00176BF5"/>
    <w:rsid w:val="0017712E"/>
    <w:rsid w:val="001775C6"/>
    <w:rsid w:val="00177EF7"/>
    <w:rsid w:val="00180046"/>
    <w:rsid w:val="001800CE"/>
    <w:rsid w:val="00180699"/>
    <w:rsid w:val="001808AD"/>
    <w:rsid w:val="00180B4B"/>
    <w:rsid w:val="00181163"/>
    <w:rsid w:val="001811E7"/>
    <w:rsid w:val="00181355"/>
    <w:rsid w:val="0018143B"/>
    <w:rsid w:val="00181473"/>
    <w:rsid w:val="00181689"/>
    <w:rsid w:val="001817D2"/>
    <w:rsid w:val="0018197E"/>
    <w:rsid w:val="00182825"/>
    <w:rsid w:val="00182971"/>
    <w:rsid w:val="0018299B"/>
    <w:rsid w:val="001830CE"/>
    <w:rsid w:val="001831AA"/>
    <w:rsid w:val="00183293"/>
    <w:rsid w:val="00183AC1"/>
    <w:rsid w:val="00183D86"/>
    <w:rsid w:val="00183FA6"/>
    <w:rsid w:val="0018412C"/>
    <w:rsid w:val="0018414E"/>
    <w:rsid w:val="0018429B"/>
    <w:rsid w:val="00184398"/>
    <w:rsid w:val="00184550"/>
    <w:rsid w:val="001846CE"/>
    <w:rsid w:val="001847B6"/>
    <w:rsid w:val="00184A07"/>
    <w:rsid w:val="00184AFB"/>
    <w:rsid w:val="00184B83"/>
    <w:rsid w:val="00184E6E"/>
    <w:rsid w:val="00185564"/>
    <w:rsid w:val="00185697"/>
    <w:rsid w:val="00186085"/>
    <w:rsid w:val="00186299"/>
    <w:rsid w:val="001864AF"/>
    <w:rsid w:val="00186501"/>
    <w:rsid w:val="001866A4"/>
    <w:rsid w:val="00186AA6"/>
    <w:rsid w:val="0018737B"/>
    <w:rsid w:val="00187569"/>
    <w:rsid w:val="00187CE2"/>
    <w:rsid w:val="0019010B"/>
    <w:rsid w:val="00190402"/>
    <w:rsid w:val="00190654"/>
    <w:rsid w:val="0019089B"/>
    <w:rsid w:val="001908F4"/>
    <w:rsid w:val="00190C4A"/>
    <w:rsid w:val="00190E48"/>
    <w:rsid w:val="00190E8D"/>
    <w:rsid w:val="00190E8F"/>
    <w:rsid w:val="0019121E"/>
    <w:rsid w:val="00191AA2"/>
    <w:rsid w:val="00191B2B"/>
    <w:rsid w:val="00191BAD"/>
    <w:rsid w:val="001922ED"/>
    <w:rsid w:val="00192514"/>
    <w:rsid w:val="0019259A"/>
    <w:rsid w:val="00192814"/>
    <w:rsid w:val="0019288B"/>
    <w:rsid w:val="00192B3C"/>
    <w:rsid w:val="00193146"/>
    <w:rsid w:val="00193855"/>
    <w:rsid w:val="00193AA4"/>
    <w:rsid w:val="00193D67"/>
    <w:rsid w:val="00193FD2"/>
    <w:rsid w:val="0019407C"/>
    <w:rsid w:val="0019482C"/>
    <w:rsid w:val="00194A80"/>
    <w:rsid w:val="00194AAE"/>
    <w:rsid w:val="00194B4A"/>
    <w:rsid w:val="00194E31"/>
    <w:rsid w:val="00195250"/>
    <w:rsid w:val="00195642"/>
    <w:rsid w:val="00195B03"/>
    <w:rsid w:val="00195DB7"/>
    <w:rsid w:val="00195E57"/>
    <w:rsid w:val="00196023"/>
    <w:rsid w:val="001960A1"/>
    <w:rsid w:val="001960FC"/>
    <w:rsid w:val="001961E2"/>
    <w:rsid w:val="001962C9"/>
    <w:rsid w:val="0019698D"/>
    <w:rsid w:val="00196A52"/>
    <w:rsid w:val="00196BEE"/>
    <w:rsid w:val="00196C28"/>
    <w:rsid w:val="0019715F"/>
    <w:rsid w:val="0019729E"/>
    <w:rsid w:val="00197346"/>
    <w:rsid w:val="00197479"/>
    <w:rsid w:val="001976CC"/>
    <w:rsid w:val="001979AE"/>
    <w:rsid w:val="00197C28"/>
    <w:rsid w:val="00197E61"/>
    <w:rsid w:val="001A0363"/>
    <w:rsid w:val="001A09E0"/>
    <w:rsid w:val="001A0CA6"/>
    <w:rsid w:val="001A0EBE"/>
    <w:rsid w:val="001A0EC0"/>
    <w:rsid w:val="001A132C"/>
    <w:rsid w:val="001A14AB"/>
    <w:rsid w:val="001A17A3"/>
    <w:rsid w:val="001A189F"/>
    <w:rsid w:val="001A1A9F"/>
    <w:rsid w:val="001A206F"/>
    <w:rsid w:val="001A22DE"/>
    <w:rsid w:val="001A2371"/>
    <w:rsid w:val="001A25FA"/>
    <w:rsid w:val="001A2910"/>
    <w:rsid w:val="001A2BE1"/>
    <w:rsid w:val="001A2CE8"/>
    <w:rsid w:val="001A301E"/>
    <w:rsid w:val="001A345E"/>
    <w:rsid w:val="001A3D24"/>
    <w:rsid w:val="001A3F44"/>
    <w:rsid w:val="001A4860"/>
    <w:rsid w:val="001A4911"/>
    <w:rsid w:val="001A493D"/>
    <w:rsid w:val="001A51A2"/>
    <w:rsid w:val="001A5839"/>
    <w:rsid w:val="001A58D5"/>
    <w:rsid w:val="001A61F1"/>
    <w:rsid w:val="001A64B0"/>
    <w:rsid w:val="001A67C6"/>
    <w:rsid w:val="001A67FB"/>
    <w:rsid w:val="001A6B3B"/>
    <w:rsid w:val="001A6BA7"/>
    <w:rsid w:val="001A6CEE"/>
    <w:rsid w:val="001A6EE5"/>
    <w:rsid w:val="001A7287"/>
    <w:rsid w:val="001A72BE"/>
    <w:rsid w:val="001A7363"/>
    <w:rsid w:val="001A7372"/>
    <w:rsid w:val="001A74EF"/>
    <w:rsid w:val="001A7C72"/>
    <w:rsid w:val="001B00DF"/>
    <w:rsid w:val="001B0517"/>
    <w:rsid w:val="001B0D25"/>
    <w:rsid w:val="001B1101"/>
    <w:rsid w:val="001B1952"/>
    <w:rsid w:val="001B1A63"/>
    <w:rsid w:val="001B1AEC"/>
    <w:rsid w:val="001B1B63"/>
    <w:rsid w:val="001B1D4D"/>
    <w:rsid w:val="001B1F0D"/>
    <w:rsid w:val="001B24D2"/>
    <w:rsid w:val="001B25C5"/>
    <w:rsid w:val="001B297D"/>
    <w:rsid w:val="001B29C7"/>
    <w:rsid w:val="001B2C31"/>
    <w:rsid w:val="001B2CF7"/>
    <w:rsid w:val="001B3150"/>
    <w:rsid w:val="001B39B9"/>
    <w:rsid w:val="001B437E"/>
    <w:rsid w:val="001B43B1"/>
    <w:rsid w:val="001B472F"/>
    <w:rsid w:val="001B4957"/>
    <w:rsid w:val="001B4D2B"/>
    <w:rsid w:val="001B4F71"/>
    <w:rsid w:val="001B5226"/>
    <w:rsid w:val="001B527C"/>
    <w:rsid w:val="001B52D6"/>
    <w:rsid w:val="001B595C"/>
    <w:rsid w:val="001B6067"/>
    <w:rsid w:val="001B6212"/>
    <w:rsid w:val="001B6607"/>
    <w:rsid w:val="001B6AB3"/>
    <w:rsid w:val="001B6AC7"/>
    <w:rsid w:val="001B75A5"/>
    <w:rsid w:val="001B77F6"/>
    <w:rsid w:val="001B7BD9"/>
    <w:rsid w:val="001B7E19"/>
    <w:rsid w:val="001B7E78"/>
    <w:rsid w:val="001B7F74"/>
    <w:rsid w:val="001B7F9B"/>
    <w:rsid w:val="001C00CE"/>
    <w:rsid w:val="001C097F"/>
    <w:rsid w:val="001C0DBF"/>
    <w:rsid w:val="001C173E"/>
    <w:rsid w:val="001C1743"/>
    <w:rsid w:val="001C1C9E"/>
    <w:rsid w:val="001C1EBA"/>
    <w:rsid w:val="001C1EDA"/>
    <w:rsid w:val="001C201D"/>
    <w:rsid w:val="001C24BA"/>
    <w:rsid w:val="001C2B11"/>
    <w:rsid w:val="001C2D29"/>
    <w:rsid w:val="001C2F08"/>
    <w:rsid w:val="001C3321"/>
    <w:rsid w:val="001C3384"/>
    <w:rsid w:val="001C33D2"/>
    <w:rsid w:val="001C34E7"/>
    <w:rsid w:val="001C3B79"/>
    <w:rsid w:val="001C3F1B"/>
    <w:rsid w:val="001C4615"/>
    <w:rsid w:val="001C4A95"/>
    <w:rsid w:val="001C4CE9"/>
    <w:rsid w:val="001C517F"/>
    <w:rsid w:val="001C5C6A"/>
    <w:rsid w:val="001C63B2"/>
    <w:rsid w:val="001C6479"/>
    <w:rsid w:val="001C6960"/>
    <w:rsid w:val="001C6D73"/>
    <w:rsid w:val="001C74BA"/>
    <w:rsid w:val="001C7654"/>
    <w:rsid w:val="001D018C"/>
    <w:rsid w:val="001D023D"/>
    <w:rsid w:val="001D0399"/>
    <w:rsid w:val="001D040F"/>
    <w:rsid w:val="001D04E6"/>
    <w:rsid w:val="001D0C29"/>
    <w:rsid w:val="001D0CD1"/>
    <w:rsid w:val="001D0E7A"/>
    <w:rsid w:val="001D0F37"/>
    <w:rsid w:val="001D1216"/>
    <w:rsid w:val="001D19C6"/>
    <w:rsid w:val="001D1C2C"/>
    <w:rsid w:val="001D1CC0"/>
    <w:rsid w:val="001D1EB2"/>
    <w:rsid w:val="001D24E9"/>
    <w:rsid w:val="001D282D"/>
    <w:rsid w:val="001D2962"/>
    <w:rsid w:val="001D2C5C"/>
    <w:rsid w:val="001D2E4F"/>
    <w:rsid w:val="001D2F27"/>
    <w:rsid w:val="001D3F54"/>
    <w:rsid w:val="001D4232"/>
    <w:rsid w:val="001D439C"/>
    <w:rsid w:val="001D53AF"/>
    <w:rsid w:val="001D5540"/>
    <w:rsid w:val="001D5681"/>
    <w:rsid w:val="001D5821"/>
    <w:rsid w:val="001D5930"/>
    <w:rsid w:val="001D598B"/>
    <w:rsid w:val="001D5BAC"/>
    <w:rsid w:val="001D5CD2"/>
    <w:rsid w:val="001D5DFF"/>
    <w:rsid w:val="001D60D5"/>
    <w:rsid w:val="001D63F5"/>
    <w:rsid w:val="001D64CD"/>
    <w:rsid w:val="001D65AF"/>
    <w:rsid w:val="001D69F9"/>
    <w:rsid w:val="001D6A81"/>
    <w:rsid w:val="001D6C58"/>
    <w:rsid w:val="001D6CF6"/>
    <w:rsid w:val="001D7061"/>
    <w:rsid w:val="001D7B7C"/>
    <w:rsid w:val="001D7BE6"/>
    <w:rsid w:val="001D7EAF"/>
    <w:rsid w:val="001D7FEC"/>
    <w:rsid w:val="001E00FE"/>
    <w:rsid w:val="001E072C"/>
    <w:rsid w:val="001E11A6"/>
    <w:rsid w:val="001E1223"/>
    <w:rsid w:val="001E125F"/>
    <w:rsid w:val="001E1376"/>
    <w:rsid w:val="001E14BD"/>
    <w:rsid w:val="001E1885"/>
    <w:rsid w:val="001E1DE3"/>
    <w:rsid w:val="001E1E99"/>
    <w:rsid w:val="001E1F5B"/>
    <w:rsid w:val="001E2B7B"/>
    <w:rsid w:val="001E35D8"/>
    <w:rsid w:val="001E3BC3"/>
    <w:rsid w:val="001E3C38"/>
    <w:rsid w:val="001E410B"/>
    <w:rsid w:val="001E45CD"/>
    <w:rsid w:val="001E494C"/>
    <w:rsid w:val="001E503A"/>
    <w:rsid w:val="001E52D1"/>
    <w:rsid w:val="001E5534"/>
    <w:rsid w:val="001E5E70"/>
    <w:rsid w:val="001E5E90"/>
    <w:rsid w:val="001E636E"/>
    <w:rsid w:val="001E6476"/>
    <w:rsid w:val="001E69A3"/>
    <w:rsid w:val="001E73C4"/>
    <w:rsid w:val="001E760A"/>
    <w:rsid w:val="001F0511"/>
    <w:rsid w:val="001F05E7"/>
    <w:rsid w:val="001F0D90"/>
    <w:rsid w:val="001F13CF"/>
    <w:rsid w:val="001F13D3"/>
    <w:rsid w:val="001F14ED"/>
    <w:rsid w:val="001F18ED"/>
    <w:rsid w:val="001F1BF8"/>
    <w:rsid w:val="001F1E6B"/>
    <w:rsid w:val="001F2196"/>
    <w:rsid w:val="001F2AD5"/>
    <w:rsid w:val="001F2BDB"/>
    <w:rsid w:val="001F2C21"/>
    <w:rsid w:val="001F2FDF"/>
    <w:rsid w:val="001F3074"/>
    <w:rsid w:val="001F355E"/>
    <w:rsid w:val="001F37AB"/>
    <w:rsid w:val="001F3853"/>
    <w:rsid w:val="001F3918"/>
    <w:rsid w:val="001F39D9"/>
    <w:rsid w:val="001F3ADB"/>
    <w:rsid w:val="001F3B17"/>
    <w:rsid w:val="001F3B3E"/>
    <w:rsid w:val="001F3C79"/>
    <w:rsid w:val="001F3E78"/>
    <w:rsid w:val="001F3F69"/>
    <w:rsid w:val="001F4E74"/>
    <w:rsid w:val="001F509B"/>
    <w:rsid w:val="001F5771"/>
    <w:rsid w:val="001F59B9"/>
    <w:rsid w:val="001F5BF3"/>
    <w:rsid w:val="001F5E40"/>
    <w:rsid w:val="001F5EB2"/>
    <w:rsid w:val="001F6018"/>
    <w:rsid w:val="001F6148"/>
    <w:rsid w:val="001F6188"/>
    <w:rsid w:val="001F6339"/>
    <w:rsid w:val="001F6859"/>
    <w:rsid w:val="001F6B47"/>
    <w:rsid w:val="001F6DAF"/>
    <w:rsid w:val="001F6FDC"/>
    <w:rsid w:val="001F7CCA"/>
    <w:rsid w:val="001F7F0E"/>
    <w:rsid w:val="0020001C"/>
    <w:rsid w:val="0020007E"/>
    <w:rsid w:val="00200314"/>
    <w:rsid w:val="002007E2"/>
    <w:rsid w:val="00201104"/>
    <w:rsid w:val="002017A2"/>
    <w:rsid w:val="0020194B"/>
    <w:rsid w:val="00201AB8"/>
    <w:rsid w:val="00201C8B"/>
    <w:rsid w:val="00201F3A"/>
    <w:rsid w:val="00201FEB"/>
    <w:rsid w:val="0020217D"/>
    <w:rsid w:val="002024F0"/>
    <w:rsid w:val="0020265C"/>
    <w:rsid w:val="002029E9"/>
    <w:rsid w:val="00202E57"/>
    <w:rsid w:val="00202FE4"/>
    <w:rsid w:val="00203AD6"/>
    <w:rsid w:val="00203F0D"/>
    <w:rsid w:val="00204003"/>
    <w:rsid w:val="0020429D"/>
    <w:rsid w:val="0020430F"/>
    <w:rsid w:val="002045FB"/>
    <w:rsid w:val="002047D4"/>
    <w:rsid w:val="00204A32"/>
    <w:rsid w:val="00204C72"/>
    <w:rsid w:val="00204D61"/>
    <w:rsid w:val="00204F4D"/>
    <w:rsid w:val="0020639F"/>
    <w:rsid w:val="00206584"/>
    <w:rsid w:val="00206625"/>
    <w:rsid w:val="002066E4"/>
    <w:rsid w:val="002067EC"/>
    <w:rsid w:val="0020742F"/>
    <w:rsid w:val="00207459"/>
    <w:rsid w:val="002076D3"/>
    <w:rsid w:val="00207E38"/>
    <w:rsid w:val="00207FAB"/>
    <w:rsid w:val="00210072"/>
    <w:rsid w:val="002100E9"/>
    <w:rsid w:val="0021047C"/>
    <w:rsid w:val="00210871"/>
    <w:rsid w:val="00210B45"/>
    <w:rsid w:val="00210D6F"/>
    <w:rsid w:val="00210F02"/>
    <w:rsid w:val="00211204"/>
    <w:rsid w:val="00211510"/>
    <w:rsid w:val="00211572"/>
    <w:rsid w:val="00211645"/>
    <w:rsid w:val="00211B5D"/>
    <w:rsid w:val="00211C85"/>
    <w:rsid w:val="00211D33"/>
    <w:rsid w:val="00211D90"/>
    <w:rsid w:val="00212126"/>
    <w:rsid w:val="0021228B"/>
    <w:rsid w:val="00212A41"/>
    <w:rsid w:val="00212B37"/>
    <w:rsid w:val="00212B4A"/>
    <w:rsid w:val="00213256"/>
    <w:rsid w:val="002132FB"/>
    <w:rsid w:val="0021359D"/>
    <w:rsid w:val="00213CF4"/>
    <w:rsid w:val="0021452F"/>
    <w:rsid w:val="00214643"/>
    <w:rsid w:val="0021467E"/>
    <w:rsid w:val="00214747"/>
    <w:rsid w:val="00214FBD"/>
    <w:rsid w:val="00215174"/>
    <w:rsid w:val="00215F5C"/>
    <w:rsid w:val="002160BC"/>
    <w:rsid w:val="002162CF"/>
    <w:rsid w:val="00216376"/>
    <w:rsid w:val="0021646D"/>
    <w:rsid w:val="0021657D"/>
    <w:rsid w:val="0021662D"/>
    <w:rsid w:val="002167F9"/>
    <w:rsid w:val="00216E69"/>
    <w:rsid w:val="00217969"/>
    <w:rsid w:val="00217E97"/>
    <w:rsid w:val="00217EB3"/>
    <w:rsid w:val="002209F4"/>
    <w:rsid w:val="00220BEE"/>
    <w:rsid w:val="00220DA6"/>
    <w:rsid w:val="00221099"/>
    <w:rsid w:val="002216B2"/>
    <w:rsid w:val="00222237"/>
    <w:rsid w:val="0022254C"/>
    <w:rsid w:val="002228E7"/>
    <w:rsid w:val="00222A79"/>
    <w:rsid w:val="00222CC2"/>
    <w:rsid w:val="002231AE"/>
    <w:rsid w:val="002232A0"/>
    <w:rsid w:val="00223406"/>
    <w:rsid w:val="00223540"/>
    <w:rsid w:val="002236D5"/>
    <w:rsid w:val="00223C10"/>
    <w:rsid w:val="002240C1"/>
    <w:rsid w:val="0022419F"/>
    <w:rsid w:val="00224971"/>
    <w:rsid w:val="00224AC4"/>
    <w:rsid w:val="00224DBB"/>
    <w:rsid w:val="00225023"/>
    <w:rsid w:val="002251CA"/>
    <w:rsid w:val="00225345"/>
    <w:rsid w:val="00225559"/>
    <w:rsid w:val="00225AA9"/>
    <w:rsid w:val="00225C25"/>
    <w:rsid w:val="002260C1"/>
    <w:rsid w:val="00226482"/>
    <w:rsid w:val="00226722"/>
    <w:rsid w:val="00226779"/>
    <w:rsid w:val="002267D5"/>
    <w:rsid w:val="00226D4C"/>
    <w:rsid w:val="00226F87"/>
    <w:rsid w:val="00227047"/>
    <w:rsid w:val="00227284"/>
    <w:rsid w:val="00227684"/>
    <w:rsid w:val="00227C31"/>
    <w:rsid w:val="00227DED"/>
    <w:rsid w:val="002302E9"/>
    <w:rsid w:val="0023083F"/>
    <w:rsid w:val="00230E93"/>
    <w:rsid w:val="00230FDC"/>
    <w:rsid w:val="0023117B"/>
    <w:rsid w:val="00231193"/>
    <w:rsid w:val="0023133A"/>
    <w:rsid w:val="002314E6"/>
    <w:rsid w:val="002314E9"/>
    <w:rsid w:val="00231754"/>
    <w:rsid w:val="0023178A"/>
    <w:rsid w:val="0023198F"/>
    <w:rsid w:val="00231DDA"/>
    <w:rsid w:val="0023258A"/>
    <w:rsid w:val="00232684"/>
    <w:rsid w:val="002328C9"/>
    <w:rsid w:val="00232D00"/>
    <w:rsid w:val="00232D98"/>
    <w:rsid w:val="00232D9E"/>
    <w:rsid w:val="00233093"/>
    <w:rsid w:val="002333FB"/>
    <w:rsid w:val="00233B52"/>
    <w:rsid w:val="00233C79"/>
    <w:rsid w:val="002340B6"/>
    <w:rsid w:val="0023434F"/>
    <w:rsid w:val="00234524"/>
    <w:rsid w:val="0023469D"/>
    <w:rsid w:val="00234A94"/>
    <w:rsid w:val="00234C39"/>
    <w:rsid w:val="00235057"/>
    <w:rsid w:val="00235152"/>
    <w:rsid w:val="00235540"/>
    <w:rsid w:val="0023557E"/>
    <w:rsid w:val="00235C95"/>
    <w:rsid w:val="00235E3F"/>
    <w:rsid w:val="00235FAB"/>
    <w:rsid w:val="0023613E"/>
    <w:rsid w:val="0023615E"/>
    <w:rsid w:val="00236EBA"/>
    <w:rsid w:val="00237110"/>
    <w:rsid w:val="0023719C"/>
    <w:rsid w:val="002371E6"/>
    <w:rsid w:val="00237495"/>
    <w:rsid w:val="00240083"/>
    <w:rsid w:val="0024088E"/>
    <w:rsid w:val="00240C46"/>
    <w:rsid w:val="002419FF"/>
    <w:rsid w:val="00241A47"/>
    <w:rsid w:val="00241AAD"/>
    <w:rsid w:val="00241C24"/>
    <w:rsid w:val="00241CC3"/>
    <w:rsid w:val="00241D12"/>
    <w:rsid w:val="00242A53"/>
    <w:rsid w:val="00242C3F"/>
    <w:rsid w:val="00242C82"/>
    <w:rsid w:val="00243354"/>
    <w:rsid w:val="00243441"/>
    <w:rsid w:val="002437B6"/>
    <w:rsid w:val="00243B0B"/>
    <w:rsid w:val="00243E68"/>
    <w:rsid w:val="00244029"/>
    <w:rsid w:val="002440C5"/>
    <w:rsid w:val="0024483E"/>
    <w:rsid w:val="00244E91"/>
    <w:rsid w:val="00245B88"/>
    <w:rsid w:val="00245DAC"/>
    <w:rsid w:val="00246081"/>
    <w:rsid w:val="002462DE"/>
    <w:rsid w:val="002465C6"/>
    <w:rsid w:val="002465C7"/>
    <w:rsid w:val="00246A0C"/>
    <w:rsid w:val="00246C87"/>
    <w:rsid w:val="00246E49"/>
    <w:rsid w:val="0024734F"/>
    <w:rsid w:val="00247959"/>
    <w:rsid w:val="00247BE9"/>
    <w:rsid w:val="00247C8E"/>
    <w:rsid w:val="00247D58"/>
    <w:rsid w:val="00247E5F"/>
    <w:rsid w:val="002500BF"/>
    <w:rsid w:val="00250556"/>
    <w:rsid w:val="00250561"/>
    <w:rsid w:val="0025078B"/>
    <w:rsid w:val="00250866"/>
    <w:rsid w:val="00250D1C"/>
    <w:rsid w:val="00251446"/>
    <w:rsid w:val="00251645"/>
    <w:rsid w:val="00251885"/>
    <w:rsid w:val="0025188D"/>
    <w:rsid w:val="002521DA"/>
    <w:rsid w:val="002521EB"/>
    <w:rsid w:val="002526DA"/>
    <w:rsid w:val="00252B81"/>
    <w:rsid w:val="00252DE0"/>
    <w:rsid w:val="002532CD"/>
    <w:rsid w:val="00253C60"/>
    <w:rsid w:val="00253EE1"/>
    <w:rsid w:val="0025463E"/>
    <w:rsid w:val="00254DF7"/>
    <w:rsid w:val="00254FAC"/>
    <w:rsid w:val="002558EA"/>
    <w:rsid w:val="00255FC8"/>
    <w:rsid w:val="0025611B"/>
    <w:rsid w:val="002563C2"/>
    <w:rsid w:val="00256551"/>
    <w:rsid w:val="00256683"/>
    <w:rsid w:val="00256868"/>
    <w:rsid w:val="002568E5"/>
    <w:rsid w:val="002568F9"/>
    <w:rsid w:val="002569EA"/>
    <w:rsid w:val="00256D44"/>
    <w:rsid w:val="00257575"/>
    <w:rsid w:val="00257584"/>
    <w:rsid w:val="00257957"/>
    <w:rsid w:val="00257B99"/>
    <w:rsid w:val="00257DF4"/>
    <w:rsid w:val="00257FC6"/>
    <w:rsid w:val="002601D7"/>
    <w:rsid w:val="002604CF"/>
    <w:rsid w:val="00260603"/>
    <w:rsid w:val="00260BE0"/>
    <w:rsid w:val="0026118D"/>
    <w:rsid w:val="00261261"/>
    <w:rsid w:val="00261997"/>
    <w:rsid w:val="00262246"/>
    <w:rsid w:val="0026249A"/>
    <w:rsid w:val="002624E6"/>
    <w:rsid w:val="00262E28"/>
    <w:rsid w:val="00262FFC"/>
    <w:rsid w:val="0026312A"/>
    <w:rsid w:val="002632FF"/>
    <w:rsid w:val="0026349C"/>
    <w:rsid w:val="00263783"/>
    <w:rsid w:val="00263C00"/>
    <w:rsid w:val="00263EC1"/>
    <w:rsid w:val="00263FF5"/>
    <w:rsid w:val="002641E9"/>
    <w:rsid w:val="002643C1"/>
    <w:rsid w:val="002643E1"/>
    <w:rsid w:val="002645C0"/>
    <w:rsid w:val="00264BE0"/>
    <w:rsid w:val="00265460"/>
    <w:rsid w:val="00265E09"/>
    <w:rsid w:val="00265F47"/>
    <w:rsid w:val="002665E7"/>
    <w:rsid w:val="002667A4"/>
    <w:rsid w:val="002667B2"/>
    <w:rsid w:val="00266943"/>
    <w:rsid w:val="002669CA"/>
    <w:rsid w:val="00266A19"/>
    <w:rsid w:val="00266A2C"/>
    <w:rsid w:val="00266AF8"/>
    <w:rsid w:val="00266B6D"/>
    <w:rsid w:val="00266E3A"/>
    <w:rsid w:val="00266FF1"/>
    <w:rsid w:val="00267CB7"/>
    <w:rsid w:val="00267E0A"/>
    <w:rsid w:val="0027049B"/>
    <w:rsid w:val="002708C1"/>
    <w:rsid w:val="0027096A"/>
    <w:rsid w:val="00270E67"/>
    <w:rsid w:val="00270F6B"/>
    <w:rsid w:val="00270F8A"/>
    <w:rsid w:val="00271087"/>
    <w:rsid w:val="00271848"/>
    <w:rsid w:val="00271C14"/>
    <w:rsid w:val="00271D18"/>
    <w:rsid w:val="00271FEB"/>
    <w:rsid w:val="002725E8"/>
    <w:rsid w:val="00272728"/>
    <w:rsid w:val="0027288A"/>
    <w:rsid w:val="00272D56"/>
    <w:rsid w:val="002734C1"/>
    <w:rsid w:val="0027354F"/>
    <w:rsid w:val="00273A0C"/>
    <w:rsid w:val="00273FB4"/>
    <w:rsid w:val="00274231"/>
    <w:rsid w:val="00274284"/>
    <w:rsid w:val="0027445D"/>
    <w:rsid w:val="002747A6"/>
    <w:rsid w:val="00274A81"/>
    <w:rsid w:val="00274CE1"/>
    <w:rsid w:val="00275038"/>
    <w:rsid w:val="00275100"/>
    <w:rsid w:val="00275CAA"/>
    <w:rsid w:val="00275FA1"/>
    <w:rsid w:val="00276043"/>
    <w:rsid w:val="002763E1"/>
    <w:rsid w:val="002765A8"/>
    <w:rsid w:val="0027663E"/>
    <w:rsid w:val="002768FD"/>
    <w:rsid w:val="002768FF"/>
    <w:rsid w:val="002769D5"/>
    <w:rsid w:val="00276FF4"/>
    <w:rsid w:val="0027750B"/>
    <w:rsid w:val="00277565"/>
    <w:rsid w:val="002776A5"/>
    <w:rsid w:val="00277818"/>
    <w:rsid w:val="002778DA"/>
    <w:rsid w:val="002779C9"/>
    <w:rsid w:val="00277AC6"/>
    <w:rsid w:val="00277B6A"/>
    <w:rsid w:val="00277FF8"/>
    <w:rsid w:val="00280044"/>
    <w:rsid w:val="002801D2"/>
    <w:rsid w:val="002804F4"/>
    <w:rsid w:val="00280545"/>
    <w:rsid w:val="002806E5"/>
    <w:rsid w:val="00280AE9"/>
    <w:rsid w:val="00280E53"/>
    <w:rsid w:val="00280EE7"/>
    <w:rsid w:val="00280F69"/>
    <w:rsid w:val="00281068"/>
    <w:rsid w:val="00281568"/>
    <w:rsid w:val="002816BB"/>
    <w:rsid w:val="00281BCB"/>
    <w:rsid w:val="00281BD1"/>
    <w:rsid w:val="0028234F"/>
    <w:rsid w:val="00282593"/>
    <w:rsid w:val="002825BB"/>
    <w:rsid w:val="002827C8"/>
    <w:rsid w:val="002828B5"/>
    <w:rsid w:val="0028298C"/>
    <w:rsid w:val="00282A72"/>
    <w:rsid w:val="00282F3B"/>
    <w:rsid w:val="0028304D"/>
    <w:rsid w:val="00283332"/>
    <w:rsid w:val="0028356A"/>
    <w:rsid w:val="002837E1"/>
    <w:rsid w:val="00283D5C"/>
    <w:rsid w:val="00283DD8"/>
    <w:rsid w:val="00284123"/>
    <w:rsid w:val="002845A8"/>
    <w:rsid w:val="002845C1"/>
    <w:rsid w:val="0028463D"/>
    <w:rsid w:val="00284B1E"/>
    <w:rsid w:val="00284B63"/>
    <w:rsid w:val="00285064"/>
    <w:rsid w:val="00285443"/>
    <w:rsid w:val="00285B90"/>
    <w:rsid w:val="00285B99"/>
    <w:rsid w:val="002869B8"/>
    <w:rsid w:val="00286AA0"/>
    <w:rsid w:val="00287418"/>
    <w:rsid w:val="002878C1"/>
    <w:rsid w:val="00287905"/>
    <w:rsid w:val="00287948"/>
    <w:rsid w:val="00287B3A"/>
    <w:rsid w:val="00287D56"/>
    <w:rsid w:val="0029017E"/>
    <w:rsid w:val="0029019F"/>
    <w:rsid w:val="002902FD"/>
    <w:rsid w:val="00290361"/>
    <w:rsid w:val="00290775"/>
    <w:rsid w:val="00290872"/>
    <w:rsid w:val="00290971"/>
    <w:rsid w:val="00290BC8"/>
    <w:rsid w:val="00290CFA"/>
    <w:rsid w:val="00290D92"/>
    <w:rsid w:val="00290DF5"/>
    <w:rsid w:val="00291137"/>
    <w:rsid w:val="002911CB"/>
    <w:rsid w:val="002925AB"/>
    <w:rsid w:val="0029299C"/>
    <w:rsid w:val="00292A83"/>
    <w:rsid w:val="00292B7C"/>
    <w:rsid w:val="00293291"/>
    <w:rsid w:val="00293428"/>
    <w:rsid w:val="002935E2"/>
    <w:rsid w:val="002939B2"/>
    <w:rsid w:val="00293DB2"/>
    <w:rsid w:val="002949C9"/>
    <w:rsid w:val="0029524F"/>
    <w:rsid w:val="0029546E"/>
    <w:rsid w:val="002954F4"/>
    <w:rsid w:val="00295565"/>
    <w:rsid w:val="0029582D"/>
    <w:rsid w:val="002959E0"/>
    <w:rsid w:val="00295A0A"/>
    <w:rsid w:val="00295A85"/>
    <w:rsid w:val="00295D4D"/>
    <w:rsid w:val="00295F95"/>
    <w:rsid w:val="00296565"/>
    <w:rsid w:val="002965B5"/>
    <w:rsid w:val="00296638"/>
    <w:rsid w:val="002969F6"/>
    <w:rsid w:val="00296BA1"/>
    <w:rsid w:val="00296C77"/>
    <w:rsid w:val="0029740F"/>
    <w:rsid w:val="00297560"/>
    <w:rsid w:val="00297891"/>
    <w:rsid w:val="002978A9"/>
    <w:rsid w:val="00297B1B"/>
    <w:rsid w:val="002A0359"/>
    <w:rsid w:val="002A0683"/>
    <w:rsid w:val="002A0B9D"/>
    <w:rsid w:val="002A0C8E"/>
    <w:rsid w:val="002A0DCF"/>
    <w:rsid w:val="002A14AD"/>
    <w:rsid w:val="002A14C7"/>
    <w:rsid w:val="002A16F0"/>
    <w:rsid w:val="002A18C9"/>
    <w:rsid w:val="002A1BC1"/>
    <w:rsid w:val="002A1E90"/>
    <w:rsid w:val="002A1ECD"/>
    <w:rsid w:val="002A212A"/>
    <w:rsid w:val="002A240E"/>
    <w:rsid w:val="002A244C"/>
    <w:rsid w:val="002A2613"/>
    <w:rsid w:val="002A2662"/>
    <w:rsid w:val="002A267B"/>
    <w:rsid w:val="002A2B91"/>
    <w:rsid w:val="002A2E22"/>
    <w:rsid w:val="002A331A"/>
    <w:rsid w:val="002A3626"/>
    <w:rsid w:val="002A37DB"/>
    <w:rsid w:val="002A3AB5"/>
    <w:rsid w:val="002A3BE1"/>
    <w:rsid w:val="002A3BF4"/>
    <w:rsid w:val="002A3E53"/>
    <w:rsid w:val="002A3E99"/>
    <w:rsid w:val="002A4077"/>
    <w:rsid w:val="002A44BB"/>
    <w:rsid w:val="002A44E4"/>
    <w:rsid w:val="002A47A9"/>
    <w:rsid w:val="002A48D7"/>
    <w:rsid w:val="002A4AC3"/>
    <w:rsid w:val="002A56F9"/>
    <w:rsid w:val="002A5E3D"/>
    <w:rsid w:val="002A5F0F"/>
    <w:rsid w:val="002A602C"/>
    <w:rsid w:val="002A606A"/>
    <w:rsid w:val="002A607C"/>
    <w:rsid w:val="002A6273"/>
    <w:rsid w:val="002A64BE"/>
    <w:rsid w:val="002A6CE2"/>
    <w:rsid w:val="002A73A8"/>
    <w:rsid w:val="002A7477"/>
    <w:rsid w:val="002A74BB"/>
    <w:rsid w:val="002A7573"/>
    <w:rsid w:val="002A757B"/>
    <w:rsid w:val="002A77FF"/>
    <w:rsid w:val="002A79A6"/>
    <w:rsid w:val="002A7D8E"/>
    <w:rsid w:val="002B011B"/>
    <w:rsid w:val="002B055B"/>
    <w:rsid w:val="002B05D5"/>
    <w:rsid w:val="002B0E4E"/>
    <w:rsid w:val="002B11A8"/>
    <w:rsid w:val="002B1430"/>
    <w:rsid w:val="002B17D1"/>
    <w:rsid w:val="002B1CD4"/>
    <w:rsid w:val="002B1E24"/>
    <w:rsid w:val="002B1E84"/>
    <w:rsid w:val="002B1F0B"/>
    <w:rsid w:val="002B1F31"/>
    <w:rsid w:val="002B2274"/>
    <w:rsid w:val="002B253B"/>
    <w:rsid w:val="002B2568"/>
    <w:rsid w:val="002B2574"/>
    <w:rsid w:val="002B25C0"/>
    <w:rsid w:val="002B297D"/>
    <w:rsid w:val="002B297F"/>
    <w:rsid w:val="002B2DD6"/>
    <w:rsid w:val="002B2F78"/>
    <w:rsid w:val="002B3121"/>
    <w:rsid w:val="002B3198"/>
    <w:rsid w:val="002B3AD0"/>
    <w:rsid w:val="002B3C35"/>
    <w:rsid w:val="002B3E27"/>
    <w:rsid w:val="002B415C"/>
    <w:rsid w:val="002B4272"/>
    <w:rsid w:val="002B4464"/>
    <w:rsid w:val="002B4743"/>
    <w:rsid w:val="002B47A3"/>
    <w:rsid w:val="002B52D2"/>
    <w:rsid w:val="002B52E9"/>
    <w:rsid w:val="002B5694"/>
    <w:rsid w:val="002B5738"/>
    <w:rsid w:val="002B5A75"/>
    <w:rsid w:val="002B5FAC"/>
    <w:rsid w:val="002B6643"/>
    <w:rsid w:val="002B6712"/>
    <w:rsid w:val="002B683F"/>
    <w:rsid w:val="002B6C19"/>
    <w:rsid w:val="002B6CDB"/>
    <w:rsid w:val="002B73AF"/>
    <w:rsid w:val="002B7410"/>
    <w:rsid w:val="002B75D3"/>
    <w:rsid w:val="002B7EAB"/>
    <w:rsid w:val="002B7FF1"/>
    <w:rsid w:val="002C02D8"/>
    <w:rsid w:val="002C0341"/>
    <w:rsid w:val="002C0408"/>
    <w:rsid w:val="002C066F"/>
    <w:rsid w:val="002C0A69"/>
    <w:rsid w:val="002C0BCD"/>
    <w:rsid w:val="002C0C55"/>
    <w:rsid w:val="002C0D28"/>
    <w:rsid w:val="002C1245"/>
    <w:rsid w:val="002C1B67"/>
    <w:rsid w:val="002C2579"/>
    <w:rsid w:val="002C2870"/>
    <w:rsid w:val="002C29BA"/>
    <w:rsid w:val="002C2C51"/>
    <w:rsid w:val="002C314F"/>
    <w:rsid w:val="002C3477"/>
    <w:rsid w:val="002C38F9"/>
    <w:rsid w:val="002C3E94"/>
    <w:rsid w:val="002C4237"/>
    <w:rsid w:val="002C446B"/>
    <w:rsid w:val="002C44EB"/>
    <w:rsid w:val="002C45B2"/>
    <w:rsid w:val="002C49C5"/>
    <w:rsid w:val="002C4B44"/>
    <w:rsid w:val="002C4CB5"/>
    <w:rsid w:val="002C4F02"/>
    <w:rsid w:val="002C4FF5"/>
    <w:rsid w:val="002C5906"/>
    <w:rsid w:val="002C5A33"/>
    <w:rsid w:val="002C5A9A"/>
    <w:rsid w:val="002C5F26"/>
    <w:rsid w:val="002C631E"/>
    <w:rsid w:val="002C6370"/>
    <w:rsid w:val="002C6389"/>
    <w:rsid w:val="002C69DF"/>
    <w:rsid w:val="002C7282"/>
    <w:rsid w:val="002C76F2"/>
    <w:rsid w:val="002C7765"/>
    <w:rsid w:val="002C7AB1"/>
    <w:rsid w:val="002D0A83"/>
    <w:rsid w:val="002D0AAA"/>
    <w:rsid w:val="002D0C2E"/>
    <w:rsid w:val="002D0F6B"/>
    <w:rsid w:val="002D0F71"/>
    <w:rsid w:val="002D1246"/>
    <w:rsid w:val="002D1331"/>
    <w:rsid w:val="002D13E8"/>
    <w:rsid w:val="002D154F"/>
    <w:rsid w:val="002D16CE"/>
    <w:rsid w:val="002D1E46"/>
    <w:rsid w:val="002D2164"/>
    <w:rsid w:val="002D2627"/>
    <w:rsid w:val="002D271B"/>
    <w:rsid w:val="002D28F3"/>
    <w:rsid w:val="002D2BB2"/>
    <w:rsid w:val="002D2BCA"/>
    <w:rsid w:val="002D2CC6"/>
    <w:rsid w:val="002D2E97"/>
    <w:rsid w:val="002D3359"/>
    <w:rsid w:val="002D34F0"/>
    <w:rsid w:val="002D3576"/>
    <w:rsid w:val="002D3A12"/>
    <w:rsid w:val="002D3F26"/>
    <w:rsid w:val="002D45FB"/>
    <w:rsid w:val="002D4876"/>
    <w:rsid w:val="002D4BC8"/>
    <w:rsid w:val="002D4E0F"/>
    <w:rsid w:val="002D4FE8"/>
    <w:rsid w:val="002D5090"/>
    <w:rsid w:val="002D5093"/>
    <w:rsid w:val="002D5462"/>
    <w:rsid w:val="002D558F"/>
    <w:rsid w:val="002D5BEA"/>
    <w:rsid w:val="002D5C8C"/>
    <w:rsid w:val="002D6160"/>
    <w:rsid w:val="002D6459"/>
    <w:rsid w:val="002D6926"/>
    <w:rsid w:val="002D69CB"/>
    <w:rsid w:val="002D6A0F"/>
    <w:rsid w:val="002D6D0A"/>
    <w:rsid w:val="002D70AB"/>
    <w:rsid w:val="002D70EE"/>
    <w:rsid w:val="002D7525"/>
    <w:rsid w:val="002D75A2"/>
    <w:rsid w:val="002D7749"/>
    <w:rsid w:val="002D7A75"/>
    <w:rsid w:val="002D7A9A"/>
    <w:rsid w:val="002D7D47"/>
    <w:rsid w:val="002D7F53"/>
    <w:rsid w:val="002E0072"/>
    <w:rsid w:val="002E090D"/>
    <w:rsid w:val="002E0952"/>
    <w:rsid w:val="002E0D30"/>
    <w:rsid w:val="002E10A4"/>
    <w:rsid w:val="002E1957"/>
    <w:rsid w:val="002E201F"/>
    <w:rsid w:val="002E23C0"/>
    <w:rsid w:val="002E2BB8"/>
    <w:rsid w:val="002E3023"/>
    <w:rsid w:val="002E388A"/>
    <w:rsid w:val="002E3A5B"/>
    <w:rsid w:val="002E3ADD"/>
    <w:rsid w:val="002E3CBC"/>
    <w:rsid w:val="002E42D9"/>
    <w:rsid w:val="002E4414"/>
    <w:rsid w:val="002E459F"/>
    <w:rsid w:val="002E49AD"/>
    <w:rsid w:val="002E4D15"/>
    <w:rsid w:val="002E4F56"/>
    <w:rsid w:val="002E542E"/>
    <w:rsid w:val="002E563F"/>
    <w:rsid w:val="002E579F"/>
    <w:rsid w:val="002E59F1"/>
    <w:rsid w:val="002E5DAB"/>
    <w:rsid w:val="002E613E"/>
    <w:rsid w:val="002E6741"/>
    <w:rsid w:val="002E68EF"/>
    <w:rsid w:val="002E7008"/>
    <w:rsid w:val="002E7243"/>
    <w:rsid w:val="002E761A"/>
    <w:rsid w:val="002E765E"/>
    <w:rsid w:val="002E7906"/>
    <w:rsid w:val="002E79F3"/>
    <w:rsid w:val="002E7DC0"/>
    <w:rsid w:val="002F03AA"/>
    <w:rsid w:val="002F0505"/>
    <w:rsid w:val="002F0757"/>
    <w:rsid w:val="002F0822"/>
    <w:rsid w:val="002F09A7"/>
    <w:rsid w:val="002F0B01"/>
    <w:rsid w:val="002F1247"/>
    <w:rsid w:val="002F16C4"/>
    <w:rsid w:val="002F1762"/>
    <w:rsid w:val="002F17F3"/>
    <w:rsid w:val="002F18B5"/>
    <w:rsid w:val="002F1B4D"/>
    <w:rsid w:val="002F1BE8"/>
    <w:rsid w:val="002F1D30"/>
    <w:rsid w:val="002F292E"/>
    <w:rsid w:val="002F2D5D"/>
    <w:rsid w:val="002F30A4"/>
    <w:rsid w:val="002F3CF6"/>
    <w:rsid w:val="002F3F2F"/>
    <w:rsid w:val="002F4219"/>
    <w:rsid w:val="002F4D57"/>
    <w:rsid w:val="002F5140"/>
    <w:rsid w:val="002F5485"/>
    <w:rsid w:val="002F5701"/>
    <w:rsid w:val="002F5726"/>
    <w:rsid w:val="002F5A09"/>
    <w:rsid w:val="002F5A1F"/>
    <w:rsid w:val="002F5BE2"/>
    <w:rsid w:val="002F5F22"/>
    <w:rsid w:val="002F606E"/>
    <w:rsid w:val="002F60CB"/>
    <w:rsid w:val="002F634D"/>
    <w:rsid w:val="002F63B3"/>
    <w:rsid w:val="002F6797"/>
    <w:rsid w:val="002F6910"/>
    <w:rsid w:val="002F692D"/>
    <w:rsid w:val="002F699F"/>
    <w:rsid w:val="002F6ABC"/>
    <w:rsid w:val="002F6BE7"/>
    <w:rsid w:val="002F6FCC"/>
    <w:rsid w:val="002F70D1"/>
    <w:rsid w:val="002F70E9"/>
    <w:rsid w:val="002F729F"/>
    <w:rsid w:val="002F72C1"/>
    <w:rsid w:val="002F72EB"/>
    <w:rsid w:val="002F7383"/>
    <w:rsid w:val="00300046"/>
    <w:rsid w:val="00300229"/>
    <w:rsid w:val="003003A4"/>
    <w:rsid w:val="00300692"/>
    <w:rsid w:val="003007C3"/>
    <w:rsid w:val="00300AD3"/>
    <w:rsid w:val="003011A8"/>
    <w:rsid w:val="00301569"/>
    <w:rsid w:val="00301636"/>
    <w:rsid w:val="00301663"/>
    <w:rsid w:val="003016BB"/>
    <w:rsid w:val="003016CF"/>
    <w:rsid w:val="00301A84"/>
    <w:rsid w:val="00302317"/>
    <w:rsid w:val="00302911"/>
    <w:rsid w:val="00302B01"/>
    <w:rsid w:val="00303372"/>
    <w:rsid w:val="0030363D"/>
    <w:rsid w:val="003038B8"/>
    <w:rsid w:val="00304024"/>
    <w:rsid w:val="00304493"/>
    <w:rsid w:val="00304AA9"/>
    <w:rsid w:val="00304B3F"/>
    <w:rsid w:val="0030553F"/>
    <w:rsid w:val="00305834"/>
    <w:rsid w:val="00305849"/>
    <w:rsid w:val="00305992"/>
    <w:rsid w:val="00306312"/>
    <w:rsid w:val="00306415"/>
    <w:rsid w:val="00306590"/>
    <w:rsid w:val="003066D8"/>
    <w:rsid w:val="0030714B"/>
    <w:rsid w:val="0030715E"/>
    <w:rsid w:val="003074EF"/>
    <w:rsid w:val="0030787F"/>
    <w:rsid w:val="00307892"/>
    <w:rsid w:val="00307CD9"/>
    <w:rsid w:val="00307D46"/>
    <w:rsid w:val="003105C4"/>
    <w:rsid w:val="00310725"/>
    <w:rsid w:val="00310C11"/>
    <w:rsid w:val="0031103F"/>
    <w:rsid w:val="00311902"/>
    <w:rsid w:val="00311D95"/>
    <w:rsid w:val="00311E1B"/>
    <w:rsid w:val="00311E29"/>
    <w:rsid w:val="00311E33"/>
    <w:rsid w:val="00311FDE"/>
    <w:rsid w:val="0031289F"/>
    <w:rsid w:val="0031299A"/>
    <w:rsid w:val="00312A16"/>
    <w:rsid w:val="00312C6E"/>
    <w:rsid w:val="00312CC3"/>
    <w:rsid w:val="00313392"/>
    <w:rsid w:val="003135E6"/>
    <w:rsid w:val="00313E9F"/>
    <w:rsid w:val="00314152"/>
    <w:rsid w:val="00314289"/>
    <w:rsid w:val="003143C2"/>
    <w:rsid w:val="00314413"/>
    <w:rsid w:val="0031502B"/>
    <w:rsid w:val="00315386"/>
    <w:rsid w:val="003158AA"/>
    <w:rsid w:val="003162B5"/>
    <w:rsid w:val="00316677"/>
    <w:rsid w:val="00316B05"/>
    <w:rsid w:val="00316BFA"/>
    <w:rsid w:val="00316C5A"/>
    <w:rsid w:val="003172DF"/>
    <w:rsid w:val="0031769E"/>
    <w:rsid w:val="00317B74"/>
    <w:rsid w:val="00317D6B"/>
    <w:rsid w:val="00317E3B"/>
    <w:rsid w:val="00320712"/>
    <w:rsid w:val="00320B04"/>
    <w:rsid w:val="0032118A"/>
    <w:rsid w:val="00321734"/>
    <w:rsid w:val="003217D8"/>
    <w:rsid w:val="003218B7"/>
    <w:rsid w:val="00321D26"/>
    <w:rsid w:val="00321DCC"/>
    <w:rsid w:val="00322528"/>
    <w:rsid w:val="00322B34"/>
    <w:rsid w:val="00322F08"/>
    <w:rsid w:val="00323093"/>
    <w:rsid w:val="0032354E"/>
    <w:rsid w:val="00323689"/>
    <w:rsid w:val="003237D4"/>
    <w:rsid w:val="00323834"/>
    <w:rsid w:val="00324248"/>
    <w:rsid w:val="00324280"/>
    <w:rsid w:val="003248D4"/>
    <w:rsid w:val="00324A29"/>
    <w:rsid w:val="00324B00"/>
    <w:rsid w:val="00325107"/>
    <w:rsid w:val="00325623"/>
    <w:rsid w:val="00325B7F"/>
    <w:rsid w:val="00325BBA"/>
    <w:rsid w:val="00326005"/>
    <w:rsid w:val="003260C1"/>
    <w:rsid w:val="00326918"/>
    <w:rsid w:val="0032693E"/>
    <w:rsid w:val="003273D1"/>
    <w:rsid w:val="0032780C"/>
    <w:rsid w:val="003278D2"/>
    <w:rsid w:val="003302F7"/>
    <w:rsid w:val="00330418"/>
    <w:rsid w:val="00330E1B"/>
    <w:rsid w:val="00330ED2"/>
    <w:rsid w:val="003312CB"/>
    <w:rsid w:val="0033177E"/>
    <w:rsid w:val="003318A4"/>
    <w:rsid w:val="00331960"/>
    <w:rsid w:val="00331EED"/>
    <w:rsid w:val="0033239B"/>
    <w:rsid w:val="00332599"/>
    <w:rsid w:val="00332B8F"/>
    <w:rsid w:val="00332BD0"/>
    <w:rsid w:val="00332E31"/>
    <w:rsid w:val="0033337C"/>
    <w:rsid w:val="003339A2"/>
    <w:rsid w:val="00333C92"/>
    <w:rsid w:val="00333CD6"/>
    <w:rsid w:val="00333EA1"/>
    <w:rsid w:val="003341ED"/>
    <w:rsid w:val="00334440"/>
    <w:rsid w:val="0033464F"/>
    <w:rsid w:val="00334B41"/>
    <w:rsid w:val="00334CE6"/>
    <w:rsid w:val="00334EFF"/>
    <w:rsid w:val="003353E4"/>
    <w:rsid w:val="003355E3"/>
    <w:rsid w:val="003357B5"/>
    <w:rsid w:val="00335BA0"/>
    <w:rsid w:val="00335BAE"/>
    <w:rsid w:val="00335C58"/>
    <w:rsid w:val="00335C6C"/>
    <w:rsid w:val="00335CE6"/>
    <w:rsid w:val="0033610E"/>
    <w:rsid w:val="003361A3"/>
    <w:rsid w:val="003364BC"/>
    <w:rsid w:val="00336525"/>
    <w:rsid w:val="00336619"/>
    <w:rsid w:val="0033666E"/>
    <w:rsid w:val="003367E8"/>
    <w:rsid w:val="00336853"/>
    <w:rsid w:val="003379E5"/>
    <w:rsid w:val="00337DDA"/>
    <w:rsid w:val="00337F3C"/>
    <w:rsid w:val="0034022A"/>
    <w:rsid w:val="00340366"/>
    <w:rsid w:val="003404C4"/>
    <w:rsid w:val="003407FC"/>
    <w:rsid w:val="00340823"/>
    <w:rsid w:val="00340E9A"/>
    <w:rsid w:val="00341194"/>
    <w:rsid w:val="0034119C"/>
    <w:rsid w:val="00341B06"/>
    <w:rsid w:val="00341B17"/>
    <w:rsid w:val="00341F7C"/>
    <w:rsid w:val="00342247"/>
    <w:rsid w:val="00342D06"/>
    <w:rsid w:val="00342D0E"/>
    <w:rsid w:val="00342F30"/>
    <w:rsid w:val="00342FCC"/>
    <w:rsid w:val="00343036"/>
    <w:rsid w:val="003430D4"/>
    <w:rsid w:val="0034338E"/>
    <w:rsid w:val="003435D7"/>
    <w:rsid w:val="00343895"/>
    <w:rsid w:val="00343B45"/>
    <w:rsid w:val="00343BE8"/>
    <w:rsid w:val="0034405A"/>
    <w:rsid w:val="00344123"/>
    <w:rsid w:val="0034414C"/>
    <w:rsid w:val="00344381"/>
    <w:rsid w:val="00344753"/>
    <w:rsid w:val="003448F9"/>
    <w:rsid w:val="003449A1"/>
    <w:rsid w:val="00344C6E"/>
    <w:rsid w:val="00344E2A"/>
    <w:rsid w:val="00345169"/>
    <w:rsid w:val="0034523A"/>
    <w:rsid w:val="00345C7B"/>
    <w:rsid w:val="00346005"/>
    <w:rsid w:val="00346863"/>
    <w:rsid w:val="00346CC8"/>
    <w:rsid w:val="00346E8F"/>
    <w:rsid w:val="00347282"/>
    <w:rsid w:val="00347420"/>
    <w:rsid w:val="003477DB"/>
    <w:rsid w:val="00347B63"/>
    <w:rsid w:val="00350020"/>
    <w:rsid w:val="00350118"/>
    <w:rsid w:val="003514A1"/>
    <w:rsid w:val="00351A23"/>
    <w:rsid w:val="00352046"/>
    <w:rsid w:val="00352120"/>
    <w:rsid w:val="0035219A"/>
    <w:rsid w:val="003522F6"/>
    <w:rsid w:val="003527D1"/>
    <w:rsid w:val="00352D5C"/>
    <w:rsid w:val="00352E4E"/>
    <w:rsid w:val="00352F5F"/>
    <w:rsid w:val="00353A75"/>
    <w:rsid w:val="00353F77"/>
    <w:rsid w:val="00354442"/>
    <w:rsid w:val="00354AAD"/>
    <w:rsid w:val="00354B9A"/>
    <w:rsid w:val="00355076"/>
    <w:rsid w:val="00355158"/>
    <w:rsid w:val="0035523A"/>
    <w:rsid w:val="00355263"/>
    <w:rsid w:val="003552A4"/>
    <w:rsid w:val="003553C2"/>
    <w:rsid w:val="00355782"/>
    <w:rsid w:val="003559C1"/>
    <w:rsid w:val="00356183"/>
    <w:rsid w:val="00356455"/>
    <w:rsid w:val="00356CAC"/>
    <w:rsid w:val="00357002"/>
    <w:rsid w:val="0035705D"/>
    <w:rsid w:val="0035724D"/>
    <w:rsid w:val="00357518"/>
    <w:rsid w:val="0035757D"/>
    <w:rsid w:val="003575C5"/>
    <w:rsid w:val="00357702"/>
    <w:rsid w:val="0035779C"/>
    <w:rsid w:val="00360B45"/>
    <w:rsid w:val="00360BC3"/>
    <w:rsid w:val="00360D6F"/>
    <w:rsid w:val="00361131"/>
    <w:rsid w:val="00361813"/>
    <w:rsid w:val="00362342"/>
    <w:rsid w:val="00362757"/>
    <w:rsid w:val="00362986"/>
    <w:rsid w:val="00362EB8"/>
    <w:rsid w:val="0036317F"/>
    <w:rsid w:val="003640C2"/>
    <w:rsid w:val="0036466B"/>
    <w:rsid w:val="0036473F"/>
    <w:rsid w:val="00364A3B"/>
    <w:rsid w:val="003651FC"/>
    <w:rsid w:val="00365A20"/>
    <w:rsid w:val="00365C48"/>
    <w:rsid w:val="00365C51"/>
    <w:rsid w:val="00365D28"/>
    <w:rsid w:val="00365E13"/>
    <w:rsid w:val="003663CF"/>
    <w:rsid w:val="00366450"/>
    <w:rsid w:val="003665F0"/>
    <w:rsid w:val="00366849"/>
    <w:rsid w:val="00366A6F"/>
    <w:rsid w:val="00366E06"/>
    <w:rsid w:val="00366EDA"/>
    <w:rsid w:val="00366F81"/>
    <w:rsid w:val="0036717D"/>
    <w:rsid w:val="00367DA5"/>
    <w:rsid w:val="0037027D"/>
    <w:rsid w:val="0037070E"/>
    <w:rsid w:val="00370BD0"/>
    <w:rsid w:val="00370F2D"/>
    <w:rsid w:val="00371D4E"/>
    <w:rsid w:val="003721EE"/>
    <w:rsid w:val="00372387"/>
    <w:rsid w:val="00372586"/>
    <w:rsid w:val="0037274D"/>
    <w:rsid w:val="00372889"/>
    <w:rsid w:val="0037331B"/>
    <w:rsid w:val="0037344E"/>
    <w:rsid w:val="00373B9F"/>
    <w:rsid w:val="00373C91"/>
    <w:rsid w:val="0037436A"/>
    <w:rsid w:val="00374783"/>
    <w:rsid w:val="00375486"/>
    <w:rsid w:val="00375FF6"/>
    <w:rsid w:val="0037654C"/>
    <w:rsid w:val="00376AAD"/>
    <w:rsid w:val="00376ABE"/>
    <w:rsid w:val="00376AC5"/>
    <w:rsid w:val="00376B62"/>
    <w:rsid w:val="00376DE9"/>
    <w:rsid w:val="0037702D"/>
    <w:rsid w:val="003777A8"/>
    <w:rsid w:val="003779BE"/>
    <w:rsid w:val="003806B1"/>
    <w:rsid w:val="00380B12"/>
    <w:rsid w:val="00380E16"/>
    <w:rsid w:val="00380E6F"/>
    <w:rsid w:val="00380EEE"/>
    <w:rsid w:val="00380F85"/>
    <w:rsid w:val="003810B9"/>
    <w:rsid w:val="00381660"/>
    <w:rsid w:val="0038226F"/>
    <w:rsid w:val="00382410"/>
    <w:rsid w:val="003826C3"/>
    <w:rsid w:val="00382849"/>
    <w:rsid w:val="00382894"/>
    <w:rsid w:val="00382AA1"/>
    <w:rsid w:val="00382CA0"/>
    <w:rsid w:val="00382F30"/>
    <w:rsid w:val="00382FF9"/>
    <w:rsid w:val="0038314E"/>
    <w:rsid w:val="0038320C"/>
    <w:rsid w:val="003832A1"/>
    <w:rsid w:val="00383597"/>
    <w:rsid w:val="0038360A"/>
    <w:rsid w:val="003836F9"/>
    <w:rsid w:val="00383711"/>
    <w:rsid w:val="00383AA4"/>
    <w:rsid w:val="00383C01"/>
    <w:rsid w:val="00383D05"/>
    <w:rsid w:val="0038405D"/>
    <w:rsid w:val="00384286"/>
    <w:rsid w:val="00384344"/>
    <w:rsid w:val="003844E5"/>
    <w:rsid w:val="003846CB"/>
    <w:rsid w:val="00384B6D"/>
    <w:rsid w:val="00384E36"/>
    <w:rsid w:val="00384EEA"/>
    <w:rsid w:val="003851A0"/>
    <w:rsid w:val="00385680"/>
    <w:rsid w:val="00385DB8"/>
    <w:rsid w:val="003862E1"/>
    <w:rsid w:val="0038697A"/>
    <w:rsid w:val="003869EC"/>
    <w:rsid w:val="00386D26"/>
    <w:rsid w:val="00386F0D"/>
    <w:rsid w:val="00386F33"/>
    <w:rsid w:val="00386FB1"/>
    <w:rsid w:val="00386FF7"/>
    <w:rsid w:val="003873E0"/>
    <w:rsid w:val="00387BE7"/>
    <w:rsid w:val="00387EA3"/>
    <w:rsid w:val="003903AF"/>
    <w:rsid w:val="0039054D"/>
    <w:rsid w:val="003906F8"/>
    <w:rsid w:val="003907BB"/>
    <w:rsid w:val="003909E3"/>
    <w:rsid w:val="00390BE5"/>
    <w:rsid w:val="00390F5D"/>
    <w:rsid w:val="0039109C"/>
    <w:rsid w:val="0039157F"/>
    <w:rsid w:val="003921E0"/>
    <w:rsid w:val="0039266D"/>
    <w:rsid w:val="00392ADC"/>
    <w:rsid w:val="0039320D"/>
    <w:rsid w:val="0039329D"/>
    <w:rsid w:val="00393551"/>
    <w:rsid w:val="0039357C"/>
    <w:rsid w:val="003935A3"/>
    <w:rsid w:val="00393612"/>
    <w:rsid w:val="003936B2"/>
    <w:rsid w:val="00393E19"/>
    <w:rsid w:val="00393F66"/>
    <w:rsid w:val="0039413A"/>
    <w:rsid w:val="00394232"/>
    <w:rsid w:val="00394B68"/>
    <w:rsid w:val="0039531F"/>
    <w:rsid w:val="00395C05"/>
    <w:rsid w:val="003967E8"/>
    <w:rsid w:val="003967F9"/>
    <w:rsid w:val="003968C6"/>
    <w:rsid w:val="003969B6"/>
    <w:rsid w:val="00396B1D"/>
    <w:rsid w:val="00396E3D"/>
    <w:rsid w:val="00396E7B"/>
    <w:rsid w:val="00397484"/>
    <w:rsid w:val="003979BA"/>
    <w:rsid w:val="00397FBE"/>
    <w:rsid w:val="003A0077"/>
    <w:rsid w:val="003A043A"/>
    <w:rsid w:val="003A0528"/>
    <w:rsid w:val="003A081A"/>
    <w:rsid w:val="003A0AE0"/>
    <w:rsid w:val="003A0DF8"/>
    <w:rsid w:val="003A0EFE"/>
    <w:rsid w:val="003A13F2"/>
    <w:rsid w:val="003A1A5F"/>
    <w:rsid w:val="003A1DDE"/>
    <w:rsid w:val="003A236D"/>
    <w:rsid w:val="003A23ED"/>
    <w:rsid w:val="003A2A97"/>
    <w:rsid w:val="003A2E7D"/>
    <w:rsid w:val="003A2F64"/>
    <w:rsid w:val="003A3034"/>
    <w:rsid w:val="003A3105"/>
    <w:rsid w:val="003A33C2"/>
    <w:rsid w:val="003A34D6"/>
    <w:rsid w:val="003A3655"/>
    <w:rsid w:val="003A3753"/>
    <w:rsid w:val="003A3996"/>
    <w:rsid w:val="003A3A18"/>
    <w:rsid w:val="003A3A99"/>
    <w:rsid w:val="003A3BB7"/>
    <w:rsid w:val="003A3BEE"/>
    <w:rsid w:val="003A3FB2"/>
    <w:rsid w:val="003A4361"/>
    <w:rsid w:val="003A45B7"/>
    <w:rsid w:val="003A50D7"/>
    <w:rsid w:val="003A515D"/>
    <w:rsid w:val="003A5461"/>
    <w:rsid w:val="003A54B3"/>
    <w:rsid w:val="003A569A"/>
    <w:rsid w:val="003A59AC"/>
    <w:rsid w:val="003A5AC1"/>
    <w:rsid w:val="003A5E7E"/>
    <w:rsid w:val="003A5EEE"/>
    <w:rsid w:val="003A62AF"/>
    <w:rsid w:val="003A6505"/>
    <w:rsid w:val="003A6594"/>
    <w:rsid w:val="003A6824"/>
    <w:rsid w:val="003A7055"/>
    <w:rsid w:val="003A78C2"/>
    <w:rsid w:val="003A7EC9"/>
    <w:rsid w:val="003A7F90"/>
    <w:rsid w:val="003B0143"/>
    <w:rsid w:val="003B0548"/>
    <w:rsid w:val="003B0800"/>
    <w:rsid w:val="003B089D"/>
    <w:rsid w:val="003B12EF"/>
    <w:rsid w:val="003B1717"/>
    <w:rsid w:val="003B1B9C"/>
    <w:rsid w:val="003B1C28"/>
    <w:rsid w:val="003B1D52"/>
    <w:rsid w:val="003B204A"/>
    <w:rsid w:val="003B22D3"/>
    <w:rsid w:val="003B2504"/>
    <w:rsid w:val="003B286D"/>
    <w:rsid w:val="003B2A10"/>
    <w:rsid w:val="003B2E93"/>
    <w:rsid w:val="003B3186"/>
    <w:rsid w:val="003B341F"/>
    <w:rsid w:val="003B36F4"/>
    <w:rsid w:val="003B37B0"/>
    <w:rsid w:val="003B3BAB"/>
    <w:rsid w:val="003B3D1C"/>
    <w:rsid w:val="003B4247"/>
    <w:rsid w:val="003B4592"/>
    <w:rsid w:val="003B46B6"/>
    <w:rsid w:val="003B4A83"/>
    <w:rsid w:val="003B502F"/>
    <w:rsid w:val="003B54C5"/>
    <w:rsid w:val="003B565B"/>
    <w:rsid w:val="003B56AE"/>
    <w:rsid w:val="003B57E3"/>
    <w:rsid w:val="003B5856"/>
    <w:rsid w:val="003B5C65"/>
    <w:rsid w:val="003B5FA6"/>
    <w:rsid w:val="003B6178"/>
    <w:rsid w:val="003B6278"/>
    <w:rsid w:val="003B63F3"/>
    <w:rsid w:val="003B6527"/>
    <w:rsid w:val="003B67E2"/>
    <w:rsid w:val="003B69BA"/>
    <w:rsid w:val="003B69C8"/>
    <w:rsid w:val="003B69E4"/>
    <w:rsid w:val="003B6CC6"/>
    <w:rsid w:val="003B6D3B"/>
    <w:rsid w:val="003B6FA7"/>
    <w:rsid w:val="003B727A"/>
    <w:rsid w:val="003C00C5"/>
    <w:rsid w:val="003C01A8"/>
    <w:rsid w:val="003C01A9"/>
    <w:rsid w:val="003C01C2"/>
    <w:rsid w:val="003C0219"/>
    <w:rsid w:val="003C03E7"/>
    <w:rsid w:val="003C045F"/>
    <w:rsid w:val="003C05D2"/>
    <w:rsid w:val="003C093D"/>
    <w:rsid w:val="003C0F74"/>
    <w:rsid w:val="003C190C"/>
    <w:rsid w:val="003C207A"/>
    <w:rsid w:val="003C2808"/>
    <w:rsid w:val="003C2A5E"/>
    <w:rsid w:val="003C31B4"/>
    <w:rsid w:val="003C3484"/>
    <w:rsid w:val="003C3493"/>
    <w:rsid w:val="003C36D9"/>
    <w:rsid w:val="003C3765"/>
    <w:rsid w:val="003C3BDE"/>
    <w:rsid w:val="003C4157"/>
    <w:rsid w:val="003C4642"/>
    <w:rsid w:val="003C4671"/>
    <w:rsid w:val="003C4803"/>
    <w:rsid w:val="003C4ABF"/>
    <w:rsid w:val="003C5112"/>
    <w:rsid w:val="003C526E"/>
    <w:rsid w:val="003C538A"/>
    <w:rsid w:val="003C5B03"/>
    <w:rsid w:val="003C5BD9"/>
    <w:rsid w:val="003C5D6E"/>
    <w:rsid w:val="003C6B0F"/>
    <w:rsid w:val="003C6E0D"/>
    <w:rsid w:val="003C6F6B"/>
    <w:rsid w:val="003C6F9F"/>
    <w:rsid w:val="003C742C"/>
    <w:rsid w:val="003C75F0"/>
    <w:rsid w:val="003C7665"/>
    <w:rsid w:val="003D081C"/>
    <w:rsid w:val="003D0A3E"/>
    <w:rsid w:val="003D0C32"/>
    <w:rsid w:val="003D0E51"/>
    <w:rsid w:val="003D0F24"/>
    <w:rsid w:val="003D1255"/>
    <w:rsid w:val="003D13A8"/>
    <w:rsid w:val="003D16E0"/>
    <w:rsid w:val="003D174D"/>
    <w:rsid w:val="003D1B25"/>
    <w:rsid w:val="003D2164"/>
    <w:rsid w:val="003D26BE"/>
    <w:rsid w:val="003D26E1"/>
    <w:rsid w:val="003D2CCF"/>
    <w:rsid w:val="003D2EFC"/>
    <w:rsid w:val="003D30BF"/>
    <w:rsid w:val="003D326F"/>
    <w:rsid w:val="003D341E"/>
    <w:rsid w:val="003D3C01"/>
    <w:rsid w:val="003D3D3B"/>
    <w:rsid w:val="003D40F5"/>
    <w:rsid w:val="003D4981"/>
    <w:rsid w:val="003D5075"/>
    <w:rsid w:val="003D50F6"/>
    <w:rsid w:val="003D5283"/>
    <w:rsid w:val="003D55B9"/>
    <w:rsid w:val="003D5949"/>
    <w:rsid w:val="003D5C8D"/>
    <w:rsid w:val="003D5E1F"/>
    <w:rsid w:val="003D5EAB"/>
    <w:rsid w:val="003D6011"/>
    <w:rsid w:val="003D60D7"/>
    <w:rsid w:val="003D6167"/>
    <w:rsid w:val="003D621D"/>
    <w:rsid w:val="003D6237"/>
    <w:rsid w:val="003D62D1"/>
    <w:rsid w:val="003D6415"/>
    <w:rsid w:val="003D66F3"/>
    <w:rsid w:val="003D69C1"/>
    <w:rsid w:val="003D6B70"/>
    <w:rsid w:val="003D6E5D"/>
    <w:rsid w:val="003D7123"/>
    <w:rsid w:val="003D71A5"/>
    <w:rsid w:val="003D7D67"/>
    <w:rsid w:val="003E02C5"/>
    <w:rsid w:val="003E0389"/>
    <w:rsid w:val="003E050F"/>
    <w:rsid w:val="003E06F4"/>
    <w:rsid w:val="003E0A07"/>
    <w:rsid w:val="003E1266"/>
    <w:rsid w:val="003E137E"/>
    <w:rsid w:val="003E1409"/>
    <w:rsid w:val="003E1427"/>
    <w:rsid w:val="003E18B6"/>
    <w:rsid w:val="003E19F5"/>
    <w:rsid w:val="003E1B7F"/>
    <w:rsid w:val="003E1C63"/>
    <w:rsid w:val="003E1F38"/>
    <w:rsid w:val="003E24AB"/>
    <w:rsid w:val="003E2967"/>
    <w:rsid w:val="003E312B"/>
    <w:rsid w:val="003E3199"/>
    <w:rsid w:val="003E37C5"/>
    <w:rsid w:val="003E3849"/>
    <w:rsid w:val="003E3CCC"/>
    <w:rsid w:val="003E3E8A"/>
    <w:rsid w:val="003E4362"/>
    <w:rsid w:val="003E44DB"/>
    <w:rsid w:val="003E4E2C"/>
    <w:rsid w:val="003E5105"/>
    <w:rsid w:val="003E533C"/>
    <w:rsid w:val="003E5836"/>
    <w:rsid w:val="003E5919"/>
    <w:rsid w:val="003E5A54"/>
    <w:rsid w:val="003E5E07"/>
    <w:rsid w:val="003E5EA4"/>
    <w:rsid w:val="003E601A"/>
    <w:rsid w:val="003E6491"/>
    <w:rsid w:val="003E66B0"/>
    <w:rsid w:val="003E67C4"/>
    <w:rsid w:val="003E6951"/>
    <w:rsid w:val="003E6E30"/>
    <w:rsid w:val="003E6E88"/>
    <w:rsid w:val="003E6F05"/>
    <w:rsid w:val="003E6F35"/>
    <w:rsid w:val="003E6F6A"/>
    <w:rsid w:val="003E72AF"/>
    <w:rsid w:val="003E7531"/>
    <w:rsid w:val="003E771B"/>
    <w:rsid w:val="003E7937"/>
    <w:rsid w:val="003E79E1"/>
    <w:rsid w:val="003F0154"/>
    <w:rsid w:val="003F01FA"/>
    <w:rsid w:val="003F029D"/>
    <w:rsid w:val="003F0556"/>
    <w:rsid w:val="003F0B25"/>
    <w:rsid w:val="003F0D4F"/>
    <w:rsid w:val="003F1352"/>
    <w:rsid w:val="003F1366"/>
    <w:rsid w:val="003F1419"/>
    <w:rsid w:val="003F15AE"/>
    <w:rsid w:val="003F15E6"/>
    <w:rsid w:val="003F1AFD"/>
    <w:rsid w:val="003F1B71"/>
    <w:rsid w:val="003F20A7"/>
    <w:rsid w:val="003F28D3"/>
    <w:rsid w:val="003F28FA"/>
    <w:rsid w:val="003F2B5F"/>
    <w:rsid w:val="003F2C14"/>
    <w:rsid w:val="003F2D84"/>
    <w:rsid w:val="003F2F15"/>
    <w:rsid w:val="003F306B"/>
    <w:rsid w:val="003F32BF"/>
    <w:rsid w:val="003F3916"/>
    <w:rsid w:val="003F3F50"/>
    <w:rsid w:val="003F3F97"/>
    <w:rsid w:val="003F4129"/>
    <w:rsid w:val="003F431F"/>
    <w:rsid w:val="003F44EE"/>
    <w:rsid w:val="003F46C9"/>
    <w:rsid w:val="003F4901"/>
    <w:rsid w:val="003F4951"/>
    <w:rsid w:val="003F4B0D"/>
    <w:rsid w:val="003F4D60"/>
    <w:rsid w:val="003F5178"/>
    <w:rsid w:val="003F54D7"/>
    <w:rsid w:val="003F54DB"/>
    <w:rsid w:val="003F5ADD"/>
    <w:rsid w:val="003F5B2B"/>
    <w:rsid w:val="003F5DA7"/>
    <w:rsid w:val="003F65A9"/>
    <w:rsid w:val="003F65B4"/>
    <w:rsid w:val="003F6D4E"/>
    <w:rsid w:val="003F6D62"/>
    <w:rsid w:val="003F7204"/>
    <w:rsid w:val="003F76B9"/>
    <w:rsid w:val="003F7ABC"/>
    <w:rsid w:val="003F7B45"/>
    <w:rsid w:val="003F7D17"/>
    <w:rsid w:val="0040008F"/>
    <w:rsid w:val="004001CB"/>
    <w:rsid w:val="004004FE"/>
    <w:rsid w:val="004009FE"/>
    <w:rsid w:val="00400BAE"/>
    <w:rsid w:val="00400D93"/>
    <w:rsid w:val="00400E7F"/>
    <w:rsid w:val="00400FF4"/>
    <w:rsid w:val="00401254"/>
    <w:rsid w:val="00401951"/>
    <w:rsid w:val="00401A0C"/>
    <w:rsid w:val="00401D20"/>
    <w:rsid w:val="00401F31"/>
    <w:rsid w:val="00402151"/>
    <w:rsid w:val="00402242"/>
    <w:rsid w:val="00402287"/>
    <w:rsid w:val="004022EC"/>
    <w:rsid w:val="00402478"/>
    <w:rsid w:val="004024F1"/>
    <w:rsid w:val="0040273E"/>
    <w:rsid w:val="00402B59"/>
    <w:rsid w:val="00402D0E"/>
    <w:rsid w:val="00402DAC"/>
    <w:rsid w:val="004036A9"/>
    <w:rsid w:val="004037B0"/>
    <w:rsid w:val="0040413D"/>
    <w:rsid w:val="00404321"/>
    <w:rsid w:val="004043CC"/>
    <w:rsid w:val="004044D1"/>
    <w:rsid w:val="004049D7"/>
    <w:rsid w:val="00404E67"/>
    <w:rsid w:val="0040502B"/>
    <w:rsid w:val="004052FA"/>
    <w:rsid w:val="00405824"/>
    <w:rsid w:val="004058E1"/>
    <w:rsid w:val="00405BD5"/>
    <w:rsid w:val="00405C6B"/>
    <w:rsid w:val="00405D02"/>
    <w:rsid w:val="00406005"/>
    <w:rsid w:val="00406996"/>
    <w:rsid w:val="00406E6F"/>
    <w:rsid w:val="00407652"/>
    <w:rsid w:val="00407842"/>
    <w:rsid w:val="00410500"/>
    <w:rsid w:val="004107B7"/>
    <w:rsid w:val="00410CA2"/>
    <w:rsid w:val="00410E2D"/>
    <w:rsid w:val="004113A6"/>
    <w:rsid w:val="0041184B"/>
    <w:rsid w:val="00411A8F"/>
    <w:rsid w:val="00411D41"/>
    <w:rsid w:val="00411DD9"/>
    <w:rsid w:val="00411FD0"/>
    <w:rsid w:val="0041203A"/>
    <w:rsid w:val="0041210E"/>
    <w:rsid w:val="004122C7"/>
    <w:rsid w:val="0041288C"/>
    <w:rsid w:val="00412BCD"/>
    <w:rsid w:val="00412E53"/>
    <w:rsid w:val="00412F06"/>
    <w:rsid w:val="00413217"/>
    <w:rsid w:val="004133A7"/>
    <w:rsid w:val="0041346E"/>
    <w:rsid w:val="00413721"/>
    <w:rsid w:val="00413BC8"/>
    <w:rsid w:val="00413EE1"/>
    <w:rsid w:val="004141C8"/>
    <w:rsid w:val="00414366"/>
    <w:rsid w:val="004147D2"/>
    <w:rsid w:val="00414BDE"/>
    <w:rsid w:val="00414C89"/>
    <w:rsid w:val="00414FB7"/>
    <w:rsid w:val="004150D2"/>
    <w:rsid w:val="00415241"/>
    <w:rsid w:val="0041545A"/>
    <w:rsid w:val="004157C1"/>
    <w:rsid w:val="00415937"/>
    <w:rsid w:val="00415CED"/>
    <w:rsid w:val="00415D2B"/>
    <w:rsid w:val="00415D3D"/>
    <w:rsid w:val="00415D85"/>
    <w:rsid w:val="00415F98"/>
    <w:rsid w:val="004163C9"/>
    <w:rsid w:val="004166C4"/>
    <w:rsid w:val="0041671B"/>
    <w:rsid w:val="00416A2D"/>
    <w:rsid w:val="00416CEB"/>
    <w:rsid w:val="00417190"/>
    <w:rsid w:val="00417198"/>
    <w:rsid w:val="00417750"/>
    <w:rsid w:val="00417A68"/>
    <w:rsid w:val="00417D68"/>
    <w:rsid w:val="004202C1"/>
    <w:rsid w:val="00420646"/>
    <w:rsid w:val="00420877"/>
    <w:rsid w:val="004209D6"/>
    <w:rsid w:val="00420B4E"/>
    <w:rsid w:val="00420FB1"/>
    <w:rsid w:val="004219F3"/>
    <w:rsid w:val="00421ABF"/>
    <w:rsid w:val="00421C30"/>
    <w:rsid w:val="00421CAB"/>
    <w:rsid w:val="00421DA1"/>
    <w:rsid w:val="0042209C"/>
    <w:rsid w:val="00422238"/>
    <w:rsid w:val="0042265A"/>
    <w:rsid w:val="00422C31"/>
    <w:rsid w:val="00422E51"/>
    <w:rsid w:val="00423102"/>
    <w:rsid w:val="004235CA"/>
    <w:rsid w:val="00423668"/>
    <w:rsid w:val="00423697"/>
    <w:rsid w:val="004239F8"/>
    <w:rsid w:val="0042426E"/>
    <w:rsid w:val="004242E1"/>
    <w:rsid w:val="00424B70"/>
    <w:rsid w:val="00424B7E"/>
    <w:rsid w:val="00424D40"/>
    <w:rsid w:val="0042529A"/>
    <w:rsid w:val="004259B7"/>
    <w:rsid w:val="00425DDA"/>
    <w:rsid w:val="00425F2C"/>
    <w:rsid w:val="004260D6"/>
    <w:rsid w:val="004260DD"/>
    <w:rsid w:val="0042650A"/>
    <w:rsid w:val="0042657F"/>
    <w:rsid w:val="004266B6"/>
    <w:rsid w:val="00426E33"/>
    <w:rsid w:val="00426F40"/>
    <w:rsid w:val="0042728D"/>
    <w:rsid w:val="004275A0"/>
    <w:rsid w:val="00427A86"/>
    <w:rsid w:val="00427AE4"/>
    <w:rsid w:val="00427F16"/>
    <w:rsid w:val="004303B1"/>
    <w:rsid w:val="00430695"/>
    <w:rsid w:val="00430730"/>
    <w:rsid w:val="00430BB4"/>
    <w:rsid w:val="00430C8B"/>
    <w:rsid w:val="00430FA8"/>
    <w:rsid w:val="004312FF"/>
    <w:rsid w:val="00431736"/>
    <w:rsid w:val="00431BD0"/>
    <w:rsid w:val="00431D97"/>
    <w:rsid w:val="00432165"/>
    <w:rsid w:val="004325A3"/>
    <w:rsid w:val="00432969"/>
    <w:rsid w:val="00432CA2"/>
    <w:rsid w:val="00432F46"/>
    <w:rsid w:val="00433063"/>
    <w:rsid w:val="0043366F"/>
    <w:rsid w:val="0043409A"/>
    <w:rsid w:val="00434AB4"/>
    <w:rsid w:val="00435DAE"/>
    <w:rsid w:val="00435F9B"/>
    <w:rsid w:val="0043600A"/>
    <w:rsid w:val="00436656"/>
    <w:rsid w:val="004367C0"/>
    <w:rsid w:val="004368DB"/>
    <w:rsid w:val="00436B9D"/>
    <w:rsid w:val="00436DBB"/>
    <w:rsid w:val="00436FAD"/>
    <w:rsid w:val="004370ED"/>
    <w:rsid w:val="0043721C"/>
    <w:rsid w:val="0043739C"/>
    <w:rsid w:val="00437402"/>
    <w:rsid w:val="00437676"/>
    <w:rsid w:val="00437D8C"/>
    <w:rsid w:val="00437DB6"/>
    <w:rsid w:val="00437E62"/>
    <w:rsid w:val="00437E69"/>
    <w:rsid w:val="004400A7"/>
    <w:rsid w:val="00440207"/>
    <w:rsid w:val="00440340"/>
    <w:rsid w:val="004404FA"/>
    <w:rsid w:val="00440545"/>
    <w:rsid w:val="00440920"/>
    <w:rsid w:val="00440B7D"/>
    <w:rsid w:val="00440D1D"/>
    <w:rsid w:val="00440DBA"/>
    <w:rsid w:val="004415B1"/>
    <w:rsid w:val="00441CC0"/>
    <w:rsid w:val="004420E3"/>
    <w:rsid w:val="00442340"/>
    <w:rsid w:val="004425A5"/>
    <w:rsid w:val="00442649"/>
    <w:rsid w:val="00442883"/>
    <w:rsid w:val="004428A2"/>
    <w:rsid w:val="0044296A"/>
    <w:rsid w:val="00442B99"/>
    <w:rsid w:val="00442D51"/>
    <w:rsid w:val="00442DEF"/>
    <w:rsid w:val="00442FA1"/>
    <w:rsid w:val="00443086"/>
    <w:rsid w:val="00443246"/>
    <w:rsid w:val="004432C3"/>
    <w:rsid w:val="00444083"/>
    <w:rsid w:val="00444472"/>
    <w:rsid w:val="0044477A"/>
    <w:rsid w:val="004448D0"/>
    <w:rsid w:val="00444940"/>
    <w:rsid w:val="004449C6"/>
    <w:rsid w:val="004449CF"/>
    <w:rsid w:val="00444B14"/>
    <w:rsid w:val="00444BB0"/>
    <w:rsid w:val="00445062"/>
    <w:rsid w:val="00445114"/>
    <w:rsid w:val="004451F9"/>
    <w:rsid w:val="00445482"/>
    <w:rsid w:val="0044553E"/>
    <w:rsid w:val="004458DC"/>
    <w:rsid w:val="004458EE"/>
    <w:rsid w:val="00445DC2"/>
    <w:rsid w:val="00445F50"/>
    <w:rsid w:val="00446016"/>
    <w:rsid w:val="004463E3"/>
    <w:rsid w:val="004467F5"/>
    <w:rsid w:val="004467FE"/>
    <w:rsid w:val="0044713B"/>
    <w:rsid w:val="004471FA"/>
    <w:rsid w:val="00447288"/>
    <w:rsid w:val="00447553"/>
    <w:rsid w:val="00447677"/>
    <w:rsid w:val="00447E1C"/>
    <w:rsid w:val="00447EAD"/>
    <w:rsid w:val="00447FCB"/>
    <w:rsid w:val="00447FDF"/>
    <w:rsid w:val="004502AA"/>
    <w:rsid w:val="004504C1"/>
    <w:rsid w:val="0045071E"/>
    <w:rsid w:val="00450751"/>
    <w:rsid w:val="0045075C"/>
    <w:rsid w:val="0045083E"/>
    <w:rsid w:val="00450AD0"/>
    <w:rsid w:val="00450D77"/>
    <w:rsid w:val="0045106C"/>
    <w:rsid w:val="0045136D"/>
    <w:rsid w:val="004513B3"/>
    <w:rsid w:val="00451744"/>
    <w:rsid w:val="00451CC1"/>
    <w:rsid w:val="00451CF4"/>
    <w:rsid w:val="00451D0C"/>
    <w:rsid w:val="00451FD9"/>
    <w:rsid w:val="00451FDE"/>
    <w:rsid w:val="0045203D"/>
    <w:rsid w:val="0045251B"/>
    <w:rsid w:val="00452537"/>
    <w:rsid w:val="004526D1"/>
    <w:rsid w:val="00452FBB"/>
    <w:rsid w:val="004530E2"/>
    <w:rsid w:val="0045320F"/>
    <w:rsid w:val="0045333E"/>
    <w:rsid w:val="00453AC2"/>
    <w:rsid w:val="00453B24"/>
    <w:rsid w:val="004540B0"/>
    <w:rsid w:val="0045420C"/>
    <w:rsid w:val="0045430E"/>
    <w:rsid w:val="004543A1"/>
    <w:rsid w:val="0045440E"/>
    <w:rsid w:val="004544B3"/>
    <w:rsid w:val="00454740"/>
    <w:rsid w:val="004549DA"/>
    <w:rsid w:val="004549E2"/>
    <w:rsid w:val="00454F24"/>
    <w:rsid w:val="00455000"/>
    <w:rsid w:val="004551C4"/>
    <w:rsid w:val="00455E1F"/>
    <w:rsid w:val="00455E85"/>
    <w:rsid w:val="004563C1"/>
    <w:rsid w:val="0045640E"/>
    <w:rsid w:val="00456761"/>
    <w:rsid w:val="00456A17"/>
    <w:rsid w:val="00456FD6"/>
    <w:rsid w:val="00457034"/>
    <w:rsid w:val="00457B6A"/>
    <w:rsid w:val="00457D46"/>
    <w:rsid w:val="00460865"/>
    <w:rsid w:val="00460986"/>
    <w:rsid w:val="00460BCA"/>
    <w:rsid w:val="00460CAD"/>
    <w:rsid w:val="00460D90"/>
    <w:rsid w:val="00460DFE"/>
    <w:rsid w:val="00461588"/>
    <w:rsid w:val="004619B4"/>
    <w:rsid w:val="004620AB"/>
    <w:rsid w:val="00462569"/>
    <w:rsid w:val="004625D6"/>
    <w:rsid w:val="004627F8"/>
    <w:rsid w:val="00462A05"/>
    <w:rsid w:val="00462ADA"/>
    <w:rsid w:val="00462D44"/>
    <w:rsid w:val="00462E73"/>
    <w:rsid w:val="004633FE"/>
    <w:rsid w:val="004635AB"/>
    <w:rsid w:val="00463602"/>
    <w:rsid w:val="0046391E"/>
    <w:rsid w:val="004639DE"/>
    <w:rsid w:val="00463A04"/>
    <w:rsid w:val="00463A4D"/>
    <w:rsid w:val="00463AC9"/>
    <w:rsid w:val="004640F3"/>
    <w:rsid w:val="00464345"/>
    <w:rsid w:val="0046449C"/>
    <w:rsid w:val="00464A93"/>
    <w:rsid w:val="00464ADF"/>
    <w:rsid w:val="00464D49"/>
    <w:rsid w:val="00464EBB"/>
    <w:rsid w:val="00464F74"/>
    <w:rsid w:val="00464F77"/>
    <w:rsid w:val="00465731"/>
    <w:rsid w:val="00465860"/>
    <w:rsid w:val="00465AF4"/>
    <w:rsid w:val="00465CE4"/>
    <w:rsid w:val="00465D17"/>
    <w:rsid w:val="00465F10"/>
    <w:rsid w:val="004660D3"/>
    <w:rsid w:val="00466680"/>
    <w:rsid w:val="0046671D"/>
    <w:rsid w:val="00466BE7"/>
    <w:rsid w:val="0046727C"/>
    <w:rsid w:val="00467772"/>
    <w:rsid w:val="004679F8"/>
    <w:rsid w:val="00467ACE"/>
    <w:rsid w:val="00467E36"/>
    <w:rsid w:val="00467E6D"/>
    <w:rsid w:val="00467EFD"/>
    <w:rsid w:val="00467FD3"/>
    <w:rsid w:val="00470053"/>
    <w:rsid w:val="00470306"/>
    <w:rsid w:val="0047080E"/>
    <w:rsid w:val="0047091C"/>
    <w:rsid w:val="00470BE8"/>
    <w:rsid w:val="00470D66"/>
    <w:rsid w:val="00471C55"/>
    <w:rsid w:val="00471E46"/>
    <w:rsid w:val="004722DE"/>
    <w:rsid w:val="004723FD"/>
    <w:rsid w:val="00472436"/>
    <w:rsid w:val="004724B4"/>
    <w:rsid w:val="00472522"/>
    <w:rsid w:val="0047261D"/>
    <w:rsid w:val="00472975"/>
    <w:rsid w:val="00472A34"/>
    <w:rsid w:val="00472BAD"/>
    <w:rsid w:val="00472E01"/>
    <w:rsid w:val="0047333A"/>
    <w:rsid w:val="0047357B"/>
    <w:rsid w:val="00473618"/>
    <w:rsid w:val="00473DE1"/>
    <w:rsid w:val="00473E81"/>
    <w:rsid w:val="004742AA"/>
    <w:rsid w:val="00474A4C"/>
    <w:rsid w:val="00474E46"/>
    <w:rsid w:val="00474F15"/>
    <w:rsid w:val="00475276"/>
    <w:rsid w:val="00475332"/>
    <w:rsid w:val="004754F3"/>
    <w:rsid w:val="00475C95"/>
    <w:rsid w:val="00475F23"/>
    <w:rsid w:val="00476146"/>
    <w:rsid w:val="004761BE"/>
    <w:rsid w:val="00476262"/>
    <w:rsid w:val="00476343"/>
    <w:rsid w:val="0047644D"/>
    <w:rsid w:val="00476454"/>
    <w:rsid w:val="004764F9"/>
    <w:rsid w:val="004765ED"/>
    <w:rsid w:val="00476A78"/>
    <w:rsid w:val="00476CAF"/>
    <w:rsid w:val="00476D74"/>
    <w:rsid w:val="00476D9D"/>
    <w:rsid w:val="004770F4"/>
    <w:rsid w:val="00477105"/>
    <w:rsid w:val="0047714A"/>
    <w:rsid w:val="004774A9"/>
    <w:rsid w:val="004774B6"/>
    <w:rsid w:val="00477880"/>
    <w:rsid w:val="00477B1B"/>
    <w:rsid w:val="00477BE8"/>
    <w:rsid w:val="00477C04"/>
    <w:rsid w:val="00477CEF"/>
    <w:rsid w:val="00477D29"/>
    <w:rsid w:val="00477DC6"/>
    <w:rsid w:val="0048000C"/>
    <w:rsid w:val="00480829"/>
    <w:rsid w:val="004808A6"/>
    <w:rsid w:val="004809E4"/>
    <w:rsid w:val="00480D7E"/>
    <w:rsid w:val="00480EBC"/>
    <w:rsid w:val="00480F46"/>
    <w:rsid w:val="004811E4"/>
    <w:rsid w:val="00481234"/>
    <w:rsid w:val="00481268"/>
    <w:rsid w:val="0048135D"/>
    <w:rsid w:val="00481689"/>
    <w:rsid w:val="004817AD"/>
    <w:rsid w:val="00481C8D"/>
    <w:rsid w:val="00482064"/>
    <w:rsid w:val="004821C7"/>
    <w:rsid w:val="004825CC"/>
    <w:rsid w:val="00482718"/>
    <w:rsid w:val="00482FD8"/>
    <w:rsid w:val="0048330C"/>
    <w:rsid w:val="0048362A"/>
    <w:rsid w:val="00483B19"/>
    <w:rsid w:val="004840B0"/>
    <w:rsid w:val="00484120"/>
    <w:rsid w:val="004845D2"/>
    <w:rsid w:val="00484845"/>
    <w:rsid w:val="00484864"/>
    <w:rsid w:val="00484C0A"/>
    <w:rsid w:val="0048503C"/>
    <w:rsid w:val="004858E1"/>
    <w:rsid w:val="00485915"/>
    <w:rsid w:val="00485B44"/>
    <w:rsid w:val="0048615E"/>
    <w:rsid w:val="00486439"/>
    <w:rsid w:val="00486442"/>
    <w:rsid w:val="004867F9"/>
    <w:rsid w:val="00487273"/>
    <w:rsid w:val="00487734"/>
    <w:rsid w:val="00487A3F"/>
    <w:rsid w:val="00487B37"/>
    <w:rsid w:val="0049019E"/>
    <w:rsid w:val="0049032D"/>
    <w:rsid w:val="0049066F"/>
    <w:rsid w:val="00490801"/>
    <w:rsid w:val="004909ED"/>
    <w:rsid w:val="00490DD4"/>
    <w:rsid w:val="00490F01"/>
    <w:rsid w:val="004911A7"/>
    <w:rsid w:val="004915F0"/>
    <w:rsid w:val="00491722"/>
    <w:rsid w:val="00491995"/>
    <w:rsid w:val="00491C6E"/>
    <w:rsid w:val="004920F9"/>
    <w:rsid w:val="00492804"/>
    <w:rsid w:val="00492A41"/>
    <w:rsid w:val="00492C6E"/>
    <w:rsid w:val="00492DC1"/>
    <w:rsid w:val="0049314E"/>
    <w:rsid w:val="004933E8"/>
    <w:rsid w:val="00493502"/>
    <w:rsid w:val="00493872"/>
    <w:rsid w:val="004939BA"/>
    <w:rsid w:val="004939F5"/>
    <w:rsid w:val="00494460"/>
    <w:rsid w:val="004949D9"/>
    <w:rsid w:val="00494A4A"/>
    <w:rsid w:val="00494EEA"/>
    <w:rsid w:val="00495CCB"/>
    <w:rsid w:val="0049636D"/>
    <w:rsid w:val="004965EE"/>
    <w:rsid w:val="004966B6"/>
    <w:rsid w:val="0049677B"/>
    <w:rsid w:val="00496928"/>
    <w:rsid w:val="00496D57"/>
    <w:rsid w:val="004971D9"/>
    <w:rsid w:val="0049721A"/>
    <w:rsid w:val="0049724E"/>
    <w:rsid w:val="004974E0"/>
    <w:rsid w:val="00497726"/>
    <w:rsid w:val="00497756"/>
    <w:rsid w:val="0049795E"/>
    <w:rsid w:val="00497A79"/>
    <w:rsid w:val="00497E87"/>
    <w:rsid w:val="004A0766"/>
    <w:rsid w:val="004A0E21"/>
    <w:rsid w:val="004A112D"/>
    <w:rsid w:val="004A11C2"/>
    <w:rsid w:val="004A2319"/>
    <w:rsid w:val="004A2469"/>
    <w:rsid w:val="004A2F75"/>
    <w:rsid w:val="004A34C1"/>
    <w:rsid w:val="004A369C"/>
    <w:rsid w:val="004A37EE"/>
    <w:rsid w:val="004A38F0"/>
    <w:rsid w:val="004A39A1"/>
    <w:rsid w:val="004A3BA2"/>
    <w:rsid w:val="004A405A"/>
    <w:rsid w:val="004A411F"/>
    <w:rsid w:val="004A4975"/>
    <w:rsid w:val="004A4A93"/>
    <w:rsid w:val="004A4CDB"/>
    <w:rsid w:val="004A4E9C"/>
    <w:rsid w:val="004A56F5"/>
    <w:rsid w:val="004A5D22"/>
    <w:rsid w:val="004A5E41"/>
    <w:rsid w:val="004A5F51"/>
    <w:rsid w:val="004A623A"/>
    <w:rsid w:val="004A6A48"/>
    <w:rsid w:val="004A6E8A"/>
    <w:rsid w:val="004A72FE"/>
    <w:rsid w:val="004A73A1"/>
    <w:rsid w:val="004A7448"/>
    <w:rsid w:val="004A7475"/>
    <w:rsid w:val="004A7581"/>
    <w:rsid w:val="004A7807"/>
    <w:rsid w:val="004A78BE"/>
    <w:rsid w:val="004B05C2"/>
    <w:rsid w:val="004B0C09"/>
    <w:rsid w:val="004B0C1C"/>
    <w:rsid w:val="004B0C31"/>
    <w:rsid w:val="004B199F"/>
    <w:rsid w:val="004B1A1E"/>
    <w:rsid w:val="004B1E20"/>
    <w:rsid w:val="004B2391"/>
    <w:rsid w:val="004B256E"/>
    <w:rsid w:val="004B2A56"/>
    <w:rsid w:val="004B2A85"/>
    <w:rsid w:val="004B2C39"/>
    <w:rsid w:val="004B2D6C"/>
    <w:rsid w:val="004B2EF1"/>
    <w:rsid w:val="004B361C"/>
    <w:rsid w:val="004B38CC"/>
    <w:rsid w:val="004B3B0D"/>
    <w:rsid w:val="004B42CE"/>
    <w:rsid w:val="004B4357"/>
    <w:rsid w:val="004B460E"/>
    <w:rsid w:val="004B489F"/>
    <w:rsid w:val="004B4FDC"/>
    <w:rsid w:val="004B50B8"/>
    <w:rsid w:val="004B51C7"/>
    <w:rsid w:val="004B5216"/>
    <w:rsid w:val="004B5C4C"/>
    <w:rsid w:val="004B5CBA"/>
    <w:rsid w:val="004B5D5F"/>
    <w:rsid w:val="004B5EA2"/>
    <w:rsid w:val="004B5F67"/>
    <w:rsid w:val="004B61A3"/>
    <w:rsid w:val="004B61E1"/>
    <w:rsid w:val="004B6920"/>
    <w:rsid w:val="004B697D"/>
    <w:rsid w:val="004B6C9A"/>
    <w:rsid w:val="004B6CBD"/>
    <w:rsid w:val="004B6EF2"/>
    <w:rsid w:val="004B6F4C"/>
    <w:rsid w:val="004B6FE5"/>
    <w:rsid w:val="004B72D8"/>
    <w:rsid w:val="004B7776"/>
    <w:rsid w:val="004B77B3"/>
    <w:rsid w:val="004B7BC0"/>
    <w:rsid w:val="004B7CF1"/>
    <w:rsid w:val="004B7EFD"/>
    <w:rsid w:val="004C05F7"/>
    <w:rsid w:val="004C0B4C"/>
    <w:rsid w:val="004C0CD1"/>
    <w:rsid w:val="004C0EB6"/>
    <w:rsid w:val="004C1622"/>
    <w:rsid w:val="004C193C"/>
    <w:rsid w:val="004C1B39"/>
    <w:rsid w:val="004C1F44"/>
    <w:rsid w:val="004C21A8"/>
    <w:rsid w:val="004C22F1"/>
    <w:rsid w:val="004C2391"/>
    <w:rsid w:val="004C285C"/>
    <w:rsid w:val="004C301C"/>
    <w:rsid w:val="004C3051"/>
    <w:rsid w:val="004C3EEC"/>
    <w:rsid w:val="004C469E"/>
    <w:rsid w:val="004C52F1"/>
    <w:rsid w:val="004C5AE2"/>
    <w:rsid w:val="004C5B2F"/>
    <w:rsid w:val="004C5CC7"/>
    <w:rsid w:val="004C5D36"/>
    <w:rsid w:val="004C5E66"/>
    <w:rsid w:val="004C5FFC"/>
    <w:rsid w:val="004C6029"/>
    <w:rsid w:val="004C6040"/>
    <w:rsid w:val="004C622F"/>
    <w:rsid w:val="004C636C"/>
    <w:rsid w:val="004C66D3"/>
    <w:rsid w:val="004C6D1B"/>
    <w:rsid w:val="004C6E7A"/>
    <w:rsid w:val="004C7347"/>
    <w:rsid w:val="004C7499"/>
    <w:rsid w:val="004C7708"/>
    <w:rsid w:val="004C7818"/>
    <w:rsid w:val="004C782D"/>
    <w:rsid w:val="004C79AE"/>
    <w:rsid w:val="004C7B53"/>
    <w:rsid w:val="004C7F95"/>
    <w:rsid w:val="004D01F0"/>
    <w:rsid w:val="004D0289"/>
    <w:rsid w:val="004D064D"/>
    <w:rsid w:val="004D0652"/>
    <w:rsid w:val="004D09A0"/>
    <w:rsid w:val="004D0B74"/>
    <w:rsid w:val="004D0CC1"/>
    <w:rsid w:val="004D12BC"/>
    <w:rsid w:val="004D138C"/>
    <w:rsid w:val="004D154C"/>
    <w:rsid w:val="004D1934"/>
    <w:rsid w:val="004D1F11"/>
    <w:rsid w:val="004D1F38"/>
    <w:rsid w:val="004D2B52"/>
    <w:rsid w:val="004D2B7F"/>
    <w:rsid w:val="004D2C77"/>
    <w:rsid w:val="004D30FA"/>
    <w:rsid w:val="004D3477"/>
    <w:rsid w:val="004D3648"/>
    <w:rsid w:val="004D3B92"/>
    <w:rsid w:val="004D43EC"/>
    <w:rsid w:val="004D49D9"/>
    <w:rsid w:val="004D4CB4"/>
    <w:rsid w:val="004D4D51"/>
    <w:rsid w:val="004D50A4"/>
    <w:rsid w:val="004D5502"/>
    <w:rsid w:val="004D553D"/>
    <w:rsid w:val="004D5680"/>
    <w:rsid w:val="004D56AB"/>
    <w:rsid w:val="004D5726"/>
    <w:rsid w:val="004D58A4"/>
    <w:rsid w:val="004D5926"/>
    <w:rsid w:val="004D5FE2"/>
    <w:rsid w:val="004D75EC"/>
    <w:rsid w:val="004D767A"/>
    <w:rsid w:val="004D76E8"/>
    <w:rsid w:val="004D7850"/>
    <w:rsid w:val="004D7E28"/>
    <w:rsid w:val="004D7F36"/>
    <w:rsid w:val="004E00E3"/>
    <w:rsid w:val="004E03B9"/>
    <w:rsid w:val="004E07BB"/>
    <w:rsid w:val="004E09B2"/>
    <w:rsid w:val="004E0B13"/>
    <w:rsid w:val="004E0F5E"/>
    <w:rsid w:val="004E11DD"/>
    <w:rsid w:val="004E129E"/>
    <w:rsid w:val="004E1327"/>
    <w:rsid w:val="004E1432"/>
    <w:rsid w:val="004E146E"/>
    <w:rsid w:val="004E1529"/>
    <w:rsid w:val="004E1F14"/>
    <w:rsid w:val="004E2305"/>
    <w:rsid w:val="004E27F0"/>
    <w:rsid w:val="004E29E2"/>
    <w:rsid w:val="004E2A02"/>
    <w:rsid w:val="004E2C2A"/>
    <w:rsid w:val="004E32E9"/>
    <w:rsid w:val="004E3442"/>
    <w:rsid w:val="004E347D"/>
    <w:rsid w:val="004E34B4"/>
    <w:rsid w:val="004E38B3"/>
    <w:rsid w:val="004E44FA"/>
    <w:rsid w:val="004E4646"/>
    <w:rsid w:val="004E4967"/>
    <w:rsid w:val="004E4A26"/>
    <w:rsid w:val="004E4FED"/>
    <w:rsid w:val="004E5341"/>
    <w:rsid w:val="004E5796"/>
    <w:rsid w:val="004E5863"/>
    <w:rsid w:val="004E67E4"/>
    <w:rsid w:val="004E688B"/>
    <w:rsid w:val="004E6A22"/>
    <w:rsid w:val="004E6B0D"/>
    <w:rsid w:val="004E6DAF"/>
    <w:rsid w:val="004E6E2E"/>
    <w:rsid w:val="004E6EF6"/>
    <w:rsid w:val="004E718B"/>
    <w:rsid w:val="004E7289"/>
    <w:rsid w:val="004E7719"/>
    <w:rsid w:val="004E777B"/>
    <w:rsid w:val="004E79D0"/>
    <w:rsid w:val="004F015D"/>
    <w:rsid w:val="004F022F"/>
    <w:rsid w:val="004F02F6"/>
    <w:rsid w:val="004F03D4"/>
    <w:rsid w:val="004F0C89"/>
    <w:rsid w:val="004F0FF3"/>
    <w:rsid w:val="004F1E39"/>
    <w:rsid w:val="004F1FCA"/>
    <w:rsid w:val="004F212C"/>
    <w:rsid w:val="004F2314"/>
    <w:rsid w:val="004F2350"/>
    <w:rsid w:val="004F26E4"/>
    <w:rsid w:val="004F2AC2"/>
    <w:rsid w:val="004F2D3D"/>
    <w:rsid w:val="004F2E6C"/>
    <w:rsid w:val="004F2F5F"/>
    <w:rsid w:val="004F30B0"/>
    <w:rsid w:val="004F3414"/>
    <w:rsid w:val="004F35A9"/>
    <w:rsid w:val="004F35BE"/>
    <w:rsid w:val="004F3754"/>
    <w:rsid w:val="004F39A4"/>
    <w:rsid w:val="004F3CD4"/>
    <w:rsid w:val="004F3D8E"/>
    <w:rsid w:val="004F4020"/>
    <w:rsid w:val="004F4229"/>
    <w:rsid w:val="004F433C"/>
    <w:rsid w:val="004F4353"/>
    <w:rsid w:val="004F49AB"/>
    <w:rsid w:val="004F4F6C"/>
    <w:rsid w:val="004F51A6"/>
    <w:rsid w:val="004F51FB"/>
    <w:rsid w:val="004F5231"/>
    <w:rsid w:val="004F53F7"/>
    <w:rsid w:val="004F544A"/>
    <w:rsid w:val="004F589B"/>
    <w:rsid w:val="004F5909"/>
    <w:rsid w:val="004F591C"/>
    <w:rsid w:val="004F5CCB"/>
    <w:rsid w:val="004F695E"/>
    <w:rsid w:val="004F6C9C"/>
    <w:rsid w:val="004F70EA"/>
    <w:rsid w:val="004F723F"/>
    <w:rsid w:val="004F7280"/>
    <w:rsid w:val="004F7A64"/>
    <w:rsid w:val="004F7F09"/>
    <w:rsid w:val="004F7FC2"/>
    <w:rsid w:val="005002DF"/>
    <w:rsid w:val="00500308"/>
    <w:rsid w:val="00501406"/>
    <w:rsid w:val="005015DE"/>
    <w:rsid w:val="005015F0"/>
    <w:rsid w:val="005017AB"/>
    <w:rsid w:val="0050183D"/>
    <w:rsid w:val="00501AED"/>
    <w:rsid w:val="00501F75"/>
    <w:rsid w:val="00501F99"/>
    <w:rsid w:val="0050201F"/>
    <w:rsid w:val="00502146"/>
    <w:rsid w:val="0050245A"/>
    <w:rsid w:val="00502641"/>
    <w:rsid w:val="00502746"/>
    <w:rsid w:val="005028C2"/>
    <w:rsid w:val="005028CA"/>
    <w:rsid w:val="0050291A"/>
    <w:rsid w:val="005029DF"/>
    <w:rsid w:val="00502A83"/>
    <w:rsid w:val="00502BD9"/>
    <w:rsid w:val="00502CCB"/>
    <w:rsid w:val="005032A1"/>
    <w:rsid w:val="005039EF"/>
    <w:rsid w:val="00503D5A"/>
    <w:rsid w:val="00503FDB"/>
    <w:rsid w:val="0050402A"/>
    <w:rsid w:val="0050419E"/>
    <w:rsid w:val="00504BDC"/>
    <w:rsid w:val="00504DEB"/>
    <w:rsid w:val="00504DFC"/>
    <w:rsid w:val="00504FC9"/>
    <w:rsid w:val="005054CE"/>
    <w:rsid w:val="005056C4"/>
    <w:rsid w:val="00505A5E"/>
    <w:rsid w:val="00505C92"/>
    <w:rsid w:val="00505D55"/>
    <w:rsid w:val="00505E8D"/>
    <w:rsid w:val="0050698F"/>
    <w:rsid w:val="00506A14"/>
    <w:rsid w:val="00506F37"/>
    <w:rsid w:val="005075DF"/>
    <w:rsid w:val="00507DC8"/>
    <w:rsid w:val="0051054C"/>
    <w:rsid w:val="00510826"/>
    <w:rsid w:val="005109C3"/>
    <w:rsid w:val="00510A33"/>
    <w:rsid w:val="005110B9"/>
    <w:rsid w:val="00511120"/>
    <w:rsid w:val="00511711"/>
    <w:rsid w:val="00511976"/>
    <w:rsid w:val="00511BD9"/>
    <w:rsid w:val="00511DA0"/>
    <w:rsid w:val="00512064"/>
    <w:rsid w:val="005124E5"/>
    <w:rsid w:val="00512C8A"/>
    <w:rsid w:val="0051347C"/>
    <w:rsid w:val="00513694"/>
    <w:rsid w:val="005138F0"/>
    <w:rsid w:val="00513C77"/>
    <w:rsid w:val="00513EAA"/>
    <w:rsid w:val="00514431"/>
    <w:rsid w:val="0051464A"/>
    <w:rsid w:val="00514686"/>
    <w:rsid w:val="005147B3"/>
    <w:rsid w:val="00514A3C"/>
    <w:rsid w:val="00514AA3"/>
    <w:rsid w:val="00514ADB"/>
    <w:rsid w:val="00514E36"/>
    <w:rsid w:val="00515036"/>
    <w:rsid w:val="0051509F"/>
    <w:rsid w:val="005150CF"/>
    <w:rsid w:val="005151F5"/>
    <w:rsid w:val="0051568D"/>
    <w:rsid w:val="00515791"/>
    <w:rsid w:val="00515ADD"/>
    <w:rsid w:val="00515ED7"/>
    <w:rsid w:val="00515FF7"/>
    <w:rsid w:val="005163F2"/>
    <w:rsid w:val="0051656A"/>
    <w:rsid w:val="005167F7"/>
    <w:rsid w:val="00516926"/>
    <w:rsid w:val="00516B5B"/>
    <w:rsid w:val="00516E35"/>
    <w:rsid w:val="005171EA"/>
    <w:rsid w:val="005177ED"/>
    <w:rsid w:val="00517821"/>
    <w:rsid w:val="00517BB7"/>
    <w:rsid w:val="00517F65"/>
    <w:rsid w:val="00517FE3"/>
    <w:rsid w:val="0052030D"/>
    <w:rsid w:val="005204C8"/>
    <w:rsid w:val="005205BC"/>
    <w:rsid w:val="0052098B"/>
    <w:rsid w:val="00520A10"/>
    <w:rsid w:val="00521449"/>
    <w:rsid w:val="005214ED"/>
    <w:rsid w:val="005217BE"/>
    <w:rsid w:val="00521976"/>
    <w:rsid w:val="005219A5"/>
    <w:rsid w:val="00521E77"/>
    <w:rsid w:val="00521F93"/>
    <w:rsid w:val="005222B7"/>
    <w:rsid w:val="00522396"/>
    <w:rsid w:val="005224EA"/>
    <w:rsid w:val="005225CE"/>
    <w:rsid w:val="005228F2"/>
    <w:rsid w:val="00522A21"/>
    <w:rsid w:val="00523127"/>
    <w:rsid w:val="0052333D"/>
    <w:rsid w:val="0052358C"/>
    <w:rsid w:val="00523619"/>
    <w:rsid w:val="00523986"/>
    <w:rsid w:val="0052406D"/>
    <w:rsid w:val="00524093"/>
    <w:rsid w:val="0052440D"/>
    <w:rsid w:val="00524642"/>
    <w:rsid w:val="00524709"/>
    <w:rsid w:val="00524757"/>
    <w:rsid w:val="0052476A"/>
    <w:rsid w:val="005247FB"/>
    <w:rsid w:val="0052499C"/>
    <w:rsid w:val="005249E5"/>
    <w:rsid w:val="00524A07"/>
    <w:rsid w:val="0052537E"/>
    <w:rsid w:val="00525594"/>
    <w:rsid w:val="0052578C"/>
    <w:rsid w:val="00525A04"/>
    <w:rsid w:val="00525B08"/>
    <w:rsid w:val="00525DDE"/>
    <w:rsid w:val="00525F7A"/>
    <w:rsid w:val="00526085"/>
    <w:rsid w:val="005261E8"/>
    <w:rsid w:val="0052637E"/>
    <w:rsid w:val="00526934"/>
    <w:rsid w:val="00526EFA"/>
    <w:rsid w:val="00527027"/>
    <w:rsid w:val="0052708D"/>
    <w:rsid w:val="00527215"/>
    <w:rsid w:val="005273C7"/>
    <w:rsid w:val="0052743D"/>
    <w:rsid w:val="00527506"/>
    <w:rsid w:val="00527781"/>
    <w:rsid w:val="00527C87"/>
    <w:rsid w:val="00527E14"/>
    <w:rsid w:val="00530764"/>
    <w:rsid w:val="0053094E"/>
    <w:rsid w:val="00530AC5"/>
    <w:rsid w:val="00530FCE"/>
    <w:rsid w:val="00531497"/>
    <w:rsid w:val="005315F1"/>
    <w:rsid w:val="00531638"/>
    <w:rsid w:val="0053187F"/>
    <w:rsid w:val="00531DBA"/>
    <w:rsid w:val="00531FAB"/>
    <w:rsid w:val="00532127"/>
    <w:rsid w:val="00532502"/>
    <w:rsid w:val="00532515"/>
    <w:rsid w:val="00533687"/>
    <w:rsid w:val="005339D4"/>
    <w:rsid w:val="00533B47"/>
    <w:rsid w:val="00533E69"/>
    <w:rsid w:val="00533ECE"/>
    <w:rsid w:val="005341E1"/>
    <w:rsid w:val="00534827"/>
    <w:rsid w:val="00535041"/>
    <w:rsid w:val="005356A2"/>
    <w:rsid w:val="0053591E"/>
    <w:rsid w:val="00535BA3"/>
    <w:rsid w:val="00535DEC"/>
    <w:rsid w:val="00535F6E"/>
    <w:rsid w:val="00536072"/>
    <w:rsid w:val="005364C4"/>
    <w:rsid w:val="005368E0"/>
    <w:rsid w:val="00536C12"/>
    <w:rsid w:val="00536E3C"/>
    <w:rsid w:val="005376A3"/>
    <w:rsid w:val="00537870"/>
    <w:rsid w:val="00537960"/>
    <w:rsid w:val="005401AC"/>
    <w:rsid w:val="00540223"/>
    <w:rsid w:val="005405EF"/>
    <w:rsid w:val="00540607"/>
    <w:rsid w:val="0054066A"/>
    <w:rsid w:val="00540751"/>
    <w:rsid w:val="00540758"/>
    <w:rsid w:val="00540769"/>
    <w:rsid w:val="00540CF5"/>
    <w:rsid w:val="00541012"/>
    <w:rsid w:val="0054125A"/>
    <w:rsid w:val="0054140F"/>
    <w:rsid w:val="0054162E"/>
    <w:rsid w:val="00541A14"/>
    <w:rsid w:val="00541CA2"/>
    <w:rsid w:val="00541D51"/>
    <w:rsid w:val="00542B36"/>
    <w:rsid w:val="00542BA9"/>
    <w:rsid w:val="00542BAC"/>
    <w:rsid w:val="0054301D"/>
    <w:rsid w:val="005430E9"/>
    <w:rsid w:val="0054343C"/>
    <w:rsid w:val="005434C7"/>
    <w:rsid w:val="005436C1"/>
    <w:rsid w:val="005437D5"/>
    <w:rsid w:val="005439E3"/>
    <w:rsid w:val="00543FAD"/>
    <w:rsid w:val="00544501"/>
    <w:rsid w:val="00544AF1"/>
    <w:rsid w:val="00544D2F"/>
    <w:rsid w:val="005451B9"/>
    <w:rsid w:val="00545534"/>
    <w:rsid w:val="00545567"/>
    <w:rsid w:val="005455CA"/>
    <w:rsid w:val="005455CC"/>
    <w:rsid w:val="00545D36"/>
    <w:rsid w:val="00545E2D"/>
    <w:rsid w:val="00545F2B"/>
    <w:rsid w:val="005462DD"/>
    <w:rsid w:val="005468DC"/>
    <w:rsid w:val="00546B1C"/>
    <w:rsid w:val="00546F2D"/>
    <w:rsid w:val="00547208"/>
    <w:rsid w:val="00547334"/>
    <w:rsid w:val="005473B5"/>
    <w:rsid w:val="005473D7"/>
    <w:rsid w:val="005475DC"/>
    <w:rsid w:val="00547696"/>
    <w:rsid w:val="00547746"/>
    <w:rsid w:val="005478B7"/>
    <w:rsid w:val="00547930"/>
    <w:rsid w:val="00547CBC"/>
    <w:rsid w:val="00547DCC"/>
    <w:rsid w:val="00550269"/>
    <w:rsid w:val="005503AD"/>
    <w:rsid w:val="00550729"/>
    <w:rsid w:val="00550C6F"/>
    <w:rsid w:val="00550D43"/>
    <w:rsid w:val="00550E4B"/>
    <w:rsid w:val="00550F0D"/>
    <w:rsid w:val="00551266"/>
    <w:rsid w:val="00551299"/>
    <w:rsid w:val="00551943"/>
    <w:rsid w:val="00551ADA"/>
    <w:rsid w:val="00551F7D"/>
    <w:rsid w:val="005529A9"/>
    <w:rsid w:val="00552A59"/>
    <w:rsid w:val="00552BBE"/>
    <w:rsid w:val="00552DE5"/>
    <w:rsid w:val="00552E58"/>
    <w:rsid w:val="00552EB9"/>
    <w:rsid w:val="005536D9"/>
    <w:rsid w:val="00553714"/>
    <w:rsid w:val="0055372C"/>
    <w:rsid w:val="00553C8C"/>
    <w:rsid w:val="00553E8A"/>
    <w:rsid w:val="005540FC"/>
    <w:rsid w:val="00554122"/>
    <w:rsid w:val="00554270"/>
    <w:rsid w:val="005544AD"/>
    <w:rsid w:val="005544E8"/>
    <w:rsid w:val="0055485E"/>
    <w:rsid w:val="00554BFC"/>
    <w:rsid w:val="00555208"/>
    <w:rsid w:val="0055542C"/>
    <w:rsid w:val="00555526"/>
    <w:rsid w:val="00555B20"/>
    <w:rsid w:val="00555BC5"/>
    <w:rsid w:val="005564B5"/>
    <w:rsid w:val="0055683F"/>
    <w:rsid w:val="00556CD2"/>
    <w:rsid w:val="005573E5"/>
    <w:rsid w:val="0055767E"/>
    <w:rsid w:val="005603B5"/>
    <w:rsid w:val="005604D3"/>
    <w:rsid w:val="00560628"/>
    <w:rsid w:val="00560832"/>
    <w:rsid w:val="005608CE"/>
    <w:rsid w:val="0056099F"/>
    <w:rsid w:val="00560ADA"/>
    <w:rsid w:val="0056108E"/>
    <w:rsid w:val="00561113"/>
    <w:rsid w:val="005611D5"/>
    <w:rsid w:val="00561840"/>
    <w:rsid w:val="00561C0E"/>
    <w:rsid w:val="00561CC4"/>
    <w:rsid w:val="00561D1F"/>
    <w:rsid w:val="00561F12"/>
    <w:rsid w:val="0056248C"/>
    <w:rsid w:val="00562672"/>
    <w:rsid w:val="005626B0"/>
    <w:rsid w:val="00562A2B"/>
    <w:rsid w:val="00562B71"/>
    <w:rsid w:val="00562E33"/>
    <w:rsid w:val="00563224"/>
    <w:rsid w:val="005632B4"/>
    <w:rsid w:val="00563302"/>
    <w:rsid w:val="0056337D"/>
    <w:rsid w:val="00563415"/>
    <w:rsid w:val="00563B16"/>
    <w:rsid w:val="00563CE1"/>
    <w:rsid w:val="00563F1A"/>
    <w:rsid w:val="005640C9"/>
    <w:rsid w:val="005643F7"/>
    <w:rsid w:val="00564673"/>
    <w:rsid w:val="0056486A"/>
    <w:rsid w:val="00564F1C"/>
    <w:rsid w:val="00564F9A"/>
    <w:rsid w:val="00564FA3"/>
    <w:rsid w:val="00565385"/>
    <w:rsid w:val="005656E7"/>
    <w:rsid w:val="00565A1E"/>
    <w:rsid w:val="00565B08"/>
    <w:rsid w:val="00565CF1"/>
    <w:rsid w:val="00566013"/>
    <w:rsid w:val="00566432"/>
    <w:rsid w:val="0056679E"/>
    <w:rsid w:val="00566A06"/>
    <w:rsid w:val="00566EDD"/>
    <w:rsid w:val="00566FA9"/>
    <w:rsid w:val="00567CF1"/>
    <w:rsid w:val="005702CC"/>
    <w:rsid w:val="0057040A"/>
    <w:rsid w:val="00570619"/>
    <w:rsid w:val="00570736"/>
    <w:rsid w:val="00570810"/>
    <w:rsid w:val="005708BA"/>
    <w:rsid w:val="00570E7F"/>
    <w:rsid w:val="00570E9C"/>
    <w:rsid w:val="00571336"/>
    <w:rsid w:val="00571558"/>
    <w:rsid w:val="005716BE"/>
    <w:rsid w:val="00571C89"/>
    <w:rsid w:val="00571C8F"/>
    <w:rsid w:val="00571CF2"/>
    <w:rsid w:val="00571EA2"/>
    <w:rsid w:val="0057218A"/>
    <w:rsid w:val="005728C0"/>
    <w:rsid w:val="0057294D"/>
    <w:rsid w:val="005729FF"/>
    <w:rsid w:val="00572F97"/>
    <w:rsid w:val="00573308"/>
    <w:rsid w:val="0057337B"/>
    <w:rsid w:val="00573FCD"/>
    <w:rsid w:val="005740F7"/>
    <w:rsid w:val="00574171"/>
    <w:rsid w:val="005747A4"/>
    <w:rsid w:val="00574896"/>
    <w:rsid w:val="005749F9"/>
    <w:rsid w:val="0057515D"/>
    <w:rsid w:val="005757E8"/>
    <w:rsid w:val="00575B4D"/>
    <w:rsid w:val="00575D55"/>
    <w:rsid w:val="00575E66"/>
    <w:rsid w:val="005760AB"/>
    <w:rsid w:val="00576655"/>
    <w:rsid w:val="005766B4"/>
    <w:rsid w:val="00576944"/>
    <w:rsid w:val="005769CE"/>
    <w:rsid w:val="00576A15"/>
    <w:rsid w:val="00576AF8"/>
    <w:rsid w:val="005771D7"/>
    <w:rsid w:val="005775E0"/>
    <w:rsid w:val="00577E37"/>
    <w:rsid w:val="0058019B"/>
    <w:rsid w:val="00580531"/>
    <w:rsid w:val="005806A0"/>
    <w:rsid w:val="005806C4"/>
    <w:rsid w:val="005808C5"/>
    <w:rsid w:val="005810D6"/>
    <w:rsid w:val="0058122E"/>
    <w:rsid w:val="005813D4"/>
    <w:rsid w:val="00581B2A"/>
    <w:rsid w:val="00581B8E"/>
    <w:rsid w:val="00582539"/>
    <w:rsid w:val="0058277E"/>
    <w:rsid w:val="0058286A"/>
    <w:rsid w:val="00582966"/>
    <w:rsid w:val="00582D02"/>
    <w:rsid w:val="00582DD5"/>
    <w:rsid w:val="00582F35"/>
    <w:rsid w:val="00582FA4"/>
    <w:rsid w:val="0058303F"/>
    <w:rsid w:val="00583176"/>
    <w:rsid w:val="0058329D"/>
    <w:rsid w:val="005835B3"/>
    <w:rsid w:val="00583667"/>
    <w:rsid w:val="0058380D"/>
    <w:rsid w:val="00583A40"/>
    <w:rsid w:val="00583D5D"/>
    <w:rsid w:val="00583E2F"/>
    <w:rsid w:val="00584379"/>
    <w:rsid w:val="005843F1"/>
    <w:rsid w:val="00584655"/>
    <w:rsid w:val="00584AF9"/>
    <w:rsid w:val="00584B39"/>
    <w:rsid w:val="0058541A"/>
    <w:rsid w:val="00585728"/>
    <w:rsid w:val="00585752"/>
    <w:rsid w:val="00585ABB"/>
    <w:rsid w:val="00586411"/>
    <w:rsid w:val="0058656F"/>
    <w:rsid w:val="00586828"/>
    <w:rsid w:val="0058689D"/>
    <w:rsid w:val="0058764D"/>
    <w:rsid w:val="005879D2"/>
    <w:rsid w:val="00590070"/>
    <w:rsid w:val="00590219"/>
    <w:rsid w:val="00590314"/>
    <w:rsid w:val="005904BB"/>
    <w:rsid w:val="005905D3"/>
    <w:rsid w:val="005905E5"/>
    <w:rsid w:val="005906D4"/>
    <w:rsid w:val="00590704"/>
    <w:rsid w:val="00590828"/>
    <w:rsid w:val="00590A3D"/>
    <w:rsid w:val="00590B48"/>
    <w:rsid w:val="00590E6A"/>
    <w:rsid w:val="00591423"/>
    <w:rsid w:val="00591780"/>
    <w:rsid w:val="0059212F"/>
    <w:rsid w:val="0059230B"/>
    <w:rsid w:val="0059264D"/>
    <w:rsid w:val="0059288E"/>
    <w:rsid w:val="00592B05"/>
    <w:rsid w:val="00592D73"/>
    <w:rsid w:val="00593709"/>
    <w:rsid w:val="0059373D"/>
    <w:rsid w:val="00593CFD"/>
    <w:rsid w:val="0059454F"/>
    <w:rsid w:val="00594B07"/>
    <w:rsid w:val="0059517C"/>
    <w:rsid w:val="00595337"/>
    <w:rsid w:val="005961A5"/>
    <w:rsid w:val="00596209"/>
    <w:rsid w:val="005965F5"/>
    <w:rsid w:val="00596607"/>
    <w:rsid w:val="00596A80"/>
    <w:rsid w:val="00596F99"/>
    <w:rsid w:val="005971BB"/>
    <w:rsid w:val="00597614"/>
    <w:rsid w:val="00597DD4"/>
    <w:rsid w:val="00597E44"/>
    <w:rsid w:val="005A0156"/>
    <w:rsid w:val="005A0454"/>
    <w:rsid w:val="005A08F6"/>
    <w:rsid w:val="005A0A41"/>
    <w:rsid w:val="005A0D62"/>
    <w:rsid w:val="005A0FC4"/>
    <w:rsid w:val="005A15EC"/>
    <w:rsid w:val="005A1948"/>
    <w:rsid w:val="005A1A6B"/>
    <w:rsid w:val="005A1B64"/>
    <w:rsid w:val="005A1E37"/>
    <w:rsid w:val="005A1E8A"/>
    <w:rsid w:val="005A1FAF"/>
    <w:rsid w:val="005A1FDC"/>
    <w:rsid w:val="005A2121"/>
    <w:rsid w:val="005A21CB"/>
    <w:rsid w:val="005A2257"/>
    <w:rsid w:val="005A2B49"/>
    <w:rsid w:val="005A2BAB"/>
    <w:rsid w:val="005A2BC3"/>
    <w:rsid w:val="005A2BE0"/>
    <w:rsid w:val="005A2CFA"/>
    <w:rsid w:val="005A3114"/>
    <w:rsid w:val="005A33B4"/>
    <w:rsid w:val="005A43D5"/>
    <w:rsid w:val="005A493C"/>
    <w:rsid w:val="005A4C4B"/>
    <w:rsid w:val="005A559B"/>
    <w:rsid w:val="005A576F"/>
    <w:rsid w:val="005A5D94"/>
    <w:rsid w:val="005A5F73"/>
    <w:rsid w:val="005A66C0"/>
    <w:rsid w:val="005A6D59"/>
    <w:rsid w:val="005A6DA0"/>
    <w:rsid w:val="005A6F7E"/>
    <w:rsid w:val="005A739B"/>
    <w:rsid w:val="005A740F"/>
    <w:rsid w:val="005A77F6"/>
    <w:rsid w:val="005A7897"/>
    <w:rsid w:val="005A7EE9"/>
    <w:rsid w:val="005A7F73"/>
    <w:rsid w:val="005B02B0"/>
    <w:rsid w:val="005B0DB6"/>
    <w:rsid w:val="005B11D7"/>
    <w:rsid w:val="005B121F"/>
    <w:rsid w:val="005B1262"/>
    <w:rsid w:val="005B139A"/>
    <w:rsid w:val="005B1719"/>
    <w:rsid w:val="005B17D4"/>
    <w:rsid w:val="005B1BD3"/>
    <w:rsid w:val="005B235F"/>
    <w:rsid w:val="005B272A"/>
    <w:rsid w:val="005B2F14"/>
    <w:rsid w:val="005B31E7"/>
    <w:rsid w:val="005B34A9"/>
    <w:rsid w:val="005B36F1"/>
    <w:rsid w:val="005B3ED4"/>
    <w:rsid w:val="005B41C7"/>
    <w:rsid w:val="005B426E"/>
    <w:rsid w:val="005B4464"/>
    <w:rsid w:val="005B45B4"/>
    <w:rsid w:val="005B4733"/>
    <w:rsid w:val="005B4ECD"/>
    <w:rsid w:val="005B51EE"/>
    <w:rsid w:val="005B5367"/>
    <w:rsid w:val="005B5742"/>
    <w:rsid w:val="005B59AD"/>
    <w:rsid w:val="005B5A37"/>
    <w:rsid w:val="005B5C56"/>
    <w:rsid w:val="005B5E26"/>
    <w:rsid w:val="005B5F9D"/>
    <w:rsid w:val="005B6BBB"/>
    <w:rsid w:val="005B7638"/>
    <w:rsid w:val="005B797A"/>
    <w:rsid w:val="005B7CFB"/>
    <w:rsid w:val="005B7D82"/>
    <w:rsid w:val="005B7EAF"/>
    <w:rsid w:val="005B7F4C"/>
    <w:rsid w:val="005C0074"/>
    <w:rsid w:val="005C0432"/>
    <w:rsid w:val="005C082A"/>
    <w:rsid w:val="005C08DB"/>
    <w:rsid w:val="005C0C21"/>
    <w:rsid w:val="005C1447"/>
    <w:rsid w:val="005C14E6"/>
    <w:rsid w:val="005C169D"/>
    <w:rsid w:val="005C19A7"/>
    <w:rsid w:val="005C1A7D"/>
    <w:rsid w:val="005C1CA7"/>
    <w:rsid w:val="005C2847"/>
    <w:rsid w:val="005C2977"/>
    <w:rsid w:val="005C2999"/>
    <w:rsid w:val="005C2A1A"/>
    <w:rsid w:val="005C3129"/>
    <w:rsid w:val="005C31C7"/>
    <w:rsid w:val="005C32CF"/>
    <w:rsid w:val="005C339F"/>
    <w:rsid w:val="005C3786"/>
    <w:rsid w:val="005C37DE"/>
    <w:rsid w:val="005C395C"/>
    <w:rsid w:val="005C395E"/>
    <w:rsid w:val="005C3B69"/>
    <w:rsid w:val="005C3D66"/>
    <w:rsid w:val="005C3E2D"/>
    <w:rsid w:val="005C3FDB"/>
    <w:rsid w:val="005C4555"/>
    <w:rsid w:val="005C4612"/>
    <w:rsid w:val="005C4B1C"/>
    <w:rsid w:val="005C5432"/>
    <w:rsid w:val="005C56D8"/>
    <w:rsid w:val="005C5793"/>
    <w:rsid w:val="005C5DB7"/>
    <w:rsid w:val="005C5DD2"/>
    <w:rsid w:val="005C6199"/>
    <w:rsid w:val="005C6401"/>
    <w:rsid w:val="005C6864"/>
    <w:rsid w:val="005C6B31"/>
    <w:rsid w:val="005C6B96"/>
    <w:rsid w:val="005C6EAE"/>
    <w:rsid w:val="005C71CB"/>
    <w:rsid w:val="005C72AD"/>
    <w:rsid w:val="005C72B5"/>
    <w:rsid w:val="005C7A08"/>
    <w:rsid w:val="005C7A56"/>
    <w:rsid w:val="005C7E63"/>
    <w:rsid w:val="005D00B6"/>
    <w:rsid w:val="005D050F"/>
    <w:rsid w:val="005D0592"/>
    <w:rsid w:val="005D063C"/>
    <w:rsid w:val="005D132B"/>
    <w:rsid w:val="005D156D"/>
    <w:rsid w:val="005D15B0"/>
    <w:rsid w:val="005D1A03"/>
    <w:rsid w:val="005D1BFD"/>
    <w:rsid w:val="005D1C62"/>
    <w:rsid w:val="005D2129"/>
    <w:rsid w:val="005D21B3"/>
    <w:rsid w:val="005D21BF"/>
    <w:rsid w:val="005D280A"/>
    <w:rsid w:val="005D28EA"/>
    <w:rsid w:val="005D2F4E"/>
    <w:rsid w:val="005D324F"/>
    <w:rsid w:val="005D3E1D"/>
    <w:rsid w:val="005D3F2D"/>
    <w:rsid w:val="005D40F3"/>
    <w:rsid w:val="005D4267"/>
    <w:rsid w:val="005D42F6"/>
    <w:rsid w:val="005D4610"/>
    <w:rsid w:val="005D478E"/>
    <w:rsid w:val="005D4B89"/>
    <w:rsid w:val="005D4CCE"/>
    <w:rsid w:val="005D4FD1"/>
    <w:rsid w:val="005D4FF5"/>
    <w:rsid w:val="005D553B"/>
    <w:rsid w:val="005D56B8"/>
    <w:rsid w:val="005D5911"/>
    <w:rsid w:val="005D5FE8"/>
    <w:rsid w:val="005D6175"/>
    <w:rsid w:val="005D62FA"/>
    <w:rsid w:val="005D659D"/>
    <w:rsid w:val="005D6C56"/>
    <w:rsid w:val="005D6CB0"/>
    <w:rsid w:val="005D6D62"/>
    <w:rsid w:val="005D6FA3"/>
    <w:rsid w:val="005D7129"/>
    <w:rsid w:val="005D7763"/>
    <w:rsid w:val="005D7BA9"/>
    <w:rsid w:val="005D7F04"/>
    <w:rsid w:val="005D7F4D"/>
    <w:rsid w:val="005E0213"/>
    <w:rsid w:val="005E023B"/>
    <w:rsid w:val="005E02FD"/>
    <w:rsid w:val="005E0383"/>
    <w:rsid w:val="005E09D3"/>
    <w:rsid w:val="005E0AEF"/>
    <w:rsid w:val="005E1029"/>
    <w:rsid w:val="005E10C7"/>
    <w:rsid w:val="005E127A"/>
    <w:rsid w:val="005E13C3"/>
    <w:rsid w:val="005E185C"/>
    <w:rsid w:val="005E1C4F"/>
    <w:rsid w:val="005E1F8C"/>
    <w:rsid w:val="005E2019"/>
    <w:rsid w:val="005E29EC"/>
    <w:rsid w:val="005E2D58"/>
    <w:rsid w:val="005E2E42"/>
    <w:rsid w:val="005E2E94"/>
    <w:rsid w:val="005E2EC7"/>
    <w:rsid w:val="005E2ED0"/>
    <w:rsid w:val="005E2F13"/>
    <w:rsid w:val="005E2F19"/>
    <w:rsid w:val="005E2F53"/>
    <w:rsid w:val="005E3DD7"/>
    <w:rsid w:val="005E41D4"/>
    <w:rsid w:val="005E41F8"/>
    <w:rsid w:val="005E4240"/>
    <w:rsid w:val="005E4343"/>
    <w:rsid w:val="005E4364"/>
    <w:rsid w:val="005E4885"/>
    <w:rsid w:val="005E493E"/>
    <w:rsid w:val="005E4994"/>
    <w:rsid w:val="005E4EBE"/>
    <w:rsid w:val="005E50B1"/>
    <w:rsid w:val="005E50B7"/>
    <w:rsid w:val="005E52E0"/>
    <w:rsid w:val="005E5659"/>
    <w:rsid w:val="005E62CD"/>
    <w:rsid w:val="005E63BC"/>
    <w:rsid w:val="005E692C"/>
    <w:rsid w:val="005E6CC5"/>
    <w:rsid w:val="005E6E00"/>
    <w:rsid w:val="005E71C8"/>
    <w:rsid w:val="005E7211"/>
    <w:rsid w:val="005E7A6D"/>
    <w:rsid w:val="005E7BC6"/>
    <w:rsid w:val="005E7D24"/>
    <w:rsid w:val="005E7E80"/>
    <w:rsid w:val="005E7F0B"/>
    <w:rsid w:val="005F02EB"/>
    <w:rsid w:val="005F077B"/>
    <w:rsid w:val="005F09A0"/>
    <w:rsid w:val="005F0DAA"/>
    <w:rsid w:val="005F13C0"/>
    <w:rsid w:val="005F1EB5"/>
    <w:rsid w:val="005F277E"/>
    <w:rsid w:val="005F2B22"/>
    <w:rsid w:val="005F2CEC"/>
    <w:rsid w:val="005F2D05"/>
    <w:rsid w:val="005F2EE6"/>
    <w:rsid w:val="005F2F2C"/>
    <w:rsid w:val="005F2F70"/>
    <w:rsid w:val="005F3003"/>
    <w:rsid w:val="005F33A6"/>
    <w:rsid w:val="005F35C0"/>
    <w:rsid w:val="005F38F8"/>
    <w:rsid w:val="005F3937"/>
    <w:rsid w:val="005F3968"/>
    <w:rsid w:val="005F3C33"/>
    <w:rsid w:val="005F421F"/>
    <w:rsid w:val="005F4329"/>
    <w:rsid w:val="005F4AD4"/>
    <w:rsid w:val="005F4BC9"/>
    <w:rsid w:val="005F4CE5"/>
    <w:rsid w:val="005F4DFC"/>
    <w:rsid w:val="005F50A0"/>
    <w:rsid w:val="005F5E20"/>
    <w:rsid w:val="005F5E22"/>
    <w:rsid w:val="005F5EAA"/>
    <w:rsid w:val="005F5EAD"/>
    <w:rsid w:val="005F646C"/>
    <w:rsid w:val="005F6C05"/>
    <w:rsid w:val="005F6CC9"/>
    <w:rsid w:val="005F6CFF"/>
    <w:rsid w:val="005F706C"/>
    <w:rsid w:val="005F7075"/>
    <w:rsid w:val="005F7088"/>
    <w:rsid w:val="005F710E"/>
    <w:rsid w:val="005F7402"/>
    <w:rsid w:val="005F7883"/>
    <w:rsid w:val="005F7D44"/>
    <w:rsid w:val="00600368"/>
    <w:rsid w:val="00600A77"/>
    <w:rsid w:val="00600C05"/>
    <w:rsid w:val="00600E05"/>
    <w:rsid w:val="00600F19"/>
    <w:rsid w:val="00600FE2"/>
    <w:rsid w:val="006010A8"/>
    <w:rsid w:val="0060111C"/>
    <w:rsid w:val="00601A21"/>
    <w:rsid w:val="00601D77"/>
    <w:rsid w:val="0060252B"/>
    <w:rsid w:val="00602D6C"/>
    <w:rsid w:val="00602ECA"/>
    <w:rsid w:val="006030DE"/>
    <w:rsid w:val="0060339D"/>
    <w:rsid w:val="006033F2"/>
    <w:rsid w:val="0060366B"/>
    <w:rsid w:val="00603AE0"/>
    <w:rsid w:val="00603B62"/>
    <w:rsid w:val="00603E89"/>
    <w:rsid w:val="00603FB3"/>
    <w:rsid w:val="006041B7"/>
    <w:rsid w:val="00604339"/>
    <w:rsid w:val="00604514"/>
    <w:rsid w:val="00604CDD"/>
    <w:rsid w:val="00604EDD"/>
    <w:rsid w:val="006054E1"/>
    <w:rsid w:val="0060595A"/>
    <w:rsid w:val="00605D4E"/>
    <w:rsid w:val="00605E60"/>
    <w:rsid w:val="00605EAA"/>
    <w:rsid w:val="00606016"/>
    <w:rsid w:val="00606082"/>
    <w:rsid w:val="00606168"/>
    <w:rsid w:val="006066DF"/>
    <w:rsid w:val="006068A5"/>
    <w:rsid w:val="00606F4C"/>
    <w:rsid w:val="00607054"/>
    <w:rsid w:val="00607088"/>
    <w:rsid w:val="006070BE"/>
    <w:rsid w:val="006072FB"/>
    <w:rsid w:val="006074D9"/>
    <w:rsid w:val="00607A05"/>
    <w:rsid w:val="00607EFC"/>
    <w:rsid w:val="00610081"/>
    <w:rsid w:val="00610515"/>
    <w:rsid w:val="006107AB"/>
    <w:rsid w:val="006108CD"/>
    <w:rsid w:val="00610BA6"/>
    <w:rsid w:val="00610BC7"/>
    <w:rsid w:val="00610E94"/>
    <w:rsid w:val="00611183"/>
    <w:rsid w:val="00611802"/>
    <w:rsid w:val="00611833"/>
    <w:rsid w:val="00611884"/>
    <w:rsid w:val="00611A7B"/>
    <w:rsid w:val="00611BB9"/>
    <w:rsid w:val="00611BFC"/>
    <w:rsid w:val="00611D73"/>
    <w:rsid w:val="00612042"/>
    <w:rsid w:val="006122E3"/>
    <w:rsid w:val="0061275B"/>
    <w:rsid w:val="006128CE"/>
    <w:rsid w:val="006128EC"/>
    <w:rsid w:val="00612A6B"/>
    <w:rsid w:val="0061308F"/>
    <w:rsid w:val="00613259"/>
    <w:rsid w:val="00613409"/>
    <w:rsid w:val="006138C0"/>
    <w:rsid w:val="00613974"/>
    <w:rsid w:val="00613ABC"/>
    <w:rsid w:val="00613DFC"/>
    <w:rsid w:val="00614012"/>
    <w:rsid w:val="00614026"/>
    <w:rsid w:val="0061405F"/>
    <w:rsid w:val="006142C1"/>
    <w:rsid w:val="00614F66"/>
    <w:rsid w:val="006151F7"/>
    <w:rsid w:val="00615386"/>
    <w:rsid w:val="00615688"/>
    <w:rsid w:val="006159B6"/>
    <w:rsid w:val="00615A86"/>
    <w:rsid w:val="006164BC"/>
    <w:rsid w:val="00616D21"/>
    <w:rsid w:val="00616F45"/>
    <w:rsid w:val="00616FBC"/>
    <w:rsid w:val="006172A0"/>
    <w:rsid w:val="006172A2"/>
    <w:rsid w:val="006173E9"/>
    <w:rsid w:val="0061754E"/>
    <w:rsid w:val="006178A5"/>
    <w:rsid w:val="00617A0D"/>
    <w:rsid w:val="00617CD8"/>
    <w:rsid w:val="00617DE2"/>
    <w:rsid w:val="00617E46"/>
    <w:rsid w:val="00617FC3"/>
    <w:rsid w:val="006203FE"/>
    <w:rsid w:val="00620617"/>
    <w:rsid w:val="006207DC"/>
    <w:rsid w:val="0062086A"/>
    <w:rsid w:val="00621551"/>
    <w:rsid w:val="006218AA"/>
    <w:rsid w:val="00621934"/>
    <w:rsid w:val="00621AE1"/>
    <w:rsid w:val="0062224C"/>
    <w:rsid w:val="00622A59"/>
    <w:rsid w:val="00622C2F"/>
    <w:rsid w:val="0062354F"/>
    <w:rsid w:val="00623A4E"/>
    <w:rsid w:val="00624053"/>
    <w:rsid w:val="00624161"/>
    <w:rsid w:val="0062430D"/>
    <w:rsid w:val="0062442A"/>
    <w:rsid w:val="00624859"/>
    <w:rsid w:val="006252FD"/>
    <w:rsid w:val="00625441"/>
    <w:rsid w:val="00625B98"/>
    <w:rsid w:val="00625BBF"/>
    <w:rsid w:val="00626290"/>
    <w:rsid w:val="00626659"/>
    <w:rsid w:val="006269CD"/>
    <w:rsid w:val="00626B3F"/>
    <w:rsid w:val="00626C5D"/>
    <w:rsid w:val="00626E17"/>
    <w:rsid w:val="00626F16"/>
    <w:rsid w:val="00626F2A"/>
    <w:rsid w:val="00626F88"/>
    <w:rsid w:val="00626FAD"/>
    <w:rsid w:val="00627218"/>
    <w:rsid w:val="006273BA"/>
    <w:rsid w:val="0062785A"/>
    <w:rsid w:val="00627903"/>
    <w:rsid w:val="00627CF3"/>
    <w:rsid w:val="00627F64"/>
    <w:rsid w:val="00630418"/>
    <w:rsid w:val="006304B3"/>
    <w:rsid w:val="006304BD"/>
    <w:rsid w:val="006308AA"/>
    <w:rsid w:val="00630BC7"/>
    <w:rsid w:val="00630C5D"/>
    <w:rsid w:val="00630DDD"/>
    <w:rsid w:val="00630EEF"/>
    <w:rsid w:val="00631256"/>
    <w:rsid w:val="00631328"/>
    <w:rsid w:val="0063163C"/>
    <w:rsid w:val="00631EEF"/>
    <w:rsid w:val="0063240E"/>
    <w:rsid w:val="0063249A"/>
    <w:rsid w:val="00632A46"/>
    <w:rsid w:val="00632B16"/>
    <w:rsid w:val="00632C88"/>
    <w:rsid w:val="006332B8"/>
    <w:rsid w:val="006335C5"/>
    <w:rsid w:val="0063366F"/>
    <w:rsid w:val="006338A5"/>
    <w:rsid w:val="00633D2A"/>
    <w:rsid w:val="0063422D"/>
    <w:rsid w:val="00634233"/>
    <w:rsid w:val="0063424A"/>
    <w:rsid w:val="0063455D"/>
    <w:rsid w:val="0063463F"/>
    <w:rsid w:val="00634661"/>
    <w:rsid w:val="00634A0D"/>
    <w:rsid w:val="00634F2A"/>
    <w:rsid w:val="006356D1"/>
    <w:rsid w:val="006357C3"/>
    <w:rsid w:val="00635A41"/>
    <w:rsid w:val="00635BC0"/>
    <w:rsid w:val="006363E0"/>
    <w:rsid w:val="00636669"/>
    <w:rsid w:val="0063685E"/>
    <w:rsid w:val="00636C63"/>
    <w:rsid w:val="00637222"/>
    <w:rsid w:val="006375E6"/>
    <w:rsid w:val="0063763B"/>
    <w:rsid w:val="006376AC"/>
    <w:rsid w:val="0063780B"/>
    <w:rsid w:val="00637AC0"/>
    <w:rsid w:val="00637D79"/>
    <w:rsid w:val="0064008D"/>
    <w:rsid w:val="00640426"/>
    <w:rsid w:val="006405D9"/>
    <w:rsid w:val="00640749"/>
    <w:rsid w:val="0064076E"/>
    <w:rsid w:val="00640A67"/>
    <w:rsid w:val="00640C88"/>
    <w:rsid w:val="00640D09"/>
    <w:rsid w:val="00640D1C"/>
    <w:rsid w:val="00640E17"/>
    <w:rsid w:val="0064134C"/>
    <w:rsid w:val="006415FB"/>
    <w:rsid w:val="006417A6"/>
    <w:rsid w:val="006417DD"/>
    <w:rsid w:val="006424E1"/>
    <w:rsid w:val="006428EE"/>
    <w:rsid w:val="00642ABD"/>
    <w:rsid w:val="00643095"/>
    <w:rsid w:val="006435E5"/>
    <w:rsid w:val="00643A86"/>
    <w:rsid w:val="00643E72"/>
    <w:rsid w:val="00644036"/>
    <w:rsid w:val="00644279"/>
    <w:rsid w:val="006442F5"/>
    <w:rsid w:val="0064467B"/>
    <w:rsid w:val="006448BE"/>
    <w:rsid w:val="006449FE"/>
    <w:rsid w:val="00644B07"/>
    <w:rsid w:val="00644CA6"/>
    <w:rsid w:val="00644F82"/>
    <w:rsid w:val="00645078"/>
    <w:rsid w:val="00645132"/>
    <w:rsid w:val="006454E1"/>
    <w:rsid w:val="00645954"/>
    <w:rsid w:val="006459D8"/>
    <w:rsid w:val="00645FAE"/>
    <w:rsid w:val="00645FBD"/>
    <w:rsid w:val="006461CC"/>
    <w:rsid w:val="0064664C"/>
    <w:rsid w:val="006467F6"/>
    <w:rsid w:val="00646A03"/>
    <w:rsid w:val="00646CA2"/>
    <w:rsid w:val="00646FF6"/>
    <w:rsid w:val="0064757C"/>
    <w:rsid w:val="006505DE"/>
    <w:rsid w:val="006506E8"/>
    <w:rsid w:val="0065092C"/>
    <w:rsid w:val="00650AF5"/>
    <w:rsid w:val="00651190"/>
    <w:rsid w:val="006512D7"/>
    <w:rsid w:val="00651B2D"/>
    <w:rsid w:val="00652232"/>
    <w:rsid w:val="0065235F"/>
    <w:rsid w:val="006523D0"/>
    <w:rsid w:val="00652BCF"/>
    <w:rsid w:val="00652D30"/>
    <w:rsid w:val="006531DC"/>
    <w:rsid w:val="00653212"/>
    <w:rsid w:val="0065366C"/>
    <w:rsid w:val="00653B30"/>
    <w:rsid w:val="00653BEA"/>
    <w:rsid w:val="00653CD7"/>
    <w:rsid w:val="00653F41"/>
    <w:rsid w:val="00653FD0"/>
    <w:rsid w:val="0065415B"/>
    <w:rsid w:val="00654241"/>
    <w:rsid w:val="00654A54"/>
    <w:rsid w:val="00654DB4"/>
    <w:rsid w:val="00654EDB"/>
    <w:rsid w:val="0065562C"/>
    <w:rsid w:val="00655805"/>
    <w:rsid w:val="006559FE"/>
    <w:rsid w:val="00655DBE"/>
    <w:rsid w:val="00655DC0"/>
    <w:rsid w:val="00655DE8"/>
    <w:rsid w:val="00655F67"/>
    <w:rsid w:val="0065625F"/>
    <w:rsid w:val="00656424"/>
    <w:rsid w:val="00656899"/>
    <w:rsid w:val="00656941"/>
    <w:rsid w:val="00656AC5"/>
    <w:rsid w:val="006575E8"/>
    <w:rsid w:val="00657DD4"/>
    <w:rsid w:val="00657DEF"/>
    <w:rsid w:val="00657E5A"/>
    <w:rsid w:val="00660441"/>
    <w:rsid w:val="006607E0"/>
    <w:rsid w:val="00660CB5"/>
    <w:rsid w:val="00660CD7"/>
    <w:rsid w:val="006614D6"/>
    <w:rsid w:val="006616BE"/>
    <w:rsid w:val="00661796"/>
    <w:rsid w:val="006617D9"/>
    <w:rsid w:val="006617FB"/>
    <w:rsid w:val="00661C6D"/>
    <w:rsid w:val="00661D2D"/>
    <w:rsid w:val="00661D3C"/>
    <w:rsid w:val="00661D3E"/>
    <w:rsid w:val="00661DDC"/>
    <w:rsid w:val="00661DFA"/>
    <w:rsid w:val="00661F7C"/>
    <w:rsid w:val="0066261B"/>
    <w:rsid w:val="006633D1"/>
    <w:rsid w:val="006633F0"/>
    <w:rsid w:val="0066361E"/>
    <w:rsid w:val="006637A2"/>
    <w:rsid w:val="00663E79"/>
    <w:rsid w:val="00663E8B"/>
    <w:rsid w:val="00663E93"/>
    <w:rsid w:val="00664208"/>
    <w:rsid w:val="0066468C"/>
    <w:rsid w:val="00664C06"/>
    <w:rsid w:val="00664F9F"/>
    <w:rsid w:val="006652E7"/>
    <w:rsid w:val="00665600"/>
    <w:rsid w:val="006656C0"/>
    <w:rsid w:val="00665DB9"/>
    <w:rsid w:val="00665DBA"/>
    <w:rsid w:val="00665F2A"/>
    <w:rsid w:val="006660C7"/>
    <w:rsid w:val="006661F3"/>
    <w:rsid w:val="00666233"/>
    <w:rsid w:val="006662A3"/>
    <w:rsid w:val="00666307"/>
    <w:rsid w:val="0066638E"/>
    <w:rsid w:val="006663F6"/>
    <w:rsid w:val="00666830"/>
    <w:rsid w:val="006668BF"/>
    <w:rsid w:val="00666B52"/>
    <w:rsid w:val="006670E3"/>
    <w:rsid w:val="0066711A"/>
    <w:rsid w:val="006673FA"/>
    <w:rsid w:val="00667468"/>
    <w:rsid w:val="00667508"/>
    <w:rsid w:val="00667D3F"/>
    <w:rsid w:val="00670102"/>
    <w:rsid w:val="006706CC"/>
    <w:rsid w:val="00670903"/>
    <w:rsid w:val="00670A76"/>
    <w:rsid w:val="00670CB0"/>
    <w:rsid w:val="00670FB4"/>
    <w:rsid w:val="006710D1"/>
    <w:rsid w:val="00671DB8"/>
    <w:rsid w:val="00671E4B"/>
    <w:rsid w:val="006729B3"/>
    <w:rsid w:val="00672B46"/>
    <w:rsid w:val="00672B6D"/>
    <w:rsid w:val="00672C0F"/>
    <w:rsid w:val="00672CFD"/>
    <w:rsid w:val="00672EE5"/>
    <w:rsid w:val="00672F9A"/>
    <w:rsid w:val="0067322F"/>
    <w:rsid w:val="0067349F"/>
    <w:rsid w:val="006737A6"/>
    <w:rsid w:val="00673B71"/>
    <w:rsid w:val="00673EBE"/>
    <w:rsid w:val="00673EE1"/>
    <w:rsid w:val="00674113"/>
    <w:rsid w:val="00674839"/>
    <w:rsid w:val="00674A31"/>
    <w:rsid w:val="00674AC9"/>
    <w:rsid w:val="00674B1D"/>
    <w:rsid w:val="00674B70"/>
    <w:rsid w:val="00674FE3"/>
    <w:rsid w:val="00675123"/>
    <w:rsid w:val="00675128"/>
    <w:rsid w:val="006755B0"/>
    <w:rsid w:val="00675844"/>
    <w:rsid w:val="00676175"/>
    <w:rsid w:val="0067680C"/>
    <w:rsid w:val="00676ED1"/>
    <w:rsid w:val="00676F87"/>
    <w:rsid w:val="006771B6"/>
    <w:rsid w:val="0067725A"/>
    <w:rsid w:val="0067729A"/>
    <w:rsid w:val="00677617"/>
    <w:rsid w:val="00677F6B"/>
    <w:rsid w:val="00680265"/>
    <w:rsid w:val="006803DA"/>
    <w:rsid w:val="006804C0"/>
    <w:rsid w:val="006807D3"/>
    <w:rsid w:val="0068092E"/>
    <w:rsid w:val="00680AD1"/>
    <w:rsid w:val="00680C52"/>
    <w:rsid w:val="006810F2"/>
    <w:rsid w:val="006811BB"/>
    <w:rsid w:val="0068122D"/>
    <w:rsid w:val="006817F0"/>
    <w:rsid w:val="00681A40"/>
    <w:rsid w:val="00681B39"/>
    <w:rsid w:val="00681BD6"/>
    <w:rsid w:val="0068206F"/>
    <w:rsid w:val="00682742"/>
    <w:rsid w:val="00682BB0"/>
    <w:rsid w:val="00682C1A"/>
    <w:rsid w:val="00683002"/>
    <w:rsid w:val="006837D0"/>
    <w:rsid w:val="006838CB"/>
    <w:rsid w:val="00683947"/>
    <w:rsid w:val="006839CD"/>
    <w:rsid w:val="0068414E"/>
    <w:rsid w:val="006842D7"/>
    <w:rsid w:val="00684349"/>
    <w:rsid w:val="00684599"/>
    <w:rsid w:val="00684837"/>
    <w:rsid w:val="00684BE8"/>
    <w:rsid w:val="00684FCC"/>
    <w:rsid w:val="00685587"/>
    <w:rsid w:val="00685891"/>
    <w:rsid w:val="00685B2F"/>
    <w:rsid w:val="0068665A"/>
    <w:rsid w:val="0068696F"/>
    <w:rsid w:val="00686B76"/>
    <w:rsid w:val="00686D9D"/>
    <w:rsid w:val="00686FAD"/>
    <w:rsid w:val="00686FC0"/>
    <w:rsid w:val="00686FDE"/>
    <w:rsid w:val="00687404"/>
    <w:rsid w:val="006875D6"/>
    <w:rsid w:val="00687E4C"/>
    <w:rsid w:val="00687FA7"/>
    <w:rsid w:val="006900E5"/>
    <w:rsid w:val="0069013C"/>
    <w:rsid w:val="0069063F"/>
    <w:rsid w:val="0069072C"/>
    <w:rsid w:val="0069098B"/>
    <w:rsid w:val="00690E47"/>
    <w:rsid w:val="00691414"/>
    <w:rsid w:val="006914A6"/>
    <w:rsid w:val="006914C2"/>
    <w:rsid w:val="006917BB"/>
    <w:rsid w:val="00691816"/>
    <w:rsid w:val="00691B68"/>
    <w:rsid w:val="00691F19"/>
    <w:rsid w:val="00691F25"/>
    <w:rsid w:val="00691F41"/>
    <w:rsid w:val="00691FB5"/>
    <w:rsid w:val="00692176"/>
    <w:rsid w:val="00692196"/>
    <w:rsid w:val="00692AF0"/>
    <w:rsid w:val="00692BA1"/>
    <w:rsid w:val="00692C2B"/>
    <w:rsid w:val="00692DB1"/>
    <w:rsid w:val="00692E5A"/>
    <w:rsid w:val="00692E78"/>
    <w:rsid w:val="00693051"/>
    <w:rsid w:val="00694569"/>
    <w:rsid w:val="00695008"/>
    <w:rsid w:val="00695410"/>
    <w:rsid w:val="00695655"/>
    <w:rsid w:val="00695802"/>
    <w:rsid w:val="006958B0"/>
    <w:rsid w:val="00695AC6"/>
    <w:rsid w:val="00696170"/>
    <w:rsid w:val="0069647D"/>
    <w:rsid w:val="00696523"/>
    <w:rsid w:val="006966BB"/>
    <w:rsid w:val="0069688E"/>
    <w:rsid w:val="0069695C"/>
    <w:rsid w:val="0069697C"/>
    <w:rsid w:val="00697060"/>
    <w:rsid w:val="00697360"/>
    <w:rsid w:val="00697394"/>
    <w:rsid w:val="0069768B"/>
    <w:rsid w:val="00697A53"/>
    <w:rsid w:val="00697AFB"/>
    <w:rsid w:val="00697BFC"/>
    <w:rsid w:val="00697C72"/>
    <w:rsid w:val="00697E71"/>
    <w:rsid w:val="006A0357"/>
    <w:rsid w:val="006A086B"/>
    <w:rsid w:val="006A0A2C"/>
    <w:rsid w:val="006A0C1E"/>
    <w:rsid w:val="006A1007"/>
    <w:rsid w:val="006A14EF"/>
    <w:rsid w:val="006A1644"/>
    <w:rsid w:val="006A174E"/>
    <w:rsid w:val="006A18EC"/>
    <w:rsid w:val="006A1DBB"/>
    <w:rsid w:val="006A237D"/>
    <w:rsid w:val="006A280F"/>
    <w:rsid w:val="006A2A16"/>
    <w:rsid w:val="006A2D4B"/>
    <w:rsid w:val="006A2E9E"/>
    <w:rsid w:val="006A33D9"/>
    <w:rsid w:val="006A3924"/>
    <w:rsid w:val="006A3944"/>
    <w:rsid w:val="006A3A44"/>
    <w:rsid w:val="006A3CA6"/>
    <w:rsid w:val="006A3DA2"/>
    <w:rsid w:val="006A4153"/>
    <w:rsid w:val="006A47EB"/>
    <w:rsid w:val="006A487D"/>
    <w:rsid w:val="006A4905"/>
    <w:rsid w:val="006A4F1C"/>
    <w:rsid w:val="006A5110"/>
    <w:rsid w:val="006A56C6"/>
    <w:rsid w:val="006A613B"/>
    <w:rsid w:val="006A6486"/>
    <w:rsid w:val="006A6558"/>
    <w:rsid w:val="006A6971"/>
    <w:rsid w:val="006A6EAE"/>
    <w:rsid w:val="006A6F8C"/>
    <w:rsid w:val="006A6FAE"/>
    <w:rsid w:val="006A6FEB"/>
    <w:rsid w:val="006A709F"/>
    <w:rsid w:val="006A77C0"/>
    <w:rsid w:val="006A79DC"/>
    <w:rsid w:val="006B0118"/>
    <w:rsid w:val="006B02CD"/>
    <w:rsid w:val="006B07C7"/>
    <w:rsid w:val="006B08CD"/>
    <w:rsid w:val="006B095F"/>
    <w:rsid w:val="006B12A9"/>
    <w:rsid w:val="006B158A"/>
    <w:rsid w:val="006B16D9"/>
    <w:rsid w:val="006B18C4"/>
    <w:rsid w:val="006B1C5E"/>
    <w:rsid w:val="006B23C2"/>
    <w:rsid w:val="006B2719"/>
    <w:rsid w:val="006B29DD"/>
    <w:rsid w:val="006B2A67"/>
    <w:rsid w:val="006B2AA7"/>
    <w:rsid w:val="006B2B5F"/>
    <w:rsid w:val="006B3458"/>
    <w:rsid w:val="006B38F8"/>
    <w:rsid w:val="006B3922"/>
    <w:rsid w:val="006B3EFB"/>
    <w:rsid w:val="006B41BF"/>
    <w:rsid w:val="006B42E8"/>
    <w:rsid w:val="006B46FE"/>
    <w:rsid w:val="006B476D"/>
    <w:rsid w:val="006B4BF1"/>
    <w:rsid w:val="006B4D98"/>
    <w:rsid w:val="006B4E67"/>
    <w:rsid w:val="006B53E9"/>
    <w:rsid w:val="006B547E"/>
    <w:rsid w:val="006B55C1"/>
    <w:rsid w:val="006B5A1E"/>
    <w:rsid w:val="006B5ABD"/>
    <w:rsid w:val="006B5E05"/>
    <w:rsid w:val="006B606F"/>
    <w:rsid w:val="006B6486"/>
    <w:rsid w:val="006B6F55"/>
    <w:rsid w:val="006B6F74"/>
    <w:rsid w:val="006B72FB"/>
    <w:rsid w:val="006B7759"/>
    <w:rsid w:val="006B7976"/>
    <w:rsid w:val="006B7DB4"/>
    <w:rsid w:val="006B7E02"/>
    <w:rsid w:val="006B7F3A"/>
    <w:rsid w:val="006C0ACA"/>
    <w:rsid w:val="006C0BD8"/>
    <w:rsid w:val="006C0C01"/>
    <w:rsid w:val="006C0EE3"/>
    <w:rsid w:val="006C129F"/>
    <w:rsid w:val="006C1489"/>
    <w:rsid w:val="006C1883"/>
    <w:rsid w:val="006C1A02"/>
    <w:rsid w:val="006C1A49"/>
    <w:rsid w:val="006C1E41"/>
    <w:rsid w:val="006C21D1"/>
    <w:rsid w:val="006C2536"/>
    <w:rsid w:val="006C2915"/>
    <w:rsid w:val="006C2EED"/>
    <w:rsid w:val="006C2FA5"/>
    <w:rsid w:val="006C334E"/>
    <w:rsid w:val="006C33E5"/>
    <w:rsid w:val="006C36F2"/>
    <w:rsid w:val="006C3715"/>
    <w:rsid w:val="006C3DAC"/>
    <w:rsid w:val="006C420E"/>
    <w:rsid w:val="006C43F5"/>
    <w:rsid w:val="006C445A"/>
    <w:rsid w:val="006C4793"/>
    <w:rsid w:val="006C4B32"/>
    <w:rsid w:val="006C4F86"/>
    <w:rsid w:val="006C507B"/>
    <w:rsid w:val="006C54C4"/>
    <w:rsid w:val="006C5759"/>
    <w:rsid w:val="006C5D40"/>
    <w:rsid w:val="006C64F7"/>
    <w:rsid w:val="006C6854"/>
    <w:rsid w:val="006C68FF"/>
    <w:rsid w:val="006C6B59"/>
    <w:rsid w:val="006C6F29"/>
    <w:rsid w:val="006C6F50"/>
    <w:rsid w:val="006C7090"/>
    <w:rsid w:val="006C7B1B"/>
    <w:rsid w:val="006D0040"/>
    <w:rsid w:val="006D0F5C"/>
    <w:rsid w:val="006D1175"/>
    <w:rsid w:val="006D14A7"/>
    <w:rsid w:val="006D21C3"/>
    <w:rsid w:val="006D230C"/>
    <w:rsid w:val="006D23D2"/>
    <w:rsid w:val="006D2780"/>
    <w:rsid w:val="006D28D4"/>
    <w:rsid w:val="006D2C75"/>
    <w:rsid w:val="006D2CF2"/>
    <w:rsid w:val="006D2DC6"/>
    <w:rsid w:val="006D2FA5"/>
    <w:rsid w:val="006D33BC"/>
    <w:rsid w:val="006D35C6"/>
    <w:rsid w:val="006D3D88"/>
    <w:rsid w:val="006D4792"/>
    <w:rsid w:val="006D4836"/>
    <w:rsid w:val="006D4EF3"/>
    <w:rsid w:val="006D50B5"/>
    <w:rsid w:val="006D50F3"/>
    <w:rsid w:val="006D53DE"/>
    <w:rsid w:val="006D5722"/>
    <w:rsid w:val="006D59C7"/>
    <w:rsid w:val="006D5D20"/>
    <w:rsid w:val="006D6157"/>
    <w:rsid w:val="006D664F"/>
    <w:rsid w:val="006D670A"/>
    <w:rsid w:val="006D6CEE"/>
    <w:rsid w:val="006D6DB7"/>
    <w:rsid w:val="006D6E63"/>
    <w:rsid w:val="006D6F62"/>
    <w:rsid w:val="006D71AC"/>
    <w:rsid w:val="006D72A8"/>
    <w:rsid w:val="006D760E"/>
    <w:rsid w:val="006D7978"/>
    <w:rsid w:val="006D7B0C"/>
    <w:rsid w:val="006E011C"/>
    <w:rsid w:val="006E011E"/>
    <w:rsid w:val="006E0176"/>
    <w:rsid w:val="006E0240"/>
    <w:rsid w:val="006E0A63"/>
    <w:rsid w:val="006E0BFE"/>
    <w:rsid w:val="006E0DB8"/>
    <w:rsid w:val="006E1057"/>
    <w:rsid w:val="006E147D"/>
    <w:rsid w:val="006E1980"/>
    <w:rsid w:val="006E1D4A"/>
    <w:rsid w:val="006E1D75"/>
    <w:rsid w:val="006E24E9"/>
    <w:rsid w:val="006E26C4"/>
    <w:rsid w:val="006E275D"/>
    <w:rsid w:val="006E2AE8"/>
    <w:rsid w:val="006E2D54"/>
    <w:rsid w:val="006E2DF8"/>
    <w:rsid w:val="006E2DFE"/>
    <w:rsid w:val="006E2E07"/>
    <w:rsid w:val="006E361A"/>
    <w:rsid w:val="006E368B"/>
    <w:rsid w:val="006E3811"/>
    <w:rsid w:val="006E387C"/>
    <w:rsid w:val="006E388F"/>
    <w:rsid w:val="006E3962"/>
    <w:rsid w:val="006E3A42"/>
    <w:rsid w:val="006E3CE3"/>
    <w:rsid w:val="006E43C3"/>
    <w:rsid w:val="006E4416"/>
    <w:rsid w:val="006E45C0"/>
    <w:rsid w:val="006E4869"/>
    <w:rsid w:val="006E498C"/>
    <w:rsid w:val="006E49B4"/>
    <w:rsid w:val="006E4AF7"/>
    <w:rsid w:val="006E5210"/>
    <w:rsid w:val="006E5446"/>
    <w:rsid w:val="006E56E0"/>
    <w:rsid w:val="006E59C1"/>
    <w:rsid w:val="006E5FF8"/>
    <w:rsid w:val="006E6165"/>
    <w:rsid w:val="006E6444"/>
    <w:rsid w:val="006E6B38"/>
    <w:rsid w:val="006E7279"/>
    <w:rsid w:val="006E773D"/>
    <w:rsid w:val="006E7851"/>
    <w:rsid w:val="006E7909"/>
    <w:rsid w:val="006E792E"/>
    <w:rsid w:val="006E7930"/>
    <w:rsid w:val="006E7C2A"/>
    <w:rsid w:val="006F0148"/>
    <w:rsid w:val="006F04B4"/>
    <w:rsid w:val="006F0936"/>
    <w:rsid w:val="006F094D"/>
    <w:rsid w:val="006F0C9D"/>
    <w:rsid w:val="006F0D08"/>
    <w:rsid w:val="006F1101"/>
    <w:rsid w:val="006F1371"/>
    <w:rsid w:val="006F15F7"/>
    <w:rsid w:val="006F1D89"/>
    <w:rsid w:val="006F2200"/>
    <w:rsid w:val="006F2282"/>
    <w:rsid w:val="006F2656"/>
    <w:rsid w:val="006F2662"/>
    <w:rsid w:val="006F292C"/>
    <w:rsid w:val="006F2CAE"/>
    <w:rsid w:val="006F2D74"/>
    <w:rsid w:val="006F315E"/>
    <w:rsid w:val="006F3232"/>
    <w:rsid w:val="006F3921"/>
    <w:rsid w:val="006F3AF0"/>
    <w:rsid w:val="006F40CE"/>
    <w:rsid w:val="006F4192"/>
    <w:rsid w:val="006F4291"/>
    <w:rsid w:val="006F44F1"/>
    <w:rsid w:val="006F4764"/>
    <w:rsid w:val="006F4A59"/>
    <w:rsid w:val="006F552A"/>
    <w:rsid w:val="006F5A19"/>
    <w:rsid w:val="006F5B2A"/>
    <w:rsid w:val="006F5D4B"/>
    <w:rsid w:val="006F5FED"/>
    <w:rsid w:val="006F60B0"/>
    <w:rsid w:val="006F65DA"/>
    <w:rsid w:val="006F6625"/>
    <w:rsid w:val="006F668D"/>
    <w:rsid w:val="006F68AB"/>
    <w:rsid w:val="006F6BC2"/>
    <w:rsid w:val="006F6EA8"/>
    <w:rsid w:val="006F70C0"/>
    <w:rsid w:val="006F71F1"/>
    <w:rsid w:val="006F735C"/>
    <w:rsid w:val="006F73D6"/>
    <w:rsid w:val="006F79CA"/>
    <w:rsid w:val="006F7B0D"/>
    <w:rsid w:val="006F7BA6"/>
    <w:rsid w:val="00700819"/>
    <w:rsid w:val="00700920"/>
    <w:rsid w:val="00700940"/>
    <w:rsid w:val="00700B6A"/>
    <w:rsid w:val="0070186F"/>
    <w:rsid w:val="00701B19"/>
    <w:rsid w:val="00701CAC"/>
    <w:rsid w:val="00702441"/>
    <w:rsid w:val="00702A86"/>
    <w:rsid w:val="00702DD6"/>
    <w:rsid w:val="00702EDD"/>
    <w:rsid w:val="00702F6C"/>
    <w:rsid w:val="00703147"/>
    <w:rsid w:val="007032B5"/>
    <w:rsid w:val="007032CE"/>
    <w:rsid w:val="007037DF"/>
    <w:rsid w:val="007037EE"/>
    <w:rsid w:val="00704195"/>
    <w:rsid w:val="0070494A"/>
    <w:rsid w:val="00704969"/>
    <w:rsid w:val="00704A02"/>
    <w:rsid w:val="00704D01"/>
    <w:rsid w:val="00704D64"/>
    <w:rsid w:val="0070532D"/>
    <w:rsid w:val="00705927"/>
    <w:rsid w:val="00705B83"/>
    <w:rsid w:val="00705FCA"/>
    <w:rsid w:val="0070626F"/>
    <w:rsid w:val="00706512"/>
    <w:rsid w:val="00706AC5"/>
    <w:rsid w:val="00706B4C"/>
    <w:rsid w:val="00706BA6"/>
    <w:rsid w:val="00706C06"/>
    <w:rsid w:val="00706C95"/>
    <w:rsid w:val="00706D2F"/>
    <w:rsid w:val="00706DAE"/>
    <w:rsid w:val="00706E42"/>
    <w:rsid w:val="00707695"/>
    <w:rsid w:val="00707E05"/>
    <w:rsid w:val="00707FBD"/>
    <w:rsid w:val="00710461"/>
    <w:rsid w:val="007106C9"/>
    <w:rsid w:val="00710B3B"/>
    <w:rsid w:val="00710CD0"/>
    <w:rsid w:val="00710D10"/>
    <w:rsid w:val="00711084"/>
    <w:rsid w:val="007113A9"/>
    <w:rsid w:val="007121F6"/>
    <w:rsid w:val="007125FE"/>
    <w:rsid w:val="0071274F"/>
    <w:rsid w:val="0071295A"/>
    <w:rsid w:val="00712BD0"/>
    <w:rsid w:val="00712FB4"/>
    <w:rsid w:val="00713403"/>
    <w:rsid w:val="007134AA"/>
    <w:rsid w:val="0071353F"/>
    <w:rsid w:val="0071370D"/>
    <w:rsid w:val="007137D1"/>
    <w:rsid w:val="00713928"/>
    <w:rsid w:val="00713AD5"/>
    <w:rsid w:val="00713B47"/>
    <w:rsid w:val="00713B6B"/>
    <w:rsid w:val="00713F4C"/>
    <w:rsid w:val="0071421C"/>
    <w:rsid w:val="0071458A"/>
    <w:rsid w:val="00714733"/>
    <w:rsid w:val="007151BD"/>
    <w:rsid w:val="00715A25"/>
    <w:rsid w:val="00715D20"/>
    <w:rsid w:val="007167D0"/>
    <w:rsid w:val="00716B9D"/>
    <w:rsid w:val="00716E95"/>
    <w:rsid w:val="00716FC7"/>
    <w:rsid w:val="00717081"/>
    <w:rsid w:val="00717084"/>
    <w:rsid w:val="0071733B"/>
    <w:rsid w:val="007176E7"/>
    <w:rsid w:val="00717714"/>
    <w:rsid w:val="00717B3E"/>
    <w:rsid w:val="0072000B"/>
    <w:rsid w:val="007203B8"/>
    <w:rsid w:val="0072064B"/>
    <w:rsid w:val="00720A3F"/>
    <w:rsid w:val="00720E82"/>
    <w:rsid w:val="00721225"/>
    <w:rsid w:val="00721452"/>
    <w:rsid w:val="00721B73"/>
    <w:rsid w:val="00721BFF"/>
    <w:rsid w:val="00721DBE"/>
    <w:rsid w:val="00721DF2"/>
    <w:rsid w:val="00721E66"/>
    <w:rsid w:val="00722C1A"/>
    <w:rsid w:val="00722F10"/>
    <w:rsid w:val="00723490"/>
    <w:rsid w:val="007238B9"/>
    <w:rsid w:val="00723F06"/>
    <w:rsid w:val="00724074"/>
    <w:rsid w:val="0072422E"/>
    <w:rsid w:val="007249A7"/>
    <w:rsid w:val="0072509F"/>
    <w:rsid w:val="00725159"/>
    <w:rsid w:val="007252FF"/>
    <w:rsid w:val="0072554D"/>
    <w:rsid w:val="007257F8"/>
    <w:rsid w:val="00725968"/>
    <w:rsid w:val="00725B4F"/>
    <w:rsid w:val="00725B95"/>
    <w:rsid w:val="00725E6F"/>
    <w:rsid w:val="007260CC"/>
    <w:rsid w:val="00726285"/>
    <w:rsid w:val="007263CE"/>
    <w:rsid w:val="0072690B"/>
    <w:rsid w:val="00726B75"/>
    <w:rsid w:val="00726B98"/>
    <w:rsid w:val="00726E75"/>
    <w:rsid w:val="00727128"/>
    <w:rsid w:val="00727887"/>
    <w:rsid w:val="00727895"/>
    <w:rsid w:val="0072793E"/>
    <w:rsid w:val="0073004B"/>
    <w:rsid w:val="00730299"/>
    <w:rsid w:val="00730656"/>
    <w:rsid w:val="00730845"/>
    <w:rsid w:val="00730901"/>
    <w:rsid w:val="00730BB3"/>
    <w:rsid w:val="00730BD2"/>
    <w:rsid w:val="00730BFF"/>
    <w:rsid w:val="00730CBC"/>
    <w:rsid w:val="00730F31"/>
    <w:rsid w:val="007319BE"/>
    <w:rsid w:val="00731DF6"/>
    <w:rsid w:val="00731E36"/>
    <w:rsid w:val="00732065"/>
    <w:rsid w:val="007320A2"/>
    <w:rsid w:val="007326E2"/>
    <w:rsid w:val="007326ED"/>
    <w:rsid w:val="00732A9E"/>
    <w:rsid w:val="00732B53"/>
    <w:rsid w:val="00732B83"/>
    <w:rsid w:val="007331DF"/>
    <w:rsid w:val="007335A3"/>
    <w:rsid w:val="00733747"/>
    <w:rsid w:val="007337F5"/>
    <w:rsid w:val="007338FE"/>
    <w:rsid w:val="0073399F"/>
    <w:rsid w:val="00733D3C"/>
    <w:rsid w:val="00733EAC"/>
    <w:rsid w:val="00733F95"/>
    <w:rsid w:val="00734033"/>
    <w:rsid w:val="007345CC"/>
    <w:rsid w:val="00734717"/>
    <w:rsid w:val="00734CF0"/>
    <w:rsid w:val="00735317"/>
    <w:rsid w:val="007353A7"/>
    <w:rsid w:val="007354A7"/>
    <w:rsid w:val="007354D6"/>
    <w:rsid w:val="0073555B"/>
    <w:rsid w:val="00735A2E"/>
    <w:rsid w:val="00735C63"/>
    <w:rsid w:val="00735C9B"/>
    <w:rsid w:val="00735DBA"/>
    <w:rsid w:val="007361E1"/>
    <w:rsid w:val="007364D0"/>
    <w:rsid w:val="0073658B"/>
    <w:rsid w:val="00736D52"/>
    <w:rsid w:val="0073737C"/>
    <w:rsid w:val="00737F81"/>
    <w:rsid w:val="00740797"/>
    <w:rsid w:val="007409BE"/>
    <w:rsid w:val="00740E75"/>
    <w:rsid w:val="00740EC8"/>
    <w:rsid w:val="007410DE"/>
    <w:rsid w:val="007418DB"/>
    <w:rsid w:val="007419E3"/>
    <w:rsid w:val="00741B8F"/>
    <w:rsid w:val="007420D7"/>
    <w:rsid w:val="00742429"/>
    <w:rsid w:val="00742479"/>
    <w:rsid w:val="00742862"/>
    <w:rsid w:val="007428D1"/>
    <w:rsid w:val="00742F42"/>
    <w:rsid w:val="00743271"/>
    <w:rsid w:val="0074327E"/>
    <w:rsid w:val="00743785"/>
    <w:rsid w:val="007438DA"/>
    <w:rsid w:val="00743C2E"/>
    <w:rsid w:val="00743D0E"/>
    <w:rsid w:val="00743DA6"/>
    <w:rsid w:val="00743E0F"/>
    <w:rsid w:val="0074403B"/>
    <w:rsid w:val="0074414A"/>
    <w:rsid w:val="00744352"/>
    <w:rsid w:val="00744366"/>
    <w:rsid w:val="00744387"/>
    <w:rsid w:val="007449E8"/>
    <w:rsid w:val="00744B87"/>
    <w:rsid w:val="00744BB5"/>
    <w:rsid w:val="00744EE2"/>
    <w:rsid w:val="00744F30"/>
    <w:rsid w:val="007450CA"/>
    <w:rsid w:val="0074556D"/>
    <w:rsid w:val="007457F0"/>
    <w:rsid w:val="00745BA5"/>
    <w:rsid w:val="00746430"/>
    <w:rsid w:val="007464F3"/>
    <w:rsid w:val="00746902"/>
    <w:rsid w:val="00746A43"/>
    <w:rsid w:val="00747231"/>
    <w:rsid w:val="00747239"/>
    <w:rsid w:val="0074749B"/>
    <w:rsid w:val="00747639"/>
    <w:rsid w:val="00747726"/>
    <w:rsid w:val="007479EB"/>
    <w:rsid w:val="00747BAB"/>
    <w:rsid w:val="00747D59"/>
    <w:rsid w:val="00747EB5"/>
    <w:rsid w:val="00750051"/>
    <w:rsid w:val="0075013B"/>
    <w:rsid w:val="00750207"/>
    <w:rsid w:val="007502C3"/>
    <w:rsid w:val="0075031C"/>
    <w:rsid w:val="007509B1"/>
    <w:rsid w:val="00750BD8"/>
    <w:rsid w:val="00750BE1"/>
    <w:rsid w:val="00750D95"/>
    <w:rsid w:val="00750DE6"/>
    <w:rsid w:val="00750E66"/>
    <w:rsid w:val="00751029"/>
    <w:rsid w:val="00751141"/>
    <w:rsid w:val="007519B2"/>
    <w:rsid w:val="00751AAD"/>
    <w:rsid w:val="00751B90"/>
    <w:rsid w:val="00751C7D"/>
    <w:rsid w:val="00751DCC"/>
    <w:rsid w:val="00751DF8"/>
    <w:rsid w:val="0075230C"/>
    <w:rsid w:val="00752349"/>
    <w:rsid w:val="0075250D"/>
    <w:rsid w:val="00752542"/>
    <w:rsid w:val="0075267F"/>
    <w:rsid w:val="00752EAE"/>
    <w:rsid w:val="00753339"/>
    <w:rsid w:val="0075346E"/>
    <w:rsid w:val="00753AC8"/>
    <w:rsid w:val="00753BC7"/>
    <w:rsid w:val="007547A6"/>
    <w:rsid w:val="00754B94"/>
    <w:rsid w:val="00754CA9"/>
    <w:rsid w:val="00755183"/>
    <w:rsid w:val="00755231"/>
    <w:rsid w:val="00755AA5"/>
    <w:rsid w:val="00755B0E"/>
    <w:rsid w:val="0075607A"/>
    <w:rsid w:val="007561C0"/>
    <w:rsid w:val="0075620C"/>
    <w:rsid w:val="007564D4"/>
    <w:rsid w:val="007565F2"/>
    <w:rsid w:val="00756D45"/>
    <w:rsid w:val="007576AD"/>
    <w:rsid w:val="007578DD"/>
    <w:rsid w:val="00757A5F"/>
    <w:rsid w:val="00757A7B"/>
    <w:rsid w:val="00757C2E"/>
    <w:rsid w:val="00757D1A"/>
    <w:rsid w:val="00757F59"/>
    <w:rsid w:val="00757F74"/>
    <w:rsid w:val="007602B9"/>
    <w:rsid w:val="00760625"/>
    <w:rsid w:val="007607D1"/>
    <w:rsid w:val="00760D4F"/>
    <w:rsid w:val="00760E0B"/>
    <w:rsid w:val="0076103A"/>
    <w:rsid w:val="0076116B"/>
    <w:rsid w:val="00761267"/>
    <w:rsid w:val="00761300"/>
    <w:rsid w:val="007616DC"/>
    <w:rsid w:val="00762196"/>
    <w:rsid w:val="00762806"/>
    <w:rsid w:val="0076384A"/>
    <w:rsid w:val="00763851"/>
    <w:rsid w:val="007638EF"/>
    <w:rsid w:val="00763D3D"/>
    <w:rsid w:val="007645CE"/>
    <w:rsid w:val="00764B95"/>
    <w:rsid w:val="00764C83"/>
    <w:rsid w:val="00765256"/>
    <w:rsid w:val="00765772"/>
    <w:rsid w:val="00765E96"/>
    <w:rsid w:val="007670A6"/>
    <w:rsid w:val="007672AB"/>
    <w:rsid w:val="007674EA"/>
    <w:rsid w:val="00770529"/>
    <w:rsid w:val="00770592"/>
    <w:rsid w:val="00770781"/>
    <w:rsid w:val="007711A4"/>
    <w:rsid w:val="00771298"/>
    <w:rsid w:val="00771652"/>
    <w:rsid w:val="0077171F"/>
    <w:rsid w:val="00771741"/>
    <w:rsid w:val="00771FC8"/>
    <w:rsid w:val="007721EA"/>
    <w:rsid w:val="007722D8"/>
    <w:rsid w:val="00772ED2"/>
    <w:rsid w:val="00773091"/>
    <w:rsid w:val="00773172"/>
    <w:rsid w:val="00773694"/>
    <w:rsid w:val="00773AC3"/>
    <w:rsid w:val="00773B7A"/>
    <w:rsid w:val="007746FA"/>
    <w:rsid w:val="00774791"/>
    <w:rsid w:val="00774839"/>
    <w:rsid w:val="00774871"/>
    <w:rsid w:val="00774B56"/>
    <w:rsid w:val="00774BE0"/>
    <w:rsid w:val="00774D0A"/>
    <w:rsid w:val="00774D78"/>
    <w:rsid w:val="0077511C"/>
    <w:rsid w:val="007755AD"/>
    <w:rsid w:val="00775677"/>
    <w:rsid w:val="007757BE"/>
    <w:rsid w:val="0077596A"/>
    <w:rsid w:val="00775F4C"/>
    <w:rsid w:val="007767D5"/>
    <w:rsid w:val="00776DCD"/>
    <w:rsid w:val="00776F41"/>
    <w:rsid w:val="00776FA2"/>
    <w:rsid w:val="00777174"/>
    <w:rsid w:val="007772EF"/>
    <w:rsid w:val="00777AED"/>
    <w:rsid w:val="00777C64"/>
    <w:rsid w:val="00777FD2"/>
    <w:rsid w:val="007801A2"/>
    <w:rsid w:val="00780211"/>
    <w:rsid w:val="007807B4"/>
    <w:rsid w:val="00780F86"/>
    <w:rsid w:val="007811F8"/>
    <w:rsid w:val="007818E9"/>
    <w:rsid w:val="00781935"/>
    <w:rsid w:val="00781BA3"/>
    <w:rsid w:val="00781C29"/>
    <w:rsid w:val="00781E1B"/>
    <w:rsid w:val="00781E27"/>
    <w:rsid w:val="00781E77"/>
    <w:rsid w:val="00781F7A"/>
    <w:rsid w:val="00781FE0"/>
    <w:rsid w:val="00782441"/>
    <w:rsid w:val="007824E6"/>
    <w:rsid w:val="007827D8"/>
    <w:rsid w:val="007829BC"/>
    <w:rsid w:val="007829D7"/>
    <w:rsid w:val="00782F5D"/>
    <w:rsid w:val="00783065"/>
    <w:rsid w:val="007839B3"/>
    <w:rsid w:val="00783B22"/>
    <w:rsid w:val="00783C53"/>
    <w:rsid w:val="00784367"/>
    <w:rsid w:val="0078454A"/>
    <w:rsid w:val="00784691"/>
    <w:rsid w:val="00784CB0"/>
    <w:rsid w:val="007850E1"/>
    <w:rsid w:val="0078583A"/>
    <w:rsid w:val="007858D8"/>
    <w:rsid w:val="00785983"/>
    <w:rsid w:val="00785A09"/>
    <w:rsid w:val="00785B5F"/>
    <w:rsid w:val="00785BE2"/>
    <w:rsid w:val="00785C68"/>
    <w:rsid w:val="00786000"/>
    <w:rsid w:val="007860BD"/>
    <w:rsid w:val="0078620D"/>
    <w:rsid w:val="007862DA"/>
    <w:rsid w:val="007866E5"/>
    <w:rsid w:val="00786A7B"/>
    <w:rsid w:val="00786BEF"/>
    <w:rsid w:val="00786F14"/>
    <w:rsid w:val="0078743C"/>
    <w:rsid w:val="00787B78"/>
    <w:rsid w:val="00787C30"/>
    <w:rsid w:val="00787FED"/>
    <w:rsid w:val="00790450"/>
    <w:rsid w:val="007906F2"/>
    <w:rsid w:val="00790DEE"/>
    <w:rsid w:val="0079108B"/>
    <w:rsid w:val="0079133D"/>
    <w:rsid w:val="0079162B"/>
    <w:rsid w:val="0079163A"/>
    <w:rsid w:val="00791721"/>
    <w:rsid w:val="00791BA8"/>
    <w:rsid w:val="00791BDA"/>
    <w:rsid w:val="007922D8"/>
    <w:rsid w:val="00792AAC"/>
    <w:rsid w:val="00792B16"/>
    <w:rsid w:val="00793894"/>
    <w:rsid w:val="00793A14"/>
    <w:rsid w:val="00793B24"/>
    <w:rsid w:val="00793C4A"/>
    <w:rsid w:val="00793D2A"/>
    <w:rsid w:val="007940FD"/>
    <w:rsid w:val="0079412B"/>
    <w:rsid w:val="00794AD1"/>
    <w:rsid w:val="00794B49"/>
    <w:rsid w:val="00794E8A"/>
    <w:rsid w:val="007950BF"/>
    <w:rsid w:val="00795263"/>
    <w:rsid w:val="00795357"/>
    <w:rsid w:val="00795455"/>
    <w:rsid w:val="00795649"/>
    <w:rsid w:val="0079568B"/>
    <w:rsid w:val="0079574B"/>
    <w:rsid w:val="00795AD7"/>
    <w:rsid w:val="0079624B"/>
    <w:rsid w:val="0079651C"/>
    <w:rsid w:val="00796600"/>
    <w:rsid w:val="00796A6B"/>
    <w:rsid w:val="00796A84"/>
    <w:rsid w:val="00796C35"/>
    <w:rsid w:val="00796DC7"/>
    <w:rsid w:val="00797697"/>
    <w:rsid w:val="007976B7"/>
    <w:rsid w:val="00797E9C"/>
    <w:rsid w:val="007A002A"/>
    <w:rsid w:val="007A0411"/>
    <w:rsid w:val="007A08DB"/>
    <w:rsid w:val="007A0BFF"/>
    <w:rsid w:val="007A12B6"/>
    <w:rsid w:val="007A168F"/>
    <w:rsid w:val="007A1C21"/>
    <w:rsid w:val="007A1C7E"/>
    <w:rsid w:val="007A1CEA"/>
    <w:rsid w:val="007A26C9"/>
    <w:rsid w:val="007A318E"/>
    <w:rsid w:val="007A3964"/>
    <w:rsid w:val="007A408B"/>
    <w:rsid w:val="007A428E"/>
    <w:rsid w:val="007A4372"/>
    <w:rsid w:val="007A4460"/>
    <w:rsid w:val="007A45E8"/>
    <w:rsid w:val="007A4A7F"/>
    <w:rsid w:val="007A4FDD"/>
    <w:rsid w:val="007A501A"/>
    <w:rsid w:val="007A553D"/>
    <w:rsid w:val="007A55B6"/>
    <w:rsid w:val="007A5720"/>
    <w:rsid w:val="007A5FD6"/>
    <w:rsid w:val="007A6353"/>
    <w:rsid w:val="007A64AD"/>
    <w:rsid w:val="007A6CB0"/>
    <w:rsid w:val="007A6D7E"/>
    <w:rsid w:val="007A750B"/>
    <w:rsid w:val="007A7AA4"/>
    <w:rsid w:val="007A7B9B"/>
    <w:rsid w:val="007A7E57"/>
    <w:rsid w:val="007B0072"/>
    <w:rsid w:val="007B0473"/>
    <w:rsid w:val="007B05C5"/>
    <w:rsid w:val="007B0601"/>
    <w:rsid w:val="007B06BC"/>
    <w:rsid w:val="007B097D"/>
    <w:rsid w:val="007B0A9F"/>
    <w:rsid w:val="007B0ACC"/>
    <w:rsid w:val="007B0DC1"/>
    <w:rsid w:val="007B17F1"/>
    <w:rsid w:val="007B193E"/>
    <w:rsid w:val="007B1E44"/>
    <w:rsid w:val="007B1E8E"/>
    <w:rsid w:val="007B234B"/>
    <w:rsid w:val="007B2442"/>
    <w:rsid w:val="007B259B"/>
    <w:rsid w:val="007B25CB"/>
    <w:rsid w:val="007B2864"/>
    <w:rsid w:val="007B29F9"/>
    <w:rsid w:val="007B2D72"/>
    <w:rsid w:val="007B3536"/>
    <w:rsid w:val="007B35F5"/>
    <w:rsid w:val="007B3F61"/>
    <w:rsid w:val="007B4179"/>
    <w:rsid w:val="007B4302"/>
    <w:rsid w:val="007B4756"/>
    <w:rsid w:val="007B494D"/>
    <w:rsid w:val="007B49C0"/>
    <w:rsid w:val="007B4FBB"/>
    <w:rsid w:val="007B5063"/>
    <w:rsid w:val="007B5857"/>
    <w:rsid w:val="007B5ACD"/>
    <w:rsid w:val="007B5D22"/>
    <w:rsid w:val="007B60BC"/>
    <w:rsid w:val="007B6205"/>
    <w:rsid w:val="007B6215"/>
    <w:rsid w:val="007B6855"/>
    <w:rsid w:val="007B6DB4"/>
    <w:rsid w:val="007B7125"/>
    <w:rsid w:val="007B7127"/>
    <w:rsid w:val="007B748D"/>
    <w:rsid w:val="007B7499"/>
    <w:rsid w:val="007B7AAB"/>
    <w:rsid w:val="007B7BF6"/>
    <w:rsid w:val="007B7D7E"/>
    <w:rsid w:val="007C01F9"/>
    <w:rsid w:val="007C01FA"/>
    <w:rsid w:val="007C022A"/>
    <w:rsid w:val="007C06B7"/>
    <w:rsid w:val="007C0A12"/>
    <w:rsid w:val="007C0A61"/>
    <w:rsid w:val="007C0D23"/>
    <w:rsid w:val="007C127F"/>
    <w:rsid w:val="007C144F"/>
    <w:rsid w:val="007C2070"/>
    <w:rsid w:val="007C20C4"/>
    <w:rsid w:val="007C20DA"/>
    <w:rsid w:val="007C2909"/>
    <w:rsid w:val="007C2E4A"/>
    <w:rsid w:val="007C3178"/>
    <w:rsid w:val="007C3318"/>
    <w:rsid w:val="007C3585"/>
    <w:rsid w:val="007C3837"/>
    <w:rsid w:val="007C39B5"/>
    <w:rsid w:val="007C3A16"/>
    <w:rsid w:val="007C43AD"/>
    <w:rsid w:val="007C43FA"/>
    <w:rsid w:val="007C4826"/>
    <w:rsid w:val="007C4918"/>
    <w:rsid w:val="007C4A4C"/>
    <w:rsid w:val="007C4C41"/>
    <w:rsid w:val="007C4C9F"/>
    <w:rsid w:val="007C5148"/>
    <w:rsid w:val="007C5874"/>
    <w:rsid w:val="007C5A5E"/>
    <w:rsid w:val="007C5D55"/>
    <w:rsid w:val="007C6453"/>
    <w:rsid w:val="007C6619"/>
    <w:rsid w:val="007C6818"/>
    <w:rsid w:val="007C6AD6"/>
    <w:rsid w:val="007C6B35"/>
    <w:rsid w:val="007C7462"/>
    <w:rsid w:val="007C750F"/>
    <w:rsid w:val="007C790A"/>
    <w:rsid w:val="007C793E"/>
    <w:rsid w:val="007D00D7"/>
    <w:rsid w:val="007D04BA"/>
    <w:rsid w:val="007D085E"/>
    <w:rsid w:val="007D0E75"/>
    <w:rsid w:val="007D11A8"/>
    <w:rsid w:val="007D12AF"/>
    <w:rsid w:val="007D1D8D"/>
    <w:rsid w:val="007D1E1B"/>
    <w:rsid w:val="007D1EF0"/>
    <w:rsid w:val="007D275F"/>
    <w:rsid w:val="007D28A0"/>
    <w:rsid w:val="007D2E1A"/>
    <w:rsid w:val="007D3194"/>
    <w:rsid w:val="007D31D7"/>
    <w:rsid w:val="007D3264"/>
    <w:rsid w:val="007D3300"/>
    <w:rsid w:val="007D353F"/>
    <w:rsid w:val="007D361D"/>
    <w:rsid w:val="007D38FB"/>
    <w:rsid w:val="007D3D64"/>
    <w:rsid w:val="007D43EC"/>
    <w:rsid w:val="007D49EF"/>
    <w:rsid w:val="007D4A8E"/>
    <w:rsid w:val="007D4B69"/>
    <w:rsid w:val="007D4B95"/>
    <w:rsid w:val="007D4D93"/>
    <w:rsid w:val="007D4E35"/>
    <w:rsid w:val="007D5088"/>
    <w:rsid w:val="007D50BF"/>
    <w:rsid w:val="007D51E7"/>
    <w:rsid w:val="007D530A"/>
    <w:rsid w:val="007D5399"/>
    <w:rsid w:val="007D55AC"/>
    <w:rsid w:val="007D5951"/>
    <w:rsid w:val="007D5D4D"/>
    <w:rsid w:val="007D5E25"/>
    <w:rsid w:val="007D5E44"/>
    <w:rsid w:val="007D6060"/>
    <w:rsid w:val="007D61C3"/>
    <w:rsid w:val="007D6344"/>
    <w:rsid w:val="007D63A6"/>
    <w:rsid w:val="007D655F"/>
    <w:rsid w:val="007D6B81"/>
    <w:rsid w:val="007D6FA2"/>
    <w:rsid w:val="007D7949"/>
    <w:rsid w:val="007D79F2"/>
    <w:rsid w:val="007D7A4F"/>
    <w:rsid w:val="007D7ACA"/>
    <w:rsid w:val="007E0424"/>
    <w:rsid w:val="007E09BE"/>
    <w:rsid w:val="007E0AD6"/>
    <w:rsid w:val="007E0BBA"/>
    <w:rsid w:val="007E0EDD"/>
    <w:rsid w:val="007E1928"/>
    <w:rsid w:val="007E1ADD"/>
    <w:rsid w:val="007E1EA0"/>
    <w:rsid w:val="007E2020"/>
    <w:rsid w:val="007E2531"/>
    <w:rsid w:val="007E266F"/>
    <w:rsid w:val="007E29AB"/>
    <w:rsid w:val="007E29C0"/>
    <w:rsid w:val="007E2A7A"/>
    <w:rsid w:val="007E2CAA"/>
    <w:rsid w:val="007E2F93"/>
    <w:rsid w:val="007E2FDB"/>
    <w:rsid w:val="007E3378"/>
    <w:rsid w:val="007E35C0"/>
    <w:rsid w:val="007E362D"/>
    <w:rsid w:val="007E3959"/>
    <w:rsid w:val="007E3AC4"/>
    <w:rsid w:val="007E3ACD"/>
    <w:rsid w:val="007E406B"/>
    <w:rsid w:val="007E40EB"/>
    <w:rsid w:val="007E4519"/>
    <w:rsid w:val="007E45A1"/>
    <w:rsid w:val="007E4753"/>
    <w:rsid w:val="007E4B1E"/>
    <w:rsid w:val="007E53BF"/>
    <w:rsid w:val="007E5741"/>
    <w:rsid w:val="007E5A59"/>
    <w:rsid w:val="007E66A1"/>
    <w:rsid w:val="007E6B5D"/>
    <w:rsid w:val="007E74BC"/>
    <w:rsid w:val="007E7506"/>
    <w:rsid w:val="007E770C"/>
    <w:rsid w:val="007E7875"/>
    <w:rsid w:val="007E7D90"/>
    <w:rsid w:val="007F09A4"/>
    <w:rsid w:val="007F0B83"/>
    <w:rsid w:val="007F0C36"/>
    <w:rsid w:val="007F0E27"/>
    <w:rsid w:val="007F1375"/>
    <w:rsid w:val="007F1682"/>
    <w:rsid w:val="007F1E69"/>
    <w:rsid w:val="007F225F"/>
    <w:rsid w:val="007F24B4"/>
    <w:rsid w:val="007F2A30"/>
    <w:rsid w:val="007F2E06"/>
    <w:rsid w:val="007F3206"/>
    <w:rsid w:val="007F3DAF"/>
    <w:rsid w:val="007F3E9E"/>
    <w:rsid w:val="007F4227"/>
    <w:rsid w:val="007F425A"/>
    <w:rsid w:val="007F45BD"/>
    <w:rsid w:val="007F4B73"/>
    <w:rsid w:val="007F4C25"/>
    <w:rsid w:val="007F5133"/>
    <w:rsid w:val="007F527D"/>
    <w:rsid w:val="007F584D"/>
    <w:rsid w:val="007F5960"/>
    <w:rsid w:val="007F5C70"/>
    <w:rsid w:val="007F5D56"/>
    <w:rsid w:val="007F5EA3"/>
    <w:rsid w:val="007F6800"/>
    <w:rsid w:val="007F6A80"/>
    <w:rsid w:val="007F720D"/>
    <w:rsid w:val="007F72AE"/>
    <w:rsid w:val="007F79F1"/>
    <w:rsid w:val="007F7DFE"/>
    <w:rsid w:val="007F7FB1"/>
    <w:rsid w:val="007F7FE8"/>
    <w:rsid w:val="0080015F"/>
    <w:rsid w:val="0080026B"/>
    <w:rsid w:val="008003AD"/>
    <w:rsid w:val="008009B3"/>
    <w:rsid w:val="008009EF"/>
    <w:rsid w:val="00800A83"/>
    <w:rsid w:val="00800C56"/>
    <w:rsid w:val="00800E91"/>
    <w:rsid w:val="0080101E"/>
    <w:rsid w:val="00801045"/>
    <w:rsid w:val="00801382"/>
    <w:rsid w:val="008013AD"/>
    <w:rsid w:val="008013F3"/>
    <w:rsid w:val="00801EE0"/>
    <w:rsid w:val="00802049"/>
    <w:rsid w:val="008020C1"/>
    <w:rsid w:val="008022EB"/>
    <w:rsid w:val="00802B5D"/>
    <w:rsid w:val="00802E76"/>
    <w:rsid w:val="00802F17"/>
    <w:rsid w:val="00802F8D"/>
    <w:rsid w:val="008031D1"/>
    <w:rsid w:val="00803770"/>
    <w:rsid w:val="00803772"/>
    <w:rsid w:val="00804229"/>
    <w:rsid w:val="008042D7"/>
    <w:rsid w:val="008047B9"/>
    <w:rsid w:val="00804BB0"/>
    <w:rsid w:val="00804C84"/>
    <w:rsid w:val="00804D22"/>
    <w:rsid w:val="00804F4E"/>
    <w:rsid w:val="00805296"/>
    <w:rsid w:val="00805612"/>
    <w:rsid w:val="00805711"/>
    <w:rsid w:val="008058A9"/>
    <w:rsid w:val="00805B46"/>
    <w:rsid w:val="00806280"/>
    <w:rsid w:val="008063F0"/>
    <w:rsid w:val="00806979"/>
    <w:rsid w:val="008069F9"/>
    <w:rsid w:val="00806AD6"/>
    <w:rsid w:val="00807955"/>
    <w:rsid w:val="00807B6E"/>
    <w:rsid w:val="00807C1A"/>
    <w:rsid w:val="00807C42"/>
    <w:rsid w:val="00807E08"/>
    <w:rsid w:val="00807EC9"/>
    <w:rsid w:val="00807FF1"/>
    <w:rsid w:val="0081022D"/>
    <w:rsid w:val="0081039F"/>
    <w:rsid w:val="00810545"/>
    <w:rsid w:val="008105E2"/>
    <w:rsid w:val="00810641"/>
    <w:rsid w:val="00810871"/>
    <w:rsid w:val="00810E21"/>
    <w:rsid w:val="00811101"/>
    <w:rsid w:val="008111AC"/>
    <w:rsid w:val="00811236"/>
    <w:rsid w:val="00811240"/>
    <w:rsid w:val="008114D8"/>
    <w:rsid w:val="008117BA"/>
    <w:rsid w:val="00811D82"/>
    <w:rsid w:val="00811DEB"/>
    <w:rsid w:val="00811E15"/>
    <w:rsid w:val="00812E88"/>
    <w:rsid w:val="00813088"/>
    <w:rsid w:val="008131AF"/>
    <w:rsid w:val="00813734"/>
    <w:rsid w:val="00813A29"/>
    <w:rsid w:val="00813CA5"/>
    <w:rsid w:val="00813D0C"/>
    <w:rsid w:val="00814093"/>
    <w:rsid w:val="00814335"/>
    <w:rsid w:val="0081516E"/>
    <w:rsid w:val="008154BF"/>
    <w:rsid w:val="0081579B"/>
    <w:rsid w:val="00815848"/>
    <w:rsid w:val="00815AD0"/>
    <w:rsid w:val="00815C98"/>
    <w:rsid w:val="00815DC2"/>
    <w:rsid w:val="00815ED1"/>
    <w:rsid w:val="00815F86"/>
    <w:rsid w:val="008163F0"/>
    <w:rsid w:val="0081684B"/>
    <w:rsid w:val="00816868"/>
    <w:rsid w:val="00817391"/>
    <w:rsid w:val="00817F5A"/>
    <w:rsid w:val="00817FFD"/>
    <w:rsid w:val="008201C1"/>
    <w:rsid w:val="00820A1A"/>
    <w:rsid w:val="00820AF4"/>
    <w:rsid w:val="00821015"/>
    <w:rsid w:val="00821324"/>
    <w:rsid w:val="008216BD"/>
    <w:rsid w:val="008219BC"/>
    <w:rsid w:val="00821B6B"/>
    <w:rsid w:val="00821D17"/>
    <w:rsid w:val="008220B1"/>
    <w:rsid w:val="008222EE"/>
    <w:rsid w:val="008223EC"/>
    <w:rsid w:val="008224FB"/>
    <w:rsid w:val="008225B6"/>
    <w:rsid w:val="00822659"/>
    <w:rsid w:val="00822955"/>
    <w:rsid w:val="0082298D"/>
    <w:rsid w:val="00822A40"/>
    <w:rsid w:val="00822FF4"/>
    <w:rsid w:val="00823245"/>
    <w:rsid w:val="00823451"/>
    <w:rsid w:val="008236A3"/>
    <w:rsid w:val="00823980"/>
    <w:rsid w:val="008239B6"/>
    <w:rsid w:val="00823E13"/>
    <w:rsid w:val="00824335"/>
    <w:rsid w:val="00824B71"/>
    <w:rsid w:val="00824D0D"/>
    <w:rsid w:val="00824F01"/>
    <w:rsid w:val="00825003"/>
    <w:rsid w:val="008255A2"/>
    <w:rsid w:val="0082582D"/>
    <w:rsid w:val="0082592A"/>
    <w:rsid w:val="00825B11"/>
    <w:rsid w:val="008260B8"/>
    <w:rsid w:val="00826784"/>
    <w:rsid w:val="00826CC6"/>
    <w:rsid w:val="00827055"/>
    <w:rsid w:val="00827192"/>
    <w:rsid w:val="00827544"/>
    <w:rsid w:val="0082758C"/>
    <w:rsid w:val="0082774B"/>
    <w:rsid w:val="00827A47"/>
    <w:rsid w:val="00827B1A"/>
    <w:rsid w:val="00827C48"/>
    <w:rsid w:val="00827D93"/>
    <w:rsid w:val="00827FE5"/>
    <w:rsid w:val="00830971"/>
    <w:rsid w:val="00830B74"/>
    <w:rsid w:val="00830E27"/>
    <w:rsid w:val="00830E4C"/>
    <w:rsid w:val="0083139A"/>
    <w:rsid w:val="00831B18"/>
    <w:rsid w:val="00831CF9"/>
    <w:rsid w:val="00831DB9"/>
    <w:rsid w:val="00832DE3"/>
    <w:rsid w:val="00832E2D"/>
    <w:rsid w:val="0083312A"/>
    <w:rsid w:val="008337AD"/>
    <w:rsid w:val="00833902"/>
    <w:rsid w:val="00833AAA"/>
    <w:rsid w:val="00833C92"/>
    <w:rsid w:val="00833E1F"/>
    <w:rsid w:val="00833FFA"/>
    <w:rsid w:val="008340AC"/>
    <w:rsid w:val="008342FB"/>
    <w:rsid w:val="008344AC"/>
    <w:rsid w:val="008349D2"/>
    <w:rsid w:val="00834C83"/>
    <w:rsid w:val="0083568E"/>
    <w:rsid w:val="00835983"/>
    <w:rsid w:val="00835EBC"/>
    <w:rsid w:val="00835FC7"/>
    <w:rsid w:val="00836FDB"/>
    <w:rsid w:val="00837511"/>
    <w:rsid w:val="0083753E"/>
    <w:rsid w:val="00837640"/>
    <w:rsid w:val="00837753"/>
    <w:rsid w:val="008377EB"/>
    <w:rsid w:val="008400BD"/>
    <w:rsid w:val="00840113"/>
    <w:rsid w:val="0084021A"/>
    <w:rsid w:val="00840292"/>
    <w:rsid w:val="008402AB"/>
    <w:rsid w:val="008403A7"/>
    <w:rsid w:val="008403B3"/>
    <w:rsid w:val="008406F3"/>
    <w:rsid w:val="0084090A"/>
    <w:rsid w:val="00841014"/>
    <w:rsid w:val="00841251"/>
    <w:rsid w:val="008416DC"/>
    <w:rsid w:val="00841770"/>
    <w:rsid w:val="00841BA4"/>
    <w:rsid w:val="00841F77"/>
    <w:rsid w:val="008420A7"/>
    <w:rsid w:val="00842516"/>
    <w:rsid w:val="0084259E"/>
    <w:rsid w:val="00842B88"/>
    <w:rsid w:val="00842E09"/>
    <w:rsid w:val="008436E7"/>
    <w:rsid w:val="00843831"/>
    <w:rsid w:val="00843A66"/>
    <w:rsid w:val="00843B6B"/>
    <w:rsid w:val="00843FA3"/>
    <w:rsid w:val="00844386"/>
    <w:rsid w:val="00844412"/>
    <w:rsid w:val="008447A1"/>
    <w:rsid w:val="00844924"/>
    <w:rsid w:val="00844CA4"/>
    <w:rsid w:val="00844E3B"/>
    <w:rsid w:val="008450AB"/>
    <w:rsid w:val="008454A8"/>
    <w:rsid w:val="008456BD"/>
    <w:rsid w:val="00845958"/>
    <w:rsid w:val="008459D1"/>
    <w:rsid w:val="00845A5E"/>
    <w:rsid w:val="00845BC2"/>
    <w:rsid w:val="00845D8E"/>
    <w:rsid w:val="00845E0D"/>
    <w:rsid w:val="00845ECE"/>
    <w:rsid w:val="0084602F"/>
    <w:rsid w:val="0084614D"/>
    <w:rsid w:val="0084624E"/>
    <w:rsid w:val="0084635A"/>
    <w:rsid w:val="008466D1"/>
    <w:rsid w:val="00846C3A"/>
    <w:rsid w:val="00847156"/>
    <w:rsid w:val="008471E1"/>
    <w:rsid w:val="00847261"/>
    <w:rsid w:val="00847620"/>
    <w:rsid w:val="00847C3E"/>
    <w:rsid w:val="00847DC8"/>
    <w:rsid w:val="00847FD1"/>
    <w:rsid w:val="008503B5"/>
    <w:rsid w:val="0085042B"/>
    <w:rsid w:val="00850975"/>
    <w:rsid w:val="008510AC"/>
    <w:rsid w:val="00851189"/>
    <w:rsid w:val="008513D6"/>
    <w:rsid w:val="00851508"/>
    <w:rsid w:val="00851531"/>
    <w:rsid w:val="008519C1"/>
    <w:rsid w:val="00851A7D"/>
    <w:rsid w:val="008520F9"/>
    <w:rsid w:val="00852924"/>
    <w:rsid w:val="00853402"/>
    <w:rsid w:val="00853604"/>
    <w:rsid w:val="0085399B"/>
    <w:rsid w:val="008539EB"/>
    <w:rsid w:val="00853D4E"/>
    <w:rsid w:val="00854257"/>
    <w:rsid w:val="008546EE"/>
    <w:rsid w:val="00854D9D"/>
    <w:rsid w:val="00854EB1"/>
    <w:rsid w:val="0085501C"/>
    <w:rsid w:val="0085508B"/>
    <w:rsid w:val="00855194"/>
    <w:rsid w:val="00855328"/>
    <w:rsid w:val="00855619"/>
    <w:rsid w:val="00855693"/>
    <w:rsid w:val="00855872"/>
    <w:rsid w:val="008559D1"/>
    <w:rsid w:val="00855CF9"/>
    <w:rsid w:val="00856055"/>
    <w:rsid w:val="00856A03"/>
    <w:rsid w:val="00856B9B"/>
    <w:rsid w:val="00856FC1"/>
    <w:rsid w:val="008570CF"/>
    <w:rsid w:val="00857155"/>
    <w:rsid w:val="00857300"/>
    <w:rsid w:val="00857461"/>
    <w:rsid w:val="00857587"/>
    <w:rsid w:val="00857D20"/>
    <w:rsid w:val="00857F43"/>
    <w:rsid w:val="00860281"/>
    <w:rsid w:val="0086085F"/>
    <w:rsid w:val="00860A3F"/>
    <w:rsid w:val="00860B90"/>
    <w:rsid w:val="00860BFE"/>
    <w:rsid w:val="00860C8B"/>
    <w:rsid w:val="00861352"/>
    <w:rsid w:val="00861640"/>
    <w:rsid w:val="0086237F"/>
    <w:rsid w:val="008626C4"/>
    <w:rsid w:val="0086278A"/>
    <w:rsid w:val="00862832"/>
    <w:rsid w:val="0086288B"/>
    <w:rsid w:val="00862B94"/>
    <w:rsid w:val="00863267"/>
    <w:rsid w:val="00863324"/>
    <w:rsid w:val="008635A0"/>
    <w:rsid w:val="00863B73"/>
    <w:rsid w:val="00864431"/>
    <w:rsid w:val="008645D0"/>
    <w:rsid w:val="008649FA"/>
    <w:rsid w:val="0086507A"/>
    <w:rsid w:val="008651D0"/>
    <w:rsid w:val="008653A0"/>
    <w:rsid w:val="00865410"/>
    <w:rsid w:val="008657E8"/>
    <w:rsid w:val="00865950"/>
    <w:rsid w:val="00865D4A"/>
    <w:rsid w:val="00865EBC"/>
    <w:rsid w:val="008660D8"/>
    <w:rsid w:val="00866B45"/>
    <w:rsid w:val="00866BF5"/>
    <w:rsid w:val="00867028"/>
    <w:rsid w:val="00867260"/>
    <w:rsid w:val="008675CB"/>
    <w:rsid w:val="008676BC"/>
    <w:rsid w:val="008676CB"/>
    <w:rsid w:val="0086799A"/>
    <w:rsid w:val="00867EAE"/>
    <w:rsid w:val="00867F45"/>
    <w:rsid w:val="00870005"/>
    <w:rsid w:val="008702A7"/>
    <w:rsid w:val="00870506"/>
    <w:rsid w:val="0087094C"/>
    <w:rsid w:val="00870BDA"/>
    <w:rsid w:val="00870FB8"/>
    <w:rsid w:val="00871547"/>
    <w:rsid w:val="008715C2"/>
    <w:rsid w:val="00871BB2"/>
    <w:rsid w:val="0087251E"/>
    <w:rsid w:val="008727E4"/>
    <w:rsid w:val="008727E5"/>
    <w:rsid w:val="00872855"/>
    <w:rsid w:val="00872A7D"/>
    <w:rsid w:val="00872BB2"/>
    <w:rsid w:val="00872C48"/>
    <w:rsid w:val="00872C4A"/>
    <w:rsid w:val="0087301D"/>
    <w:rsid w:val="008730B2"/>
    <w:rsid w:val="0087335E"/>
    <w:rsid w:val="0087349C"/>
    <w:rsid w:val="008738D3"/>
    <w:rsid w:val="008738E5"/>
    <w:rsid w:val="00874042"/>
    <w:rsid w:val="00874679"/>
    <w:rsid w:val="0087483D"/>
    <w:rsid w:val="0087484D"/>
    <w:rsid w:val="00874C13"/>
    <w:rsid w:val="00874D77"/>
    <w:rsid w:val="00874E94"/>
    <w:rsid w:val="00875012"/>
    <w:rsid w:val="0087513F"/>
    <w:rsid w:val="00875928"/>
    <w:rsid w:val="00875957"/>
    <w:rsid w:val="0087660B"/>
    <w:rsid w:val="0087671A"/>
    <w:rsid w:val="00876802"/>
    <w:rsid w:val="00876B38"/>
    <w:rsid w:val="00876B4A"/>
    <w:rsid w:val="00876DA4"/>
    <w:rsid w:val="00877178"/>
    <w:rsid w:val="0087740F"/>
    <w:rsid w:val="008774F1"/>
    <w:rsid w:val="00877605"/>
    <w:rsid w:val="00877B08"/>
    <w:rsid w:val="00877BE4"/>
    <w:rsid w:val="00877E9A"/>
    <w:rsid w:val="00877FBB"/>
    <w:rsid w:val="008803B6"/>
    <w:rsid w:val="0088087A"/>
    <w:rsid w:val="00880B64"/>
    <w:rsid w:val="00880D9F"/>
    <w:rsid w:val="00881047"/>
    <w:rsid w:val="0088107D"/>
    <w:rsid w:val="0088170C"/>
    <w:rsid w:val="008818A6"/>
    <w:rsid w:val="00881B17"/>
    <w:rsid w:val="00881EAF"/>
    <w:rsid w:val="0088234F"/>
    <w:rsid w:val="008825BB"/>
    <w:rsid w:val="008827B4"/>
    <w:rsid w:val="00882D3C"/>
    <w:rsid w:val="008834B2"/>
    <w:rsid w:val="00883CF6"/>
    <w:rsid w:val="00883DD7"/>
    <w:rsid w:val="00883E36"/>
    <w:rsid w:val="00884337"/>
    <w:rsid w:val="00884975"/>
    <w:rsid w:val="008849D5"/>
    <w:rsid w:val="008849F5"/>
    <w:rsid w:val="00884A55"/>
    <w:rsid w:val="00884B3B"/>
    <w:rsid w:val="00884C90"/>
    <w:rsid w:val="00884F50"/>
    <w:rsid w:val="00884F56"/>
    <w:rsid w:val="00885388"/>
    <w:rsid w:val="008853EC"/>
    <w:rsid w:val="00885692"/>
    <w:rsid w:val="00885C24"/>
    <w:rsid w:val="0088606E"/>
    <w:rsid w:val="00886853"/>
    <w:rsid w:val="0088689F"/>
    <w:rsid w:val="00886A97"/>
    <w:rsid w:val="008872BA"/>
    <w:rsid w:val="0088784D"/>
    <w:rsid w:val="00887A12"/>
    <w:rsid w:val="00887AA4"/>
    <w:rsid w:val="00887BCD"/>
    <w:rsid w:val="0089050F"/>
    <w:rsid w:val="0089088D"/>
    <w:rsid w:val="00891521"/>
    <w:rsid w:val="00891633"/>
    <w:rsid w:val="00891733"/>
    <w:rsid w:val="00891A6E"/>
    <w:rsid w:val="00891CDC"/>
    <w:rsid w:val="00891D96"/>
    <w:rsid w:val="00891E9B"/>
    <w:rsid w:val="008922DD"/>
    <w:rsid w:val="00892ADE"/>
    <w:rsid w:val="00892BF9"/>
    <w:rsid w:val="00892D98"/>
    <w:rsid w:val="00892E85"/>
    <w:rsid w:val="00892F08"/>
    <w:rsid w:val="0089367C"/>
    <w:rsid w:val="0089377C"/>
    <w:rsid w:val="0089468C"/>
    <w:rsid w:val="008947D7"/>
    <w:rsid w:val="0089498C"/>
    <w:rsid w:val="00894A0B"/>
    <w:rsid w:val="00894B55"/>
    <w:rsid w:val="00894BD3"/>
    <w:rsid w:val="00895109"/>
    <w:rsid w:val="008952FB"/>
    <w:rsid w:val="008955D3"/>
    <w:rsid w:val="008956E0"/>
    <w:rsid w:val="00895D2C"/>
    <w:rsid w:val="00896289"/>
    <w:rsid w:val="00896353"/>
    <w:rsid w:val="008964E5"/>
    <w:rsid w:val="00896781"/>
    <w:rsid w:val="00896D46"/>
    <w:rsid w:val="00896E8E"/>
    <w:rsid w:val="00896FBD"/>
    <w:rsid w:val="008977FD"/>
    <w:rsid w:val="00897903"/>
    <w:rsid w:val="0089796B"/>
    <w:rsid w:val="008979C4"/>
    <w:rsid w:val="00897B1C"/>
    <w:rsid w:val="008A0066"/>
    <w:rsid w:val="008A04BF"/>
    <w:rsid w:val="008A0506"/>
    <w:rsid w:val="008A060C"/>
    <w:rsid w:val="008A0B81"/>
    <w:rsid w:val="008A0C88"/>
    <w:rsid w:val="008A0D54"/>
    <w:rsid w:val="008A0FE7"/>
    <w:rsid w:val="008A130A"/>
    <w:rsid w:val="008A1337"/>
    <w:rsid w:val="008A13BE"/>
    <w:rsid w:val="008A15DD"/>
    <w:rsid w:val="008A1846"/>
    <w:rsid w:val="008A1D37"/>
    <w:rsid w:val="008A1EF5"/>
    <w:rsid w:val="008A243E"/>
    <w:rsid w:val="008A2828"/>
    <w:rsid w:val="008A2D2F"/>
    <w:rsid w:val="008A3045"/>
    <w:rsid w:val="008A3193"/>
    <w:rsid w:val="008A34DA"/>
    <w:rsid w:val="008A3583"/>
    <w:rsid w:val="008A3B39"/>
    <w:rsid w:val="008A3D51"/>
    <w:rsid w:val="008A3DE7"/>
    <w:rsid w:val="008A3F86"/>
    <w:rsid w:val="008A3FA8"/>
    <w:rsid w:val="008A403B"/>
    <w:rsid w:val="008A41FB"/>
    <w:rsid w:val="008A4507"/>
    <w:rsid w:val="008A49B8"/>
    <w:rsid w:val="008A5075"/>
    <w:rsid w:val="008A5CFB"/>
    <w:rsid w:val="008A5D94"/>
    <w:rsid w:val="008A655A"/>
    <w:rsid w:val="008A658D"/>
    <w:rsid w:val="008A663F"/>
    <w:rsid w:val="008A6868"/>
    <w:rsid w:val="008A6DBA"/>
    <w:rsid w:val="008A728E"/>
    <w:rsid w:val="008A76C8"/>
    <w:rsid w:val="008A78F5"/>
    <w:rsid w:val="008A79D1"/>
    <w:rsid w:val="008A7A45"/>
    <w:rsid w:val="008A7AE4"/>
    <w:rsid w:val="008A7B20"/>
    <w:rsid w:val="008A7B61"/>
    <w:rsid w:val="008A7B66"/>
    <w:rsid w:val="008A7E7F"/>
    <w:rsid w:val="008B05E9"/>
    <w:rsid w:val="008B06AE"/>
    <w:rsid w:val="008B07D3"/>
    <w:rsid w:val="008B0CEF"/>
    <w:rsid w:val="008B0DD5"/>
    <w:rsid w:val="008B181C"/>
    <w:rsid w:val="008B1886"/>
    <w:rsid w:val="008B188D"/>
    <w:rsid w:val="008B1E92"/>
    <w:rsid w:val="008B1F1A"/>
    <w:rsid w:val="008B1F90"/>
    <w:rsid w:val="008B215B"/>
    <w:rsid w:val="008B2BD9"/>
    <w:rsid w:val="008B2D45"/>
    <w:rsid w:val="008B3137"/>
    <w:rsid w:val="008B316E"/>
    <w:rsid w:val="008B3778"/>
    <w:rsid w:val="008B3AA6"/>
    <w:rsid w:val="008B3FCA"/>
    <w:rsid w:val="008B466F"/>
    <w:rsid w:val="008B485C"/>
    <w:rsid w:val="008B4886"/>
    <w:rsid w:val="008B48E8"/>
    <w:rsid w:val="008B4A16"/>
    <w:rsid w:val="008B4E33"/>
    <w:rsid w:val="008B4F65"/>
    <w:rsid w:val="008B500A"/>
    <w:rsid w:val="008B5605"/>
    <w:rsid w:val="008B598D"/>
    <w:rsid w:val="008B5DF4"/>
    <w:rsid w:val="008B5F00"/>
    <w:rsid w:val="008B60B2"/>
    <w:rsid w:val="008B60EF"/>
    <w:rsid w:val="008B6492"/>
    <w:rsid w:val="008B65ED"/>
    <w:rsid w:val="008B67BF"/>
    <w:rsid w:val="008B6939"/>
    <w:rsid w:val="008B6A54"/>
    <w:rsid w:val="008B6A56"/>
    <w:rsid w:val="008B6CB7"/>
    <w:rsid w:val="008B72F6"/>
    <w:rsid w:val="008B73A1"/>
    <w:rsid w:val="008B7619"/>
    <w:rsid w:val="008C0689"/>
    <w:rsid w:val="008C08ED"/>
    <w:rsid w:val="008C08F2"/>
    <w:rsid w:val="008C0E55"/>
    <w:rsid w:val="008C10EF"/>
    <w:rsid w:val="008C15B8"/>
    <w:rsid w:val="008C1B7E"/>
    <w:rsid w:val="008C2433"/>
    <w:rsid w:val="008C24DC"/>
    <w:rsid w:val="008C28EC"/>
    <w:rsid w:val="008C2B41"/>
    <w:rsid w:val="008C2C00"/>
    <w:rsid w:val="008C2E97"/>
    <w:rsid w:val="008C2EB8"/>
    <w:rsid w:val="008C3175"/>
    <w:rsid w:val="008C3239"/>
    <w:rsid w:val="008C3299"/>
    <w:rsid w:val="008C3535"/>
    <w:rsid w:val="008C3778"/>
    <w:rsid w:val="008C37C9"/>
    <w:rsid w:val="008C3809"/>
    <w:rsid w:val="008C3A27"/>
    <w:rsid w:val="008C3A71"/>
    <w:rsid w:val="008C3AAC"/>
    <w:rsid w:val="008C3CFE"/>
    <w:rsid w:val="008C40DD"/>
    <w:rsid w:val="008C44B9"/>
    <w:rsid w:val="008C4955"/>
    <w:rsid w:val="008C49DA"/>
    <w:rsid w:val="008C4B83"/>
    <w:rsid w:val="008C5144"/>
    <w:rsid w:val="008C5464"/>
    <w:rsid w:val="008C548A"/>
    <w:rsid w:val="008C5526"/>
    <w:rsid w:val="008C5810"/>
    <w:rsid w:val="008C603C"/>
    <w:rsid w:val="008C64D9"/>
    <w:rsid w:val="008C6709"/>
    <w:rsid w:val="008C67A3"/>
    <w:rsid w:val="008C6DE0"/>
    <w:rsid w:val="008C70C7"/>
    <w:rsid w:val="008C70D4"/>
    <w:rsid w:val="008C72CE"/>
    <w:rsid w:val="008C7505"/>
    <w:rsid w:val="008C757F"/>
    <w:rsid w:val="008C75B1"/>
    <w:rsid w:val="008C79CF"/>
    <w:rsid w:val="008C7FEB"/>
    <w:rsid w:val="008D00A6"/>
    <w:rsid w:val="008D0165"/>
    <w:rsid w:val="008D0E06"/>
    <w:rsid w:val="008D0FF6"/>
    <w:rsid w:val="008D1167"/>
    <w:rsid w:val="008D1456"/>
    <w:rsid w:val="008D1497"/>
    <w:rsid w:val="008D1DDB"/>
    <w:rsid w:val="008D1E26"/>
    <w:rsid w:val="008D1E3A"/>
    <w:rsid w:val="008D20C7"/>
    <w:rsid w:val="008D22E3"/>
    <w:rsid w:val="008D24CD"/>
    <w:rsid w:val="008D2857"/>
    <w:rsid w:val="008D29C1"/>
    <w:rsid w:val="008D2AFD"/>
    <w:rsid w:val="008D2BC6"/>
    <w:rsid w:val="008D2C6B"/>
    <w:rsid w:val="008D2EC5"/>
    <w:rsid w:val="008D309F"/>
    <w:rsid w:val="008D347D"/>
    <w:rsid w:val="008D3C19"/>
    <w:rsid w:val="008D3C79"/>
    <w:rsid w:val="008D4153"/>
    <w:rsid w:val="008D4215"/>
    <w:rsid w:val="008D4781"/>
    <w:rsid w:val="008D4892"/>
    <w:rsid w:val="008D4ABB"/>
    <w:rsid w:val="008D4D3B"/>
    <w:rsid w:val="008D4E10"/>
    <w:rsid w:val="008D4E7B"/>
    <w:rsid w:val="008D585D"/>
    <w:rsid w:val="008D635F"/>
    <w:rsid w:val="008D6378"/>
    <w:rsid w:val="008D6B81"/>
    <w:rsid w:val="008D6D43"/>
    <w:rsid w:val="008D744D"/>
    <w:rsid w:val="008D74F8"/>
    <w:rsid w:val="008D7726"/>
    <w:rsid w:val="008D7D24"/>
    <w:rsid w:val="008D7EED"/>
    <w:rsid w:val="008E0004"/>
    <w:rsid w:val="008E0013"/>
    <w:rsid w:val="008E0096"/>
    <w:rsid w:val="008E02C6"/>
    <w:rsid w:val="008E0442"/>
    <w:rsid w:val="008E092B"/>
    <w:rsid w:val="008E0B93"/>
    <w:rsid w:val="008E0E71"/>
    <w:rsid w:val="008E0EC6"/>
    <w:rsid w:val="008E0FFD"/>
    <w:rsid w:val="008E1765"/>
    <w:rsid w:val="008E18A3"/>
    <w:rsid w:val="008E1B82"/>
    <w:rsid w:val="008E201B"/>
    <w:rsid w:val="008E2071"/>
    <w:rsid w:val="008E2145"/>
    <w:rsid w:val="008E2530"/>
    <w:rsid w:val="008E2DE8"/>
    <w:rsid w:val="008E328A"/>
    <w:rsid w:val="008E3341"/>
    <w:rsid w:val="008E3443"/>
    <w:rsid w:val="008E3876"/>
    <w:rsid w:val="008E39C7"/>
    <w:rsid w:val="008E3DFA"/>
    <w:rsid w:val="008E4030"/>
    <w:rsid w:val="008E4036"/>
    <w:rsid w:val="008E4080"/>
    <w:rsid w:val="008E4646"/>
    <w:rsid w:val="008E48F9"/>
    <w:rsid w:val="008E4D98"/>
    <w:rsid w:val="008E4E3F"/>
    <w:rsid w:val="008E5178"/>
    <w:rsid w:val="008E528C"/>
    <w:rsid w:val="008E5428"/>
    <w:rsid w:val="008E58E1"/>
    <w:rsid w:val="008E5CFB"/>
    <w:rsid w:val="008E5E23"/>
    <w:rsid w:val="008E5F5D"/>
    <w:rsid w:val="008E5FF7"/>
    <w:rsid w:val="008E6114"/>
    <w:rsid w:val="008E6237"/>
    <w:rsid w:val="008E6BF8"/>
    <w:rsid w:val="008E6C42"/>
    <w:rsid w:val="008E6C92"/>
    <w:rsid w:val="008E6FC8"/>
    <w:rsid w:val="008E7222"/>
    <w:rsid w:val="008E72FD"/>
    <w:rsid w:val="008E7470"/>
    <w:rsid w:val="008E7783"/>
    <w:rsid w:val="008E7B6B"/>
    <w:rsid w:val="008E7B88"/>
    <w:rsid w:val="008E7B9F"/>
    <w:rsid w:val="008E7BA7"/>
    <w:rsid w:val="008E7F09"/>
    <w:rsid w:val="008F038A"/>
    <w:rsid w:val="008F0599"/>
    <w:rsid w:val="008F05BB"/>
    <w:rsid w:val="008F07E5"/>
    <w:rsid w:val="008F0B32"/>
    <w:rsid w:val="008F0B41"/>
    <w:rsid w:val="008F0BDE"/>
    <w:rsid w:val="008F1035"/>
    <w:rsid w:val="008F1119"/>
    <w:rsid w:val="008F14AB"/>
    <w:rsid w:val="008F1994"/>
    <w:rsid w:val="008F2335"/>
    <w:rsid w:val="008F24AA"/>
    <w:rsid w:val="008F263E"/>
    <w:rsid w:val="008F29F1"/>
    <w:rsid w:val="008F2B7D"/>
    <w:rsid w:val="008F323E"/>
    <w:rsid w:val="008F3367"/>
    <w:rsid w:val="008F3B9D"/>
    <w:rsid w:val="008F41CD"/>
    <w:rsid w:val="008F4557"/>
    <w:rsid w:val="008F4939"/>
    <w:rsid w:val="008F4AAA"/>
    <w:rsid w:val="008F4C04"/>
    <w:rsid w:val="008F4DD9"/>
    <w:rsid w:val="008F4EFF"/>
    <w:rsid w:val="008F5105"/>
    <w:rsid w:val="008F51D5"/>
    <w:rsid w:val="008F5282"/>
    <w:rsid w:val="008F54ED"/>
    <w:rsid w:val="008F54FF"/>
    <w:rsid w:val="008F57BF"/>
    <w:rsid w:val="008F581A"/>
    <w:rsid w:val="008F593E"/>
    <w:rsid w:val="008F5B2A"/>
    <w:rsid w:val="008F6181"/>
    <w:rsid w:val="008F66B3"/>
    <w:rsid w:val="008F6A6B"/>
    <w:rsid w:val="008F6CD5"/>
    <w:rsid w:val="008F6F5F"/>
    <w:rsid w:val="008F725C"/>
    <w:rsid w:val="008F7411"/>
    <w:rsid w:val="009004F8"/>
    <w:rsid w:val="0090054B"/>
    <w:rsid w:val="00900A20"/>
    <w:rsid w:val="00900A3B"/>
    <w:rsid w:val="00900E38"/>
    <w:rsid w:val="00901067"/>
    <w:rsid w:val="009011A1"/>
    <w:rsid w:val="0090183E"/>
    <w:rsid w:val="009018A1"/>
    <w:rsid w:val="00901BF7"/>
    <w:rsid w:val="00901CF3"/>
    <w:rsid w:val="00901D7D"/>
    <w:rsid w:val="0090246C"/>
    <w:rsid w:val="0090273E"/>
    <w:rsid w:val="00902906"/>
    <w:rsid w:val="00902BB2"/>
    <w:rsid w:val="00902C67"/>
    <w:rsid w:val="00902CF8"/>
    <w:rsid w:val="00902DEE"/>
    <w:rsid w:val="009031C1"/>
    <w:rsid w:val="00903241"/>
    <w:rsid w:val="009032DC"/>
    <w:rsid w:val="009037E6"/>
    <w:rsid w:val="00903A5F"/>
    <w:rsid w:val="00903AE2"/>
    <w:rsid w:val="00903D65"/>
    <w:rsid w:val="00903EBF"/>
    <w:rsid w:val="009044C9"/>
    <w:rsid w:val="00904C97"/>
    <w:rsid w:val="00904CB4"/>
    <w:rsid w:val="00904FBC"/>
    <w:rsid w:val="00904FBE"/>
    <w:rsid w:val="0090500B"/>
    <w:rsid w:val="009053A7"/>
    <w:rsid w:val="009055E0"/>
    <w:rsid w:val="009056C8"/>
    <w:rsid w:val="00905B10"/>
    <w:rsid w:val="00905BA6"/>
    <w:rsid w:val="009060D4"/>
    <w:rsid w:val="0090631B"/>
    <w:rsid w:val="00906365"/>
    <w:rsid w:val="00906AEB"/>
    <w:rsid w:val="00906ECE"/>
    <w:rsid w:val="0090764F"/>
    <w:rsid w:val="009077C1"/>
    <w:rsid w:val="0090782B"/>
    <w:rsid w:val="009078D8"/>
    <w:rsid w:val="00907C0C"/>
    <w:rsid w:val="00907C59"/>
    <w:rsid w:val="00910622"/>
    <w:rsid w:val="009107BC"/>
    <w:rsid w:val="009107ED"/>
    <w:rsid w:val="009114EF"/>
    <w:rsid w:val="00911B4F"/>
    <w:rsid w:val="00911BF4"/>
    <w:rsid w:val="009120E5"/>
    <w:rsid w:val="0091228C"/>
    <w:rsid w:val="009127DD"/>
    <w:rsid w:val="00912D20"/>
    <w:rsid w:val="00912E9D"/>
    <w:rsid w:val="0091350A"/>
    <w:rsid w:val="0091371F"/>
    <w:rsid w:val="00913AB3"/>
    <w:rsid w:val="00913BDB"/>
    <w:rsid w:val="00913C7D"/>
    <w:rsid w:val="00913D25"/>
    <w:rsid w:val="00913DD6"/>
    <w:rsid w:val="00913FCD"/>
    <w:rsid w:val="00914049"/>
    <w:rsid w:val="009140F4"/>
    <w:rsid w:val="00914190"/>
    <w:rsid w:val="00914670"/>
    <w:rsid w:val="00914817"/>
    <w:rsid w:val="0091491A"/>
    <w:rsid w:val="009151F5"/>
    <w:rsid w:val="009153BB"/>
    <w:rsid w:val="00915453"/>
    <w:rsid w:val="009154BA"/>
    <w:rsid w:val="00915608"/>
    <w:rsid w:val="00915852"/>
    <w:rsid w:val="00915FAF"/>
    <w:rsid w:val="009161E4"/>
    <w:rsid w:val="0091648A"/>
    <w:rsid w:val="00916A3C"/>
    <w:rsid w:val="00916EB7"/>
    <w:rsid w:val="00916F12"/>
    <w:rsid w:val="009172D4"/>
    <w:rsid w:val="0091734E"/>
    <w:rsid w:val="009173F0"/>
    <w:rsid w:val="009178AB"/>
    <w:rsid w:val="00920079"/>
    <w:rsid w:val="009200AC"/>
    <w:rsid w:val="009208FE"/>
    <w:rsid w:val="00920980"/>
    <w:rsid w:val="00920A33"/>
    <w:rsid w:val="00920D63"/>
    <w:rsid w:val="00920EB3"/>
    <w:rsid w:val="00920F62"/>
    <w:rsid w:val="00920FDB"/>
    <w:rsid w:val="009218DB"/>
    <w:rsid w:val="00921B79"/>
    <w:rsid w:val="00921CEF"/>
    <w:rsid w:val="00921E7A"/>
    <w:rsid w:val="00921F1C"/>
    <w:rsid w:val="009222FC"/>
    <w:rsid w:val="00922736"/>
    <w:rsid w:val="00922801"/>
    <w:rsid w:val="00922A0D"/>
    <w:rsid w:val="00922A88"/>
    <w:rsid w:val="00923571"/>
    <w:rsid w:val="009237D6"/>
    <w:rsid w:val="00923AF9"/>
    <w:rsid w:val="00924247"/>
    <w:rsid w:val="00924FB2"/>
    <w:rsid w:val="0092509B"/>
    <w:rsid w:val="0092517D"/>
    <w:rsid w:val="00925278"/>
    <w:rsid w:val="0092542F"/>
    <w:rsid w:val="009256D9"/>
    <w:rsid w:val="00926028"/>
    <w:rsid w:val="009260A7"/>
    <w:rsid w:val="0092612B"/>
    <w:rsid w:val="00926A13"/>
    <w:rsid w:val="00926A48"/>
    <w:rsid w:val="00926E27"/>
    <w:rsid w:val="0092726A"/>
    <w:rsid w:val="00927360"/>
    <w:rsid w:val="00927695"/>
    <w:rsid w:val="00927934"/>
    <w:rsid w:val="0092796A"/>
    <w:rsid w:val="0093056A"/>
    <w:rsid w:val="009308F0"/>
    <w:rsid w:val="009309AC"/>
    <w:rsid w:val="00930F2D"/>
    <w:rsid w:val="009317B3"/>
    <w:rsid w:val="00931B1B"/>
    <w:rsid w:val="00931F6D"/>
    <w:rsid w:val="0093206B"/>
    <w:rsid w:val="009320BD"/>
    <w:rsid w:val="009320F6"/>
    <w:rsid w:val="00932B10"/>
    <w:rsid w:val="00932B42"/>
    <w:rsid w:val="00932CEE"/>
    <w:rsid w:val="00932EC5"/>
    <w:rsid w:val="009331D4"/>
    <w:rsid w:val="009331FF"/>
    <w:rsid w:val="00933218"/>
    <w:rsid w:val="009332CA"/>
    <w:rsid w:val="00933502"/>
    <w:rsid w:val="00933C3F"/>
    <w:rsid w:val="00933C61"/>
    <w:rsid w:val="00933E22"/>
    <w:rsid w:val="00933ECA"/>
    <w:rsid w:val="00933EE3"/>
    <w:rsid w:val="009340DE"/>
    <w:rsid w:val="00934372"/>
    <w:rsid w:val="009349C8"/>
    <w:rsid w:val="00934B8C"/>
    <w:rsid w:val="00934BC1"/>
    <w:rsid w:val="009353E6"/>
    <w:rsid w:val="00935626"/>
    <w:rsid w:val="00935EBF"/>
    <w:rsid w:val="009361C1"/>
    <w:rsid w:val="00936236"/>
    <w:rsid w:val="00936386"/>
    <w:rsid w:val="009363BF"/>
    <w:rsid w:val="009364E7"/>
    <w:rsid w:val="009364E9"/>
    <w:rsid w:val="0093684C"/>
    <w:rsid w:val="00936C16"/>
    <w:rsid w:val="00936DB8"/>
    <w:rsid w:val="00936DC1"/>
    <w:rsid w:val="00936F7E"/>
    <w:rsid w:val="00936F95"/>
    <w:rsid w:val="00936FFF"/>
    <w:rsid w:val="0093745C"/>
    <w:rsid w:val="00937DBC"/>
    <w:rsid w:val="009400CB"/>
    <w:rsid w:val="009409CE"/>
    <w:rsid w:val="00940F1F"/>
    <w:rsid w:val="009410D4"/>
    <w:rsid w:val="00941316"/>
    <w:rsid w:val="0094176A"/>
    <w:rsid w:val="00941821"/>
    <w:rsid w:val="0094197E"/>
    <w:rsid w:val="0094198A"/>
    <w:rsid w:val="00942523"/>
    <w:rsid w:val="00942EAD"/>
    <w:rsid w:val="00943341"/>
    <w:rsid w:val="0094390F"/>
    <w:rsid w:val="009439DF"/>
    <w:rsid w:val="00943C2E"/>
    <w:rsid w:val="00943CE9"/>
    <w:rsid w:val="00943D30"/>
    <w:rsid w:val="009440BF"/>
    <w:rsid w:val="00944170"/>
    <w:rsid w:val="009442D8"/>
    <w:rsid w:val="009445E6"/>
    <w:rsid w:val="009446CD"/>
    <w:rsid w:val="00944969"/>
    <w:rsid w:val="00944B84"/>
    <w:rsid w:val="00944DFE"/>
    <w:rsid w:val="00944E3F"/>
    <w:rsid w:val="0094502C"/>
    <w:rsid w:val="0094531E"/>
    <w:rsid w:val="009453F5"/>
    <w:rsid w:val="00945616"/>
    <w:rsid w:val="00945746"/>
    <w:rsid w:val="00945821"/>
    <w:rsid w:val="00945ACA"/>
    <w:rsid w:val="00945D4D"/>
    <w:rsid w:val="00945D91"/>
    <w:rsid w:val="00945F27"/>
    <w:rsid w:val="0094662E"/>
    <w:rsid w:val="0094672B"/>
    <w:rsid w:val="009468EA"/>
    <w:rsid w:val="009469CE"/>
    <w:rsid w:val="00946A19"/>
    <w:rsid w:val="00946E95"/>
    <w:rsid w:val="00946F48"/>
    <w:rsid w:val="0094713A"/>
    <w:rsid w:val="00947A79"/>
    <w:rsid w:val="00947B64"/>
    <w:rsid w:val="00947E10"/>
    <w:rsid w:val="00950659"/>
    <w:rsid w:val="009507ED"/>
    <w:rsid w:val="009509A3"/>
    <w:rsid w:val="00950B8D"/>
    <w:rsid w:val="00950D78"/>
    <w:rsid w:val="00951056"/>
    <w:rsid w:val="009516B7"/>
    <w:rsid w:val="0095176B"/>
    <w:rsid w:val="00951DC2"/>
    <w:rsid w:val="00952365"/>
    <w:rsid w:val="009526E8"/>
    <w:rsid w:val="00952A8A"/>
    <w:rsid w:val="00952CBB"/>
    <w:rsid w:val="00952D6F"/>
    <w:rsid w:val="00952E79"/>
    <w:rsid w:val="009530B0"/>
    <w:rsid w:val="00953594"/>
    <w:rsid w:val="00953623"/>
    <w:rsid w:val="009538A1"/>
    <w:rsid w:val="00953B31"/>
    <w:rsid w:val="00953D45"/>
    <w:rsid w:val="00953D54"/>
    <w:rsid w:val="0095409B"/>
    <w:rsid w:val="0095449F"/>
    <w:rsid w:val="0095468C"/>
    <w:rsid w:val="009549EB"/>
    <w:rsid w:val="00954C6A"/>
    <w:rsid w:val="00955070"/>
    <w:rsid w:val="009552E1"/>
    <w:rsid w:val="00955460"/>
    <w:rsid w:val="009555A3"/>
    <w:rsid w:val="009555F6"/>
    <w:rsid w:val="009559BC"/>
    <w:rsid w:val="009565FA"/>
    <w:rsid w:val="00956C19"/>
    <w:rsid w:val="00956C46"/>
    <w:rsid w:val="00956C52"/>
    <w:rsid w:val="00956D75"/>
    <w:rsid w:val="00956D76"/>
    <w:rsid w:val="00956F83"/>
    <w:rsid w:val="00957063"/>
    <w:rsid w:val="00957141"/>
    <w:rsid w:val="00957312"/>
    <w:rsid w:val="0095739E"/>
    <w:rsid w:val="0095759F"/>
    <w:rsid w:val="00957ADC"/>
    <w:rsid w:val="00960092"/>
    <w:rsid w:val="009601FD"/>
    <w:rsid w:val="009609A2"/>
    <w:rsid w:val="00960DA0"/>
    <w:rsid w:val="00960FEB"/>
    <w:rsid w:val="009610A2"/>
    <w:rsid w:val="009613C4"/>
    <w:rsid w:val="00961684"/>
    <w:rsid w:val="009616DE"/>
    <w:rsid w:val="0096178E"/>
    <w:rsid w:val="009617D0"/>
    <w:rsid w:val="00962171"/>
    <w:rsid w:val="0096234E"/>
    <w:rsid w:val="009625EF"/>
    <w:rsid w:val="009628A5"/>
    <w:rsid w:val="00962A9C"/>
    <w:rsid w:val="00962C96"/>
    <w:rsid w:val="00962D51"/>
    <w:rsid w:val="00962F44"/>
    <w:rsid w:val="009630A5"/>
    <w:rsid w:val="00963299"/>
    <w:rsid w:val="00963330"/>
    <w:rsid w:val="0096342E"/>
    <w:rsid w:val="00963C96"/>
    <w:rsid w:val="00963D92"/>
    <w:rsid w:val="00964A7C"/>
    <w:rsid w:val="00964E19"/>
    <w:rsid w:val="00964E59"/>
    <w:rsid w:val="00964F5C"/>
    <w:rsid w:val="0096565F"/>
    <w:rsid w:val="0096575A"/>
    <w:rsid w:val="009658DB"/>
    <w:rsid w:val="00965EC0"/>
    <w:rsid w:val="00965EE3"/>
    <w:rsid w:val="009660DC"/>
    <w:rsid w:val="009660F1"/>
    <w:rsid w:val="00966471"/>
    <w:rsid w:val="009667C7"/>
    <w:rsid w:val="0096691C"/>
    <w:rsid w:val="00966A06"/>
    <w:rsid w:val="00966F22"/>
    <w:rsid w:val="009671CC"/>
    <w:rsid w:val="009673D7"/>
    <w:rsid w:val="0096760F"/>
    <w:rsid w:val="00967BA9"/>
    <w:rsid w:val="00967E0B"/>
    <w:rsid w:val="00970161"/>
    <w:rsid w:val="009708A2"/>
    <w:rsid w:val="0097095E"/>
    <w:rsid w:val="00970D12"/>
    <w:rsid w:val="00971380"/>
    <w:rsid w:val="0097193A"/>
    <w:rsid w:val="00971B42"/>
    <w:rsid w:val="00971B7B"/>
    <w:rsid w:val="00971EC2"/>
    <w:rsid w:val="00971EEF"/>
    <w:rsid w:val="00972004"/>
    <w:rsid w:val="009723B6"/>
    <w:rsid w:val="009725A5"/>
    <w:rsid w:val="00972C4F"/>
    <w:rsid w:val="0097300D"/>
    <w:rsid w:val="00973081"/>
    <w:rsid w:val="009732B7"/>
    <w:rsid w:val="00973F2A"/>
    <w:rsid w:val="00973F97"/>
    <w:rsid w:val="00974022"/>
    <w:rsid w:val="009743C5"/>
    <w:rsid w:val="00974414"/>
    <w:rsid w:val="009744B4"/>
    <w:rsid w:val="00974AD9"/>
    <w:rsid w:val="00974D2B"/>
    <w:rsid w:val="00974E76"/>
    <w:rsid w:val="00974F36"/>
    <w:rsid w:val="00975044"/>
    <w:rsid w:val="00975188"/>
    <w:rsid w:val="0097540B"/>
    <w:rsid w:val="00975582"/>
    <w:rsid w:val="009755A2"/>
    <w:rsid w:val="00975735"/>
    <w:rsid w:val="00975A9F"/>
    <w:rsid w:val="00975BDC"/>
    <w:rsid w:val="009762C2"/>
    <w:rsid w:val="0097693C"/>
    <w:rsid w:val="00976A8D"/>
    <w:rsid w:val="00976E97"/>
    <w:rsid w:val="009771D2"/>
    <w:rsid w:val="00977BCF"/>
    <w:rsid w:val="00980422"/>
    <w:rsid w:val="00980512"/>
    <w:rsid w:val="00980AB4"/>
    <w:rsid w:val="00980B9C"/>
    <w:rsid w:val="00980C36"/>
    <w:rsid w:val="00981225"/>
    <w:rsid w:val="009814D5"/>
    <w:rsid w:val="00982085"/>
    <w:rsid w:val="00982191"/>
    <w:rsid w:val="00982994"/>
    <w:rsid w:val="00982B3E"/>
    <w:rsid w:val="00982E36"/>
    <w:rsid w:val="009830B4"/>
    <w:rsid w:val="00983752"/>
    <w:rsid w:val="00983A83"/>
    <w:rsid w:val="00983A8E"/>
    <w:rsid w:val="00983FBB"/>
    <w:rsid w:val="00984161"/>
    <w:rsid w:val="00984436"/>
    <w:rsid w:val="009845BF"/>
    <w:rsid w:val="00984754"/>
    <w:rsid w:val="00985022"/>
    <w:rsid w:val="009850D0"/>
    <w:rsid w:val="009852C5"/>
    <w:rsid w:val="00985425"/>
    <w:rsid w:val="009857DB"/>
    <w:rsid w:val="0098619F"/>
    <w:rsid w:val="009861DD"/>
    <w:rsid w:val="00986207"/>
    <w:rsid w:val="0098653B"/>
    <w:rsid w:val="00987357"/>
    <w:rsid w:val="009876D3"/>
    <w:rsid w:val="009876EF"/>
    <w:rsid w:val="00987B7F"/>
    <w:rsid w:val="00990212"/>
    <w:rsid w:val="009904BC"/>
    <w:rsid w:val="00990642"/>
    <w:rsid w:val="0099071A"/>
    <w:rsid w:val="00990821"/>
    <w:rsid w:val="009910E7"/>
    <w:rsid w:val="009910EB"/>
    <w:rsid w:val="009913CE"/>
    <w:rsid w:val="0099155E"/>
    <w:rsid w:val="00991611"/>
    <w:rsid w:val="0099170A"/>
    <w:rsid w:val="00991D01"/>
    <w:rsid w:val="00992173"/>
    <w:rsid w:val="00992390"/>
    <w:rsid w:val="009927AB"/>
    <w:rsid w:val="00992A55"/>
    <w:rsid w:val="00992B5D"/>
    <w:rsid w:val="00992F60"/>
    <w:rsid w:val="009932F0"/>
    <w:rsid w:val="00993566"/>
    <w:rsid w:val="00993C3A"/>
    <w:rsid w:val="00994047"/>
    <w:rsid w:val="009948AF"/>
    <w:rsid w:val="00994C6D"/>
    <w:rsid w:val="00994C7F"/>
    <w:rsid w:val="00994E2F"/>
    <w:rsid w:val="00994F2B"/>
    <w:rsid w:val="0099535F"/>
    <w:rsid w:val="009954C5"/>
    <w:rsid w:val="00995B46"/>
    <w:rsid w:val="00995CCC"/>
    <w:rsid w:val="009961C0"/>
    <w:rsid w:val="00996360"/>
    <w:rsid w:val="0099636A"/>
    <w:rsid w:val="00996F51"/>
    <w:rsid w:val="0099743A"/>
    <w:rsid w:val="00997761"/>
    <w:rsid w:val="00997881"/>
    <w:rsid w:val="00997CAC"/>
    <w:rsid w:val="00997F11"/>
    <w:rsid w:val="009A03E8"/>
    <w:rsid w:val="009A04DA"/>
    <w:rsid w:val="009A0822"/>
    <w:rsid w:val="009A0847"/>
    <w:rsid w:val="009A0B1B"/>
    <w:rsid w:val="009A0B55"/>
    <w:rsid w:val="009A0DD1"/>
    <w:rsid w:val="009A0F0A"/>
    <w:rsid w:val="009A1126"/>
    <w:rsid w:val="009A14B6"/>
    <w:rsid w:val="009A16EF"/>
    <w:rsid w:val="009A1B3F"/>
    <w:rsid w:val="009A1D5F"/>
    <w:rsid w:val="009A2176"/>
    <w:rsid w:val="009A21D8"/>
    <w:rsid w:val="009A2254"/>
    <w:rsid w:val="009A23AB"/>
    <w:rsid w:val="009A27AD"/>
    <w:rsid w:val="009A3979"/>
    <w:rsid w:val="009A4415"/>
    <w:rsid w:val="009A4826"/>
    <w:rsid w:val="009A48F4"/>
    <w:rsid w:val="009A4968"/>
    <w:rsid w:val="009A4A70"/>
    <w:rsid w:val="009A4ACB"/>
    <w:rsid w:val="009A5193"/>
    <w:rsid w:val="009A555E"/>
    <w:rsid w:val="009A5936"/>
    <w:rsid w:val="009A5C70"/>
    <w:rsid w:val="009A5CD0"/>
    <w:rsid w:val="009A5D3E"/>
    <w:rsid w:val="009A5F89"/>
    <w:rsid w:val="009A5FA5"/>
    <w:rsid w:val="009A6030"/>
    <w:rsid w:val="009A629D"/>
    <w:rsid w:val="009A6E90"/>
    <w:rsid w:val="009A6F5F"/>
    <w:rsid w:val="009A6FDF"/>
    <w:rsid w:val="009A7031"/>
    <w:rsid w:val="009A7790"/>
    <w:rsid w:val="009A7869"/>
    <w:rsid w:val="009A79A7"/>
    <w:rsid w:val="009A7BC5"/>
    <w:rsid w:val="009A7C08"/>
    <w:rsid w:val="009A7DC7"/>
    <w:rsid w:val="009B006C"/>
    <w:rsid w:val="009B026A"/>
    <w:rsid w:val="009B033C"/>
    <w:rsid w:val="009B0494"/>
    <w:rsid w:val="009B063D"/>
    <w:rsid w:val="009B0711"/>
    <w:rsid w:val="009B0C6B"/>
    <w:rsid w:val="009B0D8D"/>
    <w:rsid w:val="009B0EB2"/>
    <w:rsid w:val="009B1156"/>
    <w:rsid w:val="009B1335"/>
    <w:rsid w:val="009B1486"/>
    <w:rsid w:val="009B1630"/>
    <w:rsid w:val="009B1D2A"/>
    <w:rsid w:val="009B2F6B"/>
    <w:rsid w:val="009B35C9"/>
    <w:rsid w:val="009B37D4"/>
    <w:rsid w:val="009B3857"/>
    <w:rsid w:val="009B3A03"/>
    <w:rsid w:val="009B3BA0"/>
    <w:rsid w:val="009B3D95"/>
    <w:rsid w:val="009B3EC1"/>
    <w:rsid w:val="009B3F93"/>
    <w:rsid w:val="009B41E0"/>
    <w:rsid w:val="009B4321"/>
    <w:rsid w:val="009B46D0"/>
    <w:rsid w:val="009B488D"/>
    <w:rsid w:val="009B49E3"/>
    <w:rsid w:val="009B4B2E"/>
    <w:rsid w:val="009B4DCC"/>
    <w:rsid w:val="009B5086"/>
    <w:rsid w:val="009B51CD"/>
    <w:rsid w:val="009B5C6E"/>
    <w:rsid w:val="009B6686"/>
    <w:rsid w:val="009B6766"/>
    <w:rsid w:val="009B7032"/>
    <w:rsid w:val="009B713D"/>
    <w:rsid w:val="009B762E"/>
    <w:rsid w:val="009B777F"/>
    <w:rsid w:val="009B77F5"/>
    <w:rsid w:val="009B7912"/>
    <w:rsid w:val="009B79E2"/>
    <w:rsid w:val="009B7A9B"/>
    <w:rsid w:val="009C0272"/>
    <w:rsid w:val="009C07E7"/>
    <w:rsid w:val="009C0B71"/>
    <w:rsid w:val="009C0BB8"/>
    <w:rsid w:val="009C0D88"/>
    <w:rsid w:val="009C13CC"/>
    <w:rsid w:val="009C1637"/>
    <w:rsid w:val="009C16E5"/>
    <w:rsid w:val="009C18A3"/>
    <w:rsid w:val="009C1981"/>
    <w:rsid w:val="009C1ACF"/>
    <w:rsid w:val="009C1BAC"/>
    <w:rsid w:val="009C1E2D"/>
    <w:rsid w:val="009C1E9B"/>
    <w:rsid w:val="009C225D"/>
    <w:rsid w:val="009C2263"/>
    <w:rsid w:val="009C28FB"/>
    <w:rsid w:val="009C2B3A"/>
    <w:rsid w:val="009C300C"/>
    <w:rsid w:val="009C3303"/>
    <w:rsid w:val="009C337B"/>
    <w:rsid w:val="009C3C4C"/>
    <w:rsid w:val="009C3DE6"/>
    <w:rsid w:val="009C4B06"/>
    <w:rsid w:val="009C4D08"/>
    <w:rsid w:val="009C5048"/>
    <w:rsid w:val="009C5188"/>
    <w:rsid w:val="009C5285"/>
    <w:rsid w:val="009C566A"/>
    <w:rsid w:val="009C56A3"/>
    <w:rsid w:val="009C5B37"/>
    <w:rsid w:val="009C5DFD"/>
    <w:rsid w:val="009C5ECB"/>
    <w:rsid w:val="009C5FAA"/>
    <w:rsid w:val="009C60A7"/>
    <w:rsid w:val="009C60AA"/>
    <w:rsid w:val="009C6636"/>
    <w:rsid w:val="009C69DA"/>
    <w:rsid w:val="009C6AD7"/>
    <w:rsid w:val="009C6C51"/>
    <w:rsid w:val="009C72CE"/>
    <w:rsid w:val="009C78C3"/>
    <w:rsid w:val="009C7B5E"/>
    <w:rsid w:val="009C7D91"/>
    <w:rsid w:val="009C7E4D"/>
    <w:rsid w:val="009D06F6"/>
    <w:rsid w:val="009D0B08"/>
    <w:rsid w:val="009D143A"/>
    <w:rsid w:val="009D18C1"/>
    <w:rsid w:val="009D1EAF"/>
    <w:rsid w:val="009D2119"/>
    <w:rsid w:val="009D2165"/>
    <w:rsid w:val="009D21C3"/>
    <w:rsid w:val="009D223C"/>
    <w:rsid w:val="009D27ED"/>
    <w:rsid w:val="009D39AA"/>
    <w:rsid w:val="009D39C0"/>
    <w:rsid w:val="009D3A21"/>
    <w:rsid w:val="009D3A35"/>
    <w:rsid w:val="009D3CF6"/>
    <w:rsid w:val="009D4234"/>
    <w:rsid w:val="009D4B27"/>
    <w:rsid w:val="009D4EC5"/>
    <w:rsid w:val="009D5BF0"/>
    <w:rsid w:val="009D6073"/>
    <w:rsid w:val="009D64B4"/>
    <w:rsid w:val="009D6A8E"/>
    <w:rsid w:val="009D72C4"/>
    <w:rsid w:val="009D7364"/>
    <w:rsid w:val="009D7571"/>
    <w:rsid w:val="009D75DD"/>
    <w:rsid w:val="009D75EB"/>
    <w:rsid w:val="009D766C"/>
    <w:rsid w:val="009D767A"/>
    <w:rsid w:val="009D770F"/>
    <w:rsid w:val="009D7ACA"/>
    <w:rsid w:val="009D7C8C"/>
    <w:rsid w:val="009D7F83"/>
    <w:rsid w:val="009E006C"/>
    <w:rsid w:val="009E014D"/>
    <w:rsid w:val="009E018E"/>
    <w:rsid w:val="009E0459"/>
    <w:rsid w:val="009E05DC"/>
    <w:rsid w:val="009E0786"/>
    <w:rsid w:val="009E078E"/>
    <w:rsid w:val="009E0A44"/>
    <w:rsid w:val="009E0CA0"/>
    <w:rsid w:val="009E0EAB"/>
    <w:rsid w:val="009E1258"/>
    <w:rsid w:val="009E14CA"/>
    <w:rsid w:val="009E165B"/>
    <w:rsid w:val="009E1912"/>
    <w:rsid w:val="009E1CD8"/>
    <w:rsid w:val="009E1CF3"/>
    <w:rsid w:val="009E1D48"/>
    <w:rsid w:val="009E1F89"/>
    <w:rsid w:val="009E2529"/>
    <w:rsid w:val="009E284B"/>
    <w:rsid w:val="009E2AB7"/>
    <w:rsid w:val="009E2C45"/>
    <w:rsid w:val="009E2D5A"/>
    <w:rsid w:val="009E3105"/>
    <w:rsid w:val="009E3636"/>
    <w:rsid w:val="009E3944"/>
    <w:rsid w:val="009E3A76"/>
    <w:rsid w:val="009E3BA8"/>
    <w:rsid w:val="009E3C43"/>
    <w:rsid w:val="009E3E4F"/>
    <w:rsid w:val="009E3EC9"/>
    <w:rsid w:val="009E4331"/>
    <w:rsid w:val="009E45C2"/>
    <w:rsid w:val="009E46C7"/>
    <w:rsid w:val="009E4747"/>
    <w:rsid w:val="009E4B58"/>
    <w:rsid w:val="009E4CFC"/>
    <w:rsid w:val="009E521E"/>
    <w:rsid w:val="009E5C52"/>
    <w:rsid w:val="009E5F4F"/>
    <w:rsid w:val="009E601D"/>
    <w:rsid w:val="009E604E"/>
    <w:rsid w:val="009E61B0"/>
    <w:rsid w:val="009E627E"/>
    <w:rsid w:val="009E672D"/>
    <w:rsid w:val="009E6B85"/>
    <w:rsid w:val="009E6E21"/>
    <w:rsid w:val="009E6F20"/>
    <w:rsid w:val="009E6F9D"/>
    <w:rsid w:val="009E727E"/>
    <w:rsid w:val="009E7546"/>
    <w:rsid w:val="009E76C1"/>
    <w:rsid w:val="009E775B"/>
    <w:rsid w:val="009E7798"/>
    <w:rsid w:val="009E78B5"/>
    <w:rsid w:val="009E7A0D"/>
    <w:rsid w:val="009F03A5"/>
    <w:rsid w:val="009F04BD"/>
    <w:rsid w:val="009F0696"/>
    <w:rsid w:val="009F08F7"/>
    <w:rsid w:val="009F0DA4"/>
    <w:rsid w:val="009F11EF"/>
    <w:rsid w:val="009F12F5"/>
    <w:rsid w:val="009F14AB"/>
    <w:rsid w:val="009F160E"/>
    <w:rsid w:val="009F1FB7"/>
    <w:rsid w:val="009F20E6"/>
    <w:rsid w:val="009F2106"/>
    <w:rsid w:val="009F297E"/>
    <w:rsid w:val="009F29E0"/>
    <w:rsid w:val="009F2A99"/>
    <w:rsid w:val="009F2D49"/>
    <w:rsid w:val="009F315F"/>
    <w:rsid w:val="009F3248"/>
    <w:rsid w:val="009F369F"/>
    <w:rsid w:val="009F36FE"/>
    <w:rsid w:val="009F379F"/>
    <w:rsid w:val="009F478E"/>
    <w:rsid w:val="009F507D"/>
    <w:rsid w:val="009F58BE"/>
    <w:rsid w:val="009F5977"/>
    <w:rsid w:val="009F5E79"/>
    <w:rsid w:val="009F6243"/>
    <w:rsid w:val="009F6317"/>
    <w:rsid w:val="009F65BA"/>
    <w:rsid w:val="009F65D7"/>
    <w:rsid w:val="009F6691"/>
    <w:rsid w:val="009F6B3F"/>
    <w:rsid w:val="009F6B77"/>
    <w:rsid w:val="009F78C1"/>
    <w:rsid w:val="009F7E3C"/>
    <w:rsid w:val="009F7E94"/>
    <w:rsid w:val="00A00949"/>
    <w:rsid w:val="00A00B20"/>
    <w:rsid w:val="00A00D6E"/>
    <w:rsid w:val="00A011B1"/>
    <w:rsid w:val="00A01232"/>
    <w:rsid w:val="00A01814"/>
    <w:rsid w:val="00A01AAE"/>
    <w:rsid w:val="00A01E35"/>
    <w:rsid w:val="00A020AA"/>
    <w:rsid w:val="00A0258F"/>
    <w:rsid w:val="00A02762"/>
    <w:rsid w:val="00A02892"/>
    <w:rsid w:val="00A02F89"/>
    <w:rsid w:val="00A02F8D"/>
    <w:rsid w:val="00A03118"/>
    <w:rsid w:val="00A03364"/>
    <w:rsid w:val="00A03B73"/>
    <w:rsid w:val="00A03DC3"/>
    <w:rsid w:val="00A03EF7"/>
    <w:rsid w:val="00A043CC"/>
    <w:rsid w:val="00A04D24"/>
    <w:rsid w:val="00A052B5"/>
    <w:rsid w:val="00A059E3"/>
    <w:rsid w:val="00A059F2"/>
    <w:rsid w:val="00A059FC"/>
    <w:rsid w:val="00A05D45"/>
    <w:rsid w:val="00A05EF6"/>
    <w:rsid w:val="00A06142"/>
    <w:rsid w:val="00A06258"/>
    <w:rsid w:val="00A0657A"/>
    <w:rsid w:val="00A06F20"/>
    <w:rsid w:val="00A071AB"/>
    <w:rsid w:val="00A0756F"/>
    <w:rsid w:val="00A07B6E"/>
    <w:rsid w:val="00A07F7E"/>
    <w:rsid w:val="00A1020A"/>
    <w:rsid w:val="00A108D6"/>
    <w:rsid w:val="00A10A63"/>
    <w:rsid w:val="00A11000"/>
    <w:rsid w:val="00A1136A"/>
    <w:rsid w:val="00A11435"/>
    <w:rsid w:val="00A11704"/>
    <w:rsid w:val="00A11905"/>
    <w:rsid w:val="00A11D3A"/>
    <w:rsid w:val="00A11D55"/>
    <w:rsid w:val="00A122DD"/>
    <w:rsid w:val="00A12587"/>
    <w:rsid w:val="00A12737"/>
    <w:rsid w:val="00A12B5A"/>
    <w:rsid w:val="00A12CB8"/>
    <w:rsid w:val="00A12DBA"/>
    <w:rsid w:val="00A130E8"/>
    <w:rsid w:val="00A13671"/>
    <w:rsid w:val="00A13ACD"/>
    <w:rsid w:val="00A13B81"/>
    <w:rsid w:val="00A143DF"/>
    <w:rsid w:val="00A14493"/>
    <w:rsid w:val="00A14748"/>
    <w:rsid w:val="00A14831"/>
    <w:rsid w:val="00A15303"/>
    <w:rsid w:val="00A15609"/>
    <w:rsid w:val="00A15786"/>
    <w:rsid w:val="00A157B3"/>
    <w:rsid w:val="00A158A8"/>
    <w:rsid w:val="00A1595C"/>
    <w:rsid w:val="00A15DD5"/>
    <w:rsid w:val="00A15FA5"/>
    <w:rsid w:val="00A16053"/>
    <w:rsid w:val="00A1624C"/>
    <w:rsid w:val="00A162B2"/>
    <w:rsid w:val="00A1656F"/>
    <w:rsid w:val="00A16C2D"/>
    <w:rsid w:val="00A16F53"/>
    <w:rsid w:val="00A1752C"/>
    <w:rsid w:val="00A17644"/>
    <w:rsid w:val="00A17F1F"/>
    <w:rsid w:val="00A200F7"/>
    <w:rsid w:val="00A20D1F"/>
    <w:rsid w:val="00A20F74"/>
    <w:rsid w:val="00A212A7"/>
    <w:rsid w:val="00A21923"/>
    <w:rsid w:val="00A219B7"/>
    <w:rsid w:val="00A21A6F"/>
    <w:rsid w:val="00A22112"/>
    <w:rsid w:val="00A22281"/>
    <w:rsid w:val="00A222AA"/>
    <w:rsid w:val="00A22700"/>
    <w:rsid w:val="00A22A63"/>
    <w:rsid w:val="00A22FC7"/>
    <w:rsid w:val="00A2302F"/>
    <w:rsid w:val="00A232F4"/>
    <w:rsid w:val="00A233DD"/>
    <w:rsid w:val="00A2340F"/>
    <w:rsid w:val="00A2342C"/>
    <w:rsid w:val="00A2363A"/>
    <w:rsid w:val="00A236BC"/>
    <w:rsid w:val="00A237DD"/>
    <w:rsid w:val="00A23A55"/>
    <w:rsid w:val="00A23BA9"/>
    <w:rsid w:val="00A23E2A"/>
    <w:rsid w:val="00A23E6C"/>
    <w:rsid w:val="00A24079"/>
    <w:rsid w:val="00A24AEE"/>
    <w:rsid w:val="00A24B97"/>
    <w:rsid w:val="00A24BFB"/>
    <w:rsid w:val="00A24CBE"/>
    <w:rsid w:val="00A24E23"/>
    <w:rsid w:val="00A24EEA"/>
    <w:rsid w:val="00A25220"/>
    <w:rsid w:val="00A259D8"/>
    <w:rsid w:val="00A25A32"/>
    <w:rsid w:val="00A25A57"/>
    <w:rsid w:val="00A25D39"/>
    <w:rsid w:val="00A25DF5"/>
    <w:rsid w:val="00A260A4"/>
    <w:rsid w:val="00A26134"/>
    <w:rsid w:val="00A263C9"/>
    <w:rsid w:val="00A263FE"/>
    <w:rsid w:val="00A266C1"/>
    <w:rsid w:val="00A26BF2"/>
    <w:rsid w:val="00A26DBF"/>
    <w:rsid w:val="00A275AE"/>
    <w:rsid w:val="00A2776C"/>
    <w:rsid w:val="00A27BD5"/>
    <w:rsid w:val="00A305DC"/>
    <w:rsid w:val="00A30A26"/>
    <w:rsid w:val="00A30D62"/>
    <w:rsid w:val="00A313DF"/>
    <w:rsid w:val="00A3155C"/>
    <w:rsid w:val="00A3180F"/>
    <w:rsid w:val="00A31B29"/>
    <w:rsid w:val="00A31BF7"/>
    <w:rsid w:val="00A31D7D"/>
    <w:rsid w:val="00A32162"/>
    <w:rsid w:val="00A32408"/>
    <w:rsid w:val="00A324C3"/>
    <w:rsid w:val="00A32513"/>
    <w:rsid w:val="00A32A1D"/>
    <w:rsid w:val="00A32A95"/>
    <w:rsid w:val="00A3332B"/>
    <w:rsid w:val="00A33331"/>
    <w:rsid w:val="00A33581"/>
    <w:rsid w:val="00A33686"/>
    <w:rsid w:val="00A336F9"/>
    <w:rsid w:val="00A337C6"/>
    <w:rsid w:val="00A337CE"/>
    <w:rsid w:val="00A33A56"/>
    <w:rsid w:val="00A33DA4"/>
    <w:rsid w:val="00A3401F"/>
    <w:rsid w:val="00A3402A"/>
    <w:rsid w:val="00A34364"/>
    <w:rsid w:val="00A34574"/>
    <w:rsid w:val="00A346AB"/>
    <w:rsid w:val="00A346DD"/>
    <w:rsid w:val="00A3484B"/>
    <w:rsid w:val="00A34944"/>
    <w:rsid w:val="00A34ADE"/>
    <w:rsid w:val="00A34B72"/>
    <w:rsid w:val="00A34C69"/>
    <w:rsid w:val="00A357EA"/>
    <w:rsid w:val="00A35A9E"/>
    <w:rsid w:val="00A3621B"/>
    <w:rsid w:val="00A362A4"/>
    <w:rsid w:val="00A364ED"/>
    <w:rsid w:val="00A3694E"/>
    <w:rsid w:val="00A369F0"/>
    <w:rsid w:val="00A36B24"/>
    <w:rsid w:val="00A371A9"/>
    <w:rsid w:val="00A373B7"/>
    <w:rsid w:val="00A377F2"/>
    <w:rsid w:val="00A37E12"/>
    <w:rsid w:val="00A4018D"/>
    <w:rsid w:val="00A40316"/>
    <w:rsid w:val="00A40446"/>
    <w:rsid w:val="00A4079B"/>
    <w:rsid w:val="00A40A6F"/>
    <w:rsid w:val="00A40AE7"/>
    <w:rsid w:val="00A40C4C"/>
    <w:rsid w:val="00A40E65"/>
    <w:rsid w:val="00A4119A"/>
    <w:rsid w:val="00A412BC"/>
    <w:rsid w:val="00A412C6"/>
    <w:rsid w:val="00A4135E"/>
    <w:rsid w:val="00A415DE"/>
    <w:rsid w:val="00A41696"/>
    <w:rsid w:val="00A41801"/>
    <w:rsid w:val="00A419DA"/>
    <w:rsid w:val="00A41A62"/>
    <w:rsid w:val="00A4200D"/>
    <w:rsid w:val="00A42170"/>
    <w:rsid w:val="00A42D90"/>
    <w:rsid w:val="00A42DD2"/>
    <w:rsid w:val="00A42EE7"/>
    <w:rsid w:val="00A42F21"/>
    <w:rsid w:val="00A432FF"/>
    <w:rsid w:val="00A433CF"/>
    <w:rsid w:val="00A43418"/>
    <w:rsid w:val="00A43B2D"/>
    <w:rsid w:val="00A43C57"/>
    <w:rsid w:val="00A44442"/>
    <w:rsid w:val="00A444A4"/>
    <w:rsid w:val="00A449FA"/>
    <w:rsid w:val="00A44C01"/>
    <w:rsid w:val="00A44CC3"/>
    <w:rsid w:val="00A44D48"/>
    <w:rsid w:val="00A454D3"/>
    <w:rsid w:val="00A45D72"/>
    <w:rsid w:val="00A45E54"/>
    <w:rsid w:val="00A45FD1"/>
    <w:rsid w:val="00A46000"/>
    <w:rsid w:val="00A466C0"/>
    <w:rsid w:val="00A4679C"/>
    <w:rsid w:val="00A467D2"/>
    <w:rsid w:val="00A47210"/>
    <w:rsid w:val="00A477BA"/>
    <w:rsid w:val="00A477CC"/>
    <w:rsid w:val="00A47BBC"/>
    <w:rsid w:val="00A47CBE"/>
    <w:rsid w:val="00A47EBC"/>
    <w:rsid w:val="00A500EF"/>
    <w:rsid w:val="00A50282"/>
    <w:rsid w:val="00A5045A"/>
    <w:rsid w:val="00A5075D"/>
    <w:rsid w:val="00A50AF4"/>
    <w:rsid w:val="00A50D36"/>
    <w:rsid w:val="00A50F31"/>
    <w:rsid w:val="00A50F45"/>
    <w:rsid w:val="00A5102F"/>
    <w:rsid w:val="00A512B5"/>
    <w:rsid w:val="00A515B7"/>
    <w:rsid w:val="00A51CF4"/>
    <w:rsid w:val="00A520A0"/>
    <w:rsid w:val="00A521C0"/>
    <w:rsid w:val="00A5223A"/>
    <w:rsid w:val="00A52613"/>
    <w:rsid w:val="00A52BEB"/>
    <w:rsid w:val="00A52D23"/>
    <w:rsid w:val="00A52DD7"/>
    <w:rsid w:val="00A53293"/>
    <w:rsid w:val="00A53AED"/>
    <w:rsid w:val="00A53CEB"/>
    <w:rsid w:val="00A53EF7"/>
    <w:rsid w:val="00A54260"/>
    <w:rsid w:val="00A547FB"/>
    <w:rsid w:val="00A549D2"/>
    <w:rsid w:val="00A549D4"/>
    <w:rsid w:val="00A550BA"/>
    <w:rsid w:val="00A55288"/>
    <w:rsid w:val="00A558F7"/>
    <w:rsid w:val="00A55A8E"/>
    <w:rsid w:val="00A55CFA"/>
    <w:rsid w:val="00A55F82"/>
    <w:rsid w:val="00A55F94"/>
    <w:rsid w:val="00A565EF"/>
    <w:rsid w:val="00A566A1"/>
    <w:rsid w:val="00A5684A"/>
    <w:rsid w:val="00A568FE"/>
    <w:rsid w:val="00A569E5"/>
    <w:rsid w:val="00A56C54"/>
    <w:rsid w:val="00A570BE"/>
    <w:rsid w:val="00A5778B"/>
    <w:rsid w:val="00A57791"/>
    <w:rsid w:val="00A57A8D"/>
    <w:rsid w:val="00A57ACD"/>
    <w:rsid w:val="00A57E79"/>
    <w:rsid w:val="00A6001C"/>
    <w:rsid w:val="00A6023D"/>
    <w:rsid w:val="00A60433"/>
    <w:rsid w:val="00A604E9"/>
    <w:rsid w:val="00A605C2"/>
    <w:rsid w:val="00A607B1"/>
    <w:rsid w:val="00A6082D"/>
    <w:rsid w:val="00A60C66"/>
    <w:rsid w:val="00A61639"/>
    <w:rsid w:val="00A616ED"/>
    <w:rsid w:val="00A62191"/>
    <w:rsid w:val="00A621DD"/>
    <w:rsid w:val="00A62249"/>
    <w:rsid w:val="00A624C2"/>
    <w:rsid w:val="00A6258A"/>
    <w:rsid w:val="00A629C9"/>
    <w:rsid w:val="00A631D6"/>
    <w:rsid w:val="00A63245"/>
    <w:rsid w:val="00A63511"/>
    <w:rsid w:val="00A63581"/>
    <w:rsid w:val="00A63729"/>
    <w:rsid w:val="00A639A8"/>
    <w:rsid w:val="00A63A26"/>
    <w:rsid w:val="00A63AB9"/>
    <w:rsid w:val="00A63BB9"/>
    <w:rsid w:val="00A63C8B"/>
    <w:rsid w:val="00A63C8C"/>
    <w:rsid w:val="00A64194"/>
    <w:rsid w:val="00A643B1"/>
    <w:rsid w:val="00A64571"/>
    <w:rsid w:val="00A6550A"/>
    <w:rsid w:val="00A65724"/>
    <w:rsid w:val="00A65956"/>
    <w:rsid w:val="00A65A81"/>
    <w:rsid w:val="00A65B32"/>
    <w:rsid w:val="00A65B60"/>
    <w:rsid w:val="00A65B7F"/>
    <w:rsid w:val="00A65D59"/>
    <w:rsid w:val="00A6627A"/>
    <w:rsid w:val="00A663D2"/>
    <w:rsid w:val="00A6641D"/>
    <w:rsid w:val="00A66502"/>
    <w:rsid w:val="00A665AE"/>
    <w:rsid w:val="00A66DB4"/>
    <w:rsid w:val="00A66F0B"/>
    <w:rsid w:val="00A671BB"/>
    <w:rsid w:val="00A6745B"/>
    <w:rsid w:val="00A675CF"/>
    <w:rsid w:val="00A67683"/>
    <w:rsid w:val="00A70193"/>
    <w:rsid w:val="00A70467"/>
    <w:rsid w:val="00A7049F"/>
    <w:rsid w:val="00A70580"/>
    <w:rsid w:val="00A70B45"/>
    <w:rsid w:val="00A70CCA"/>
    <w:rsid w:val="00A70E9C"/>
    <w:rsid w:val="00A710DD"/>
    <w:rsid w:val="00A7151D"/>
    <w:rsid w:val="00A71A87"/>
    <w:rsid w:val="00A71AE0"/>
    <w:rsid w:val="00A71B6F"/>
    <w:rsid w:val="00A71B89"/>
    <w:rsid w:val="00A71F01"/>
    <w:rsid w:val="00A71F7B"/>
    <w:rsid w:val="00A72493"/>
    <w:rsid w:val="00A725D4"/>
    <w:rsid w:val="00A7281B"/>
    <w:rsid w:val="00A72A97"/>
    <w:rsid w:val="00A72AF9"/>
    <w:rsid w:val="00A72B85"/>
    <w:rsid w:val="00A7313E"/>
    <w:rsid w:val="00A73359"/>
    <w:rsid w:val="00A734A9"/>
    <w:rsid w:val="00A735AE"/>
    <w:rsid w:val="00A735C3"/>
    <w:rsid w:val="00A7385E"/>
    <w:rsid w:val="00A73AF3"/>
    <w:rsid w:val="00A73E4D"/>
    <w:rsid w:val="00A742C2"/>
    <w:rsid w:val="00A7442D"/>
    <w:rsid w:val="00A74705"/>
    <w:rsid w:val="00A74D9F"/>
    <w:rsid w:val="00A74DAA"/>
    <w:rsid w:val="00A74F7A"/>
    <w:rsid w:val="00A75022"/>
    <w:rsid w:val="00A75060"/>
    <w:rsid w:val="00A750B1"/>
    <w:rsid w:val="00A75559"/>
    <w:rsid w:val="00A755C1"/>
    <w:rsid w:val="00A75959"/>
    <w:rsid w:val="00A766C3"/>
    <w:rsid w:val="00A7674B"/>
    <w:rsid w:val="00A76840"/>
    <w:rsid w:val="00A76901"/>
    <w:rsid w:val="00A7691B"/>
    <w:rsid w:val="00A769A5"/>
    <w:rsid w:val="00A76C55"/>
    <w:rsid w:val="00A7723D"/>
    <w:rsid w:val="00A77A16"/>
    <w:rsid w:val="00A8089C"/>
    <w:rsid w:val="00A80FAF"/>
    <w:rsid w:val="00A819B3"/>
    <w:rsid w:val="00A81AE2"/>
    <w:rsid w:val="00A81DA8"/>
    <w:rsid w:val="00A81FD8"/>
    <w:rsid w:val="00A824F0"/>
    <w:rsid w:val="00A824F7"/>
    <w:rsid w:val="00A825DF"/>
    <w:rsid w:val="00A82AA8"/>
    <w:rsid w:val="00A82E5B"/>
    <w:rsid w:val="00A82F25"/>
    <w:rsid w:val="00A83079"/>
    <w:rsid w:val="00A83179"/>
    <w:rsid w:val="00A83488"/>
    <w:rsid w:val="00A838AC"/>
    <w:rsid w:val="00A84024"/>
    <w:rsid w:val="00A84130"/>
    <w:rsid w:val="00A843F6"/>
    <w:rsid w:val="00A8442C"/>
    <w:rsid w:val="00A84447"/>
    <w:rsid w:val="00A84657"/>
    <w:rsid w:val="00A84903"/>
    <w:rsid w:val="00A84B25"/>
    <w:rsid w:val="00A84F1B"/>
    <w:rsid w:val="00A852B3"/>
    <w:rsid w:val="00A852F1"/>
    <w:rsid w:val="00A85612"/>
    <w:rsid w:val="00A8569E"/>
    <w:rsid w:val="00A857F9"/>
    <w:rsid w:val="00A85A30"/>
    <w:rsid w:val="00A85B88"/>
    <w:rsid w:val="00A86258"/>
    <w:rsid w:val="00A86292"/>
    <w:rsid w:val="00A86FF4"/>
    <w:rsid w:val="00A87091"/>
    <w:rsid w:val="00A8740D"/>
    <w:rsid w:val="00A900CE"/>
    <w:rsid w:val="00A90191"/>
    <w:rsid w:val="00A9065A"/>
    <w:rsid w:val="00A908BA"/>
    <w:rsid w:val="00A90C9A"/>
    <w:rsid w:val="00A90CB0"/>
    <w:rsid w:val="00A90FEF"/>
    <w:rsid w:val="00A91098"/>
    <w:rsid w:val="00A91364"/>
    <w:rsid w:val="00A913F4"/>
    <w:rsid w:val="00A915FD"/>
    <w:rsid w:val="00A91981"/>
    <w:rsid w:val="00A91C18"/>
    <w:rsid w:val="00A91DCD"/>
    <w:rsid w:val="00A91F08"/>
    <w:rsid w:val="00A92535"/>
    <w:rsid w:val="00A92742"/>
    <w:rsid w:val="00A927E2"/>
    <w:rsid w:val="00A928F8"/>
    <w:rsid w:val="00A92D0C"/>
    <w:rsid w:val="00A93021"/>
    <w:rsid w:val="00A930F2"/>
    <w:rsid w:val="00A93343"/>
    <w:rsid w:val="00A9377B"/>
    <w:rsid w:val="00A93DB9"/>
    <w:rsid w:val="00A94026"/>
    <w:rsid w:val="00A9408B"/>
    <w:rsid w:val="00A943E8"/>
    <w:rsid w:val="00A9451B"/>
    <w:rsid w:val="00A945EB"/>
    <w:rsid w:val="00A948DD"/>
    <w:rsid w:val="00A94933"/>
    <w:rsid w:val="00A94BA4"/>
    <w:rsid w:val="00A95276"/>
    <w:rsid w:val="00A9540B"/>
    <w:rsid w:val="00A95438"/>
    <w:rsid w:val="00A956E3"/>
    <w:rsid w:val="00A9597D"/>
    <w:rsid w:val="00A95DB9"/>
    <w:rsid w:val="00A95DC4"/>
    <w:rsid w:val="00A95E28"/>
    <w:rsid w:val="00A95E76"/>
    <w:rsid w:val="00A95FE9"/>
    <w:rsid w:val="00A96045"/>
    <w:rsid w:val="00A9618D"/>
    <w:rsid w:val="00A96270"/>
    <w:rsid w:val="00A963BB"/>
    <w:rsid w:val="00A96504"/>
    <w:rsid w:val="00A96965"/>
    <w:rsid w:val="00A969ED"/>
    <w:rsid w:val="00A96B57"/>
    <w:rsid w:val="00A96CD1"/>
    <w:rsid w:val="00A96E8A"/>
    <w:rsid w:val="00A97579"/>
    <w:rsid w:val="00A97C47"/>
    <w:rsid w:val="00AA0466"/>
    <w:rsid w:val="00AA07C9"/>
    <w:rsid w:val="00AA08FA"/>
    <w:rsid w:val="00AA0B5F"/>
    <w:rsid w:val="00AA0B7A"/>
    <w:rsid w:val="00AA0C5B"/>
    <w:rsid w:val="00AA0EA2"/>
    <w:rsid w:val="00AA1177"/>
    <w:rsid w:val="00AA12C7"/>
    <w:rsid w:val="00AA164B"/>
    <w:rsid w:val="00AA183A"/>
    <w:rsid w:val="00AA18B1"/>
    <w:rsid w:val="00AA1A71"/>
    <w:rsid w:val="00AA1B8F"/>
    <w:rsid w:val="00AA1BD0"/>
    <w:rsid w:val="00AA1D56"/>
    <w:rsid w:val="00AA2460"/>
    <w:rsid w:val="00AA2B1B"/>
    <w:rsid w:val="00AA2E4F"/>
    <w:rsid w:val="00AA2F93"/>
    <w:rsid w:val="00AA3012"/>
    <w:rsid w:val="00AA3074"/>
    <w:rsid w:val="00AA31FD"/>
    <w:rsid w:val="00AA34FB"/>
    <w:rsid w:val="00AA3580"/>
    <w:rsid w:val="00AA362E"/>
    <w:rsid w:val="00AA372C"/>
    <w:rsid w:val="00AA3B52"/>
    <w:rsid w:val="00AA3C9E"/>
    <w:rsid w:val="00AA3FC2"/>
    <w:rsid w:val="00AA4347"/>
    <w:rsid w:val="00AA4DC7"/>
    <w:rsid w:val="00AA4FB0"/>
    <w:rsid w:val="00AA504D"/>
    <w:rsid w:val="00AA5209"/>
    <w:rsid w:val="00AA531D"/>
    <w:rsid w:val="00AA5B90"/>
    <w:rsid w:val="00AA5C5B"/>
    <w:rsid w:val="00AA600F"/>
    <w:rsid w:val="00AA6976"/>
    <w:rsid w:val="00AA6982"/>
    <w:rsid w:val="00AA6C35"/>
    <w:rsid w:val="00AA713E"/>
    <w:rsid w:val="00AA71ED"/>
    <w:rsid w:val="00AA7581"/>
    <w:rsid w:val="00AA7A56"/>
    <w:rsid w:val="00AA7CA5"/>
    <w:rsid w:val="00AB05CE"/>
    <w:rsid w:val="00AB06DF"/>
    <w:rsid w:val="00AB08D1"/>
    <w:rsid w:val="00AB09B5"/>
    <w:rsid w:val="00AB0D27"/>
    <w:rsid w:val="00AB0E5A"/>
    <w:rsid w:val="00AB0EE5"/>
    <w:rsid w:val="00AB0FE1"/>
    <w:rsid w:val="00AB1054"/>
    <w:rsid w:val="00AB120F"/>
    <w:rsid w:val="00AB1246"/>
    <w:rsid w:val="00AB16EE"/>
    <w:rsid w:val="00AB171C"/>
    <w:rsid w:val="00AB1962"/>
    <w:rsid w:val="00AB1B69"/>
    <w:rsid w:val="00AB1E30"/>
    <w:rsid w:val="00AB23FC"/>
    <w:rsid w:val="00AB2464"/>
    <w:rsid w:val="00AB246B"/>
    <w:rsid w:val="00AB2580"/>
    <w:rsid w:val="00AB25BE"/>
    <w:rsid w:val="00AB25C4"/>
    <w:rsid w:val="00AB27C5"/>
    <w:rsid w:val="00AB294F"/>
    <w:rsid w:val="00AB2965"/>
    <w:rsid w:val="00AB2A55"/>
    <w:rsid w:val="00AB2A76"/>
    <w:rsid w:val="00AB2FA9"/>
    <w:rsid w:val="00AB3091"/>
    <w:rsid w:val="00AB35F8"/>
    <w:rsid w:val="00AB3D41"/>
    <w:rsid w:val="00AB4032"/>
    <w:rsid w:val="00AB4093"/>
    <w:rsid w:val="00AB428E"/>
    <w:rsid w:val="00AB4446"/>
    <w:rsid w:val="00AB46FA"/>
    <w:rsid w:val="00AB4807"/>
    <w:rsid w:val="00AB488F"/>
    <w:rsid w:val="00AB4A5E"/>
    <w:rsid w:val="00AB5018"/>
    <w:rsid w:val="00AB5520"/>
    <w:rsid w:val="00AB5A32"/>
    <w:rsid w:val="00AB5AEF"/>
    <w:rsid w:val="00AB603D"/>
    <w:rsid w:val="00AB604D"/>
    <w:rsid w:val="00AB6169"/>
    <w:rsid w:val="00AB634D"/>
    <w:rsid w:val="00AB639D"/>
    <w:rsid w:val="00AB64BE"/>
    <w:rsid w:val="00AB6608"/>
    <w:rsid w:val="00AB73E3"/>
    <w:rsid w:val="00AB7424"/>
    <w:rsid w:val="00AB7445"/>
    <w:rsid w:val="00AB79BD"/>
    <w:rsid w:val="00AC02C0"/>
    <w:rsid w:val="00AC036B"/>
    <w:rsid w:val="00AC0A36"/>
    <w:rsid w:val="00AC0A60"/>
    <w:rsid w:val="00AC113A"/>
    <w:rsid w:val="00AC140E"/>
    <w:rsid w:val="00AC170D"/>
    <w:rsid w:val="00AC173A"/>
    <w:rsid w:val="00AC1E03"/>
    <w:rsid w:val="00AC2094"/>
    <w:rsid w:val="00AC2279"/>
    <w:rsid w:val="00AC237C"/>
    <w:rsid w:val="00AC243E"/>
    <w:rsid w:val="00AC27CD"/>
    <w:rsid w:val="00AC28E9"/>
    <w:rsid w:val="00AC2AC3"/>
    <w:rsid w:val="00AC2AF2"/>
    <w:rsid w:val="00AC2BAF"/>
    <w:rsid w:val="00AC2BF1"/>
    <w:rsid w:val="00AC2F6B"/>
    <w:rsid w:val="00AC33F1"/>
    <w:rsid w:val="00AC3864"/>
    <w:rsid w:val="00AC388E"/>
    <w:rsid w:val="00AC39C7"/>
    <w:rsid w:val="00AC3BC5"/>
    <w:rsid w:val="00AC3D1A"/>
    <w:rsid w:val="00AC3D4E"/>
    <w:rsid w:val="00AC3D79"/>
    <w:rsid w:val="00AC3E3B"/>
    <w:rsid w:val="00AC404F"/>
    <w:rsid w:val="00AC4153"/>
    <w:rsid w:val="00AC4177"/>
    <w:rsid w:val="00AC4303"/>
    <w:rsid w:val="00AC46C1"/>
    <w:rsid w:val="00AC47A6"/>
    <w:rsid w:val="00AC4CDC"/>
    <w:rsid w:val="00AC4E41"/>
    <w:rsid w:val="00AC4F4B"/>
    <w:rsid w:val="00AC55E6"/>
    <w:rsid w:val="00AC5634"/>
    <w:rsid w:val="00AC578B"/>
    <w:rsid w:val="00AC5DF9"/>
    <w:rsid w:val="00AC6318"/>
    <w:rsid w:val="00AC679F"/>
    <w:rsid w:val="00AC6ADF"/>
    <w:rsid w:val="00AC6D66"/>
    <w:rsid w:val="00AC6E2B"/>
    <w:rsid w:val="00AC7100"/>
    <w:rsid w:val="00AC7849"/>
    <w:rsid w:val="00AC7C0C"/>
    <w:rsid w:val="00AC7E99"/>
    <w:rsid w:val="00AC7EDE"/>
    <w:rsid w:val="00AD004F"/>
    <w:rsid w:val="00AD07DA"/>
    <w:rsid w:val="00AD09BD"/>
    <w:rsid w:val="00AD0A3E"/>
    <w:rsid w:val="00AD0AA4"/>
    <w:rsid w:val="00AD0AFF"/>
    <w:rsid w:val="00AD1439"/>
    <w:rsid w:val="00AD1507"/>
    <w:rsid w:val="00AD1A92"/>
    <w:rsid w:val="00AD232D"/>
    <w:rsid w:val="00AD241F"/>
    <w:rsid w:val="00AD24D5"/>
    <w:rsid w:val="00AD2975"/>
    <w:rsid w:val="00AD3120"/>
    <w:rsid w:val="00AD31C5"/>
    <w:rsid w:val="00AD3375"/>
    <w:rsid w:val="00AD3BCA"/>
    <w:rsid w:val="00AD3EE7"/>
    <w:rsid w:val="00AD40C4"/>
    <w:rsid w:val="00AD4199"/>
    <w:rsid w:val="00AD43D2"/>
    <w:rsid w:val="00AD4548"/>
    <w:rsid w:val="00AD4646"/>
    <w:rsid w:val="00AD46CE"/>
    <w:rsid w:val="00AD49E6"/>
    <w:rsid w:val="00AD4CF7"/>
    <w:rsid w:val="00AD4D97"/>
    <w:rsid w:val="00AD4DD0"/>
    <w:rsid w:val="00AD4F40"/>
    <w:rsid w:val="00AD51F1"/>
    <w:rsid w:val="00AD5869"/>
    <w:rsid w:val="00AD5A44"/>
    <w:rsid w:val="00AD5D7C"/>
    <w:rsid w:val="00AD6A70"/>
    <w:rsid w:val="00AD6BEE"/>
    <w:rsid w:val="00AD6DBE"/>
    <w:rsid w:val="00AD6ECD"/>
    <w:rsid w:val="00AD7069"/>
    <w:rsid w:val="00AD7414"/>
    <w:rsid w:val="00AD75AE"/>
    <w:rsid w:val="00AD7793"/>
    <w:rsid w:val="00AD79D8"/>
    <w:rsid w:val="00AD7AC3"/>
    <w:rsid w:val="00AE008F"/>
    <w:rsid w:val="00AE04AA"/>
    <w:rsid w:val="00AE05A4"/>
    <w:rsid w:val="00AE05B5"/>
    <w:rsid w:val="00AE0A86"/>
    <w:rsid w:val="00AE0BA7"/>
    <w:rsid w:val="00AE1200"/>
    <w:rsid w:val="00AE1338"/>
    <w:rsid w:val="00AE1727"/>
    <w:rsid w:val="00AE19B0"/>
    <w:rsid w:val="00AE1B00"/>
    <w:rsid w:val="00AE21BB"/>
    <w:rsid w:val="00AE2383"/>
    <w:rsid w:val="00AE27DF"/>
    <w:rsid w:val="00AE28AB"/>
    <w:rsid w:val="00AE29FA"/>
    <w:rsid w:val="00AE2A6E"/>
    <w:rsid w:val="00AE2B35"/>
    <w:rsid w:val="00AE318E"/>
    <w:rsid w:val="00AE38F5"/>
    <w:rsid w:val="00AE3BDD"/>
    <w:rsid w:val="00AE3E4D"/>
    <w:rsid w:val="00AE4360"/>
    <w:rsid w:val="00AE4471"/>
    <w:rsid w:val="00AE4FBD"/>
    <w:rsid w:val="00AE52FE"/>
    <w:rsid w:val="00AE5309"/>
    <w:rsid w:val="00AE5526"/>
    <w:rsid w:val="00AE58DE"/>
    <w:rsid w:val="00AE5B20"/>
    <w:rsid w:val="00AE5C29"/>
    <w:rsid w:val="00AE61CF"/>
    <w:rsid w:val="00AE6348"/>
    <w:rsid w:val="00AE6497"/>
    <w:rsid w:val="00AE6832"/>
    <w:rsid w:val="00AE6B9D"/>
    <w:rsid w:val="00AE6F04"/>
    <w:rsid w:val="00AE7170"/>
    <w:rsid w:val="00AE7297"/>
    <w:rsid w:val="00AE7625"/>
    <w:rsid w:val="00AE7776"/>
    <w:rsid w:val="00AE779F"/>
    <w:rsid w:val="00AF02E8"/>
    <w:rsid w:val="00AF03D0"/>
    <w:rsid w:val="00AF03D9"/>
    <w:rsid w:val="00AF0427"/>
    <w:rsid w:val="00AF055F"/>
    <w:rsid w:val="00AF05E2"/>
    <w:rsid w:val="00AF08C9"/>
    <w:rsid w:val="00AF09A2"/>
    <w:rsid w:val="00AF0BCD"/>
    <w:rsid w:val="00AF0C64"/>
    <w:rsid w:val="00AF0E04"/>
    <w:rsid w:val="00AF10F8"/>
    <w:rsid w:val="00AF1174"/>
    <w:rsid w:val="00AF1398"/>
    <w:rsid w:val="00AF179E"/>
    <w:rsid w:val="00AF1B45"/>
    <w:rsid w:val="00AF1C37"/>
    <w:rsid w:val="00AF1FB9"/>
    <w:rsid w:val="00AF213F"/>
    <w:rsid w:val="00AF2193"/>
    <w:rsid w:val="00AF27B4"/>
    <w:rsid w:val="00AF2864"/>
    <w:rsid w:val="00AF32B1"/>
    <w:rsid w:val="00AF32D8"/>
    <w:rsid w:val="00AF36BA"/>
    <w:rsid w:val="00AF37FA"/>
    <w:rsid w:val="00AF397A"/>
    <w:rsid w:val="00AF3AA2"/>
    <w:rsid w:val="00AF3B5D"/>
    <w:rsid w:val="00AF3BBF"/>
    <w:rsid w:val="00AF4292"/>
    <w:rsid w:val="00AF4427"/>
    <w:rsid w:val="00AF44F0"/>
    <w:rsid w:val="00AF4F72"/>
    <w:rsid w:val="00AF4FEB"/>
    <w:rsid w:val="00AF51A1"/>
    <w:rsid w:val="00AF5B14"/>
    <w:rsid w:val="00AF5C12"/>
    <w:rsid w:val="00AF603B"/>
    <w:rsid w:val="00AF6122"/>
    <w:rsid w:val="00AF61A2"/>
    <w:rsid w:val="00AF6EBD"/>
    <w:rsid w:val="00AF6FAD"/>
    <w:rsid w:val="00AF7270"/>
    <w:rsid w:val="00AF7751"/>
    <w:rsid w:val="00AF7979"/>
    <w:rsid w:val="00AF7B45"/>
    <w:rsid w:val="00AF7C91"/>
    <w:rsid w:val="00AF7E23"/>
    <w:rsid w:val="00B0000B"/>
    <w:rsid w:val="00B00538"/>
    <w:rsid w:val="00B0062F"/>
    <w:rsid w:val="00B00990"/>
    <w:rsid w:val="00B00C1A"/>
    <w:rsid w:val="00B00F55"/>
    <w:rsid w:val="00B015F2"/>
    <w:rsid w:val="00B01A3D"/>
    <w:rsid w:val="00B01CD7"/>
    <w:rsid w:val="00B01D29"/>
    <w:rsid w:val="00B01E8B"/>
    <w:rsid w:val="00B02950"/>
    <w:rsid w:val="00B029AB"/>
    <w:rsid w:val="00B031BC"/>
    <w:rsid w:val="00B032D1"/>
    <w:rsid w:val="00B039D9"/>
    <w:rsid w:val="00B03D7A"/>
    <w:rsid w:val="00B0411C"/>
    <w:rsid w:val="00B04379"/>
    <w:rsid w:val="00B046CE"/>
    <w:rsid w:val="00B04BA7"/>
    <w:rsid w:val="00B0554B"/>
    <w:rsid w:val="00B055EE"/>
    <w:rsid w:val="00B0581E"/>
    <w:rsid w:val="00B05910"/>
    <w:rsid w:val="00B06425"/>
    <w:rsid w:val="00B064D3"/>
    <w:rsid w:val="00B0663F"/>
    <w:rsid w:val="00B06748"/>
    <w:rsid w:val="00B06877"/>
    <w:rsid w:val="00B06D2D"/>
    <w:rsid w:val="00B06FCF"/>
    <w:rsid w:val="00B073AE"/>
    <w:rsid w:val="00B07750"/>
    <w:rsid w:val="00B07BD7"/>
    <w:rsid w:val="00B07D95"/>
    <w:rsid w:val="00B07E44"/>
    <w:rsid w:val="00B07E65"/>
    <w:rsid w:val="00B1026B"/>
    <w:rsid w:val="00B108E8"/>
    <w:rsid w:val="00B10D6C"/>
    <w:rsid w:val="00B10F54"/>
    <w:rsid w:val="00B110B6"/>
    <w:rsid w:val="00B11536"/>
    <w:rsid w:val="00B115C7"/>
    <w:rsid w:val="00B117DD"/>
    <w:rsid w:val="00B117F5"/>
    <w:rsid w:val="00B119EA"/>
    <w:rsid w:val="00B11EC5"/>
    <w:rsid w:val="00B12049"/>
    <w:rsid w:val="00B12200"/>
    <w:rsid w:val="00B12669"/>
    <w:rsid w:val="00B12FDA"/>
    <w:rsid w:val="00B12FE8"/>
    <w:rsid w:val="00B132B6"/>
    <w:rsid w:val="00B13824"/>
    <w:rsid w:val="00B13A78"/>
    <w:rsid w:val="00B13A93"/>
    <w:rsid w:val="00B13AEB"/>
    <w:rsid w:val="00B13E47"/>
    <w:rsid w:val="00B13F90"/>
    <w:rsid w:val="00B14036"/>
    <w:rsid w:val="00B1414F"/>
    <w:rsid w:val="00B1436A"/>
    <w:rsid w:val="00B14421"/>
    <w:rsid w:val="00B1452C"/>
    <w:rsid w:val="00B14DA5"/>
    <w:rsid w:val="00B15376"/>
    <w:rsid w:val="00B1576E"/>
    <w:rsid w:val="00B1581F"/>
    <w:rsid w:val="00B1583A"/>
    <w:rsid w:val="00B1592C"/>
    <w:rsid w:val="00B15AEC"/>
    <w:rsid w:val="00B162E9"/>
    <w:rsid w:val="00B166B6"/>
    <w:rsid w:val="00B16A1E"/>
    <w:rsid w:val="00B16A47"/>
    <w:rsid w:val="00B16F13"/>
    <w:rsid w:val="00B172DA"/>
    <w:rsid w:val="00B17467"/>
    <w:rsid w:val="00B17A48"/>
    <w:rsid w:val="00B17A58"/>
    <w:rsid w:val="00B20320"/>
    <w:rsid w:val="00B207F6"/>
    <w:rsid w:val="00B20AAC"/>
    <w:rsid w:val="00B20B4B"/>
    <w:rsid w:val="00B20D5B"/>
    <w:rsid w:val="00B20E58"/>
    <w:rsid w:val="00B21065"/>
    <w:rsid w:val="00B213C4"/>
    <w:rsid w:val="00B21769"/>
    <w:rsid w:val="00B2183A"/>
    <w:rsid w:val="00B21847"/>
    <w:rsid w:val="00B21CFA"/>
    <w:rsid w:val="00B21CFD"/>
    <w:rsid w:val="00B221D3"/>
    <w:rsid w:val="00B22216"/>
    <w:rsid w:val="00B2229D"/>
    <w:rsid w:val="00B22329"/>
    <w:rsid w:val="00B225D3"/>
    <w:rsid w:val="00B227CC"/>
    <w:rsid w:val="00B22A17"/>
    <w:rsid w:val="00B22AEC"/>
    <w:rsid w:val="00B22AF9"/>
    <w:rsid w:val="00B22D9E"/>
    <w:rsid w:val="00B23030"/>
    <w:rsid w:val="00B23909"/>
    <w:rsid w:val="00B23BA3"/>
    <w:rsid w:val="00B240EE"/>
    <w:rsid w:val="00B245AD"/>
    <w:rsid w:val="00B2471C"/>
    <w:rsid w:val="00B247C3"/>
    <w:rsid w:val="00B2492F"/>
    <w:rsid w:val="00B24A05"/>
    <w:rsid w:val="00B24EBA"/>
    <w:rsid w:val="00B24F36"/>
    <w:rsid w:val="00B2553E"/>
    <w:rsid w:val="00B25948"/>
    <w:rsid w:val="00B259F6"/>
    <w:rsid w:val="00B25E81"/>
    <w:rsid w:val="00B25F92"/>
    <w:rsid w:val="00B25FA2"/>
    <w:rsid w:val="00B25FA7"/>
    <w:rsid w:val="00B260F2"/>
    <w:rsid w:val="00B264F0"/>
    <w:rsid w:val="00B267DC"/>
    <w:rsid w:val="00B26A03"/>
    <w:rsid w:val="00B27087"/>
    <w:rsid w:val="00B2731D"/>
    <w:rsid w:val="00B27731"/>
    <w:rsid w:val="00B277C0"/>
    <w:rsid w:val="00B27945"/>
    <w:rsid w:val="00B27DFB"/>
    <w:rsid w:val="00B27F30"/>
    <w:rsid w:val="00B3041E"/>
    <w:rsid w:val="00B3049E"/>
    <w:rsid w:val="00B30B60"/>
    <w:rsid w:val="00B30D32"/>
    <w:rsid w:val="00B30ED7"/>
    <w:rsid w:val="00B31924"/>
    <w:rsid w:val="00B321C3"/>
    <w:rsid w:val="00B32301"/>
    <w:rsid w:val="00B32820"/>
    <w:rsid w:val="00B329EC"/>
    <w:rsid w:val="00B32C2E"/>
    <w:rsid w:val="00B32FF1"/>
    <w:rsid w:val="00B330A1"/>
    <w:rsid w:val="00B3314B"/>
    <w:rsid w:val="00B33265"/>
    <w:rsid w:val="00B333A4"/>
    <w:rsid w:val="00B33462"/>
    <w:rsid w:val="00B33BD8"/>
    <w:rsid w:val="00B33FD6"/>
    <w:rsid w:val="00B343B2"/>
    <w:rsid w:val="00B3547A"/>
    <w:rsid w:val="00B36136"/>
    <w:rsid w:val="00B36170"/>
    <w:rsid w:val="00B36181"/>
    <w:rsid w:val="00B361AF"/>
    <w:rsid w:val="00B361C9"/>
    <w:rsid w:val="00B36E15"/>
    <w:rsid w:val="00B3745E"/>
    <w:rsid w:val="00B37608"/>
    <w:rsid w:val="00B37669"/>
    <w:rsid w:val="00B377BA"/>
    <w:rsid w:val="00B3784C"/>
    <w:rsid w:val="00B37862"/>
    <w:rsid w:val="00B37ADE"/>
    <w:rsid w:val="00B37E2A"/>
    <w:rsid w:val="00B37ECA"/>
    <w:rsid w:val="00B40258"/>
    <w:rsid w:val="00B4032D"/>
    <w:rsid w:val="00B403BA"/>
    <w:rsid w:val="00B4067E"/>
    <w:rsid w:val="00B40776"/>
    <w:rsid w:val="00B4114B"/>
    <w:rsid w:val="00B411C8"/>
    <w:rsid w:val="00B4132E"/>
    <w:rsid w:val="00B41E91"/>
    <w:rsid w:val="00B41F05"/>
    <w:rsid w:val="00B422E7"/>
    <w:rsid w:val="00B4234A"/>
    <w:rsid w:val="00B425DD"/>
    <w:rsid w:val="00B427BC"/>
    <w:rsid w:val="00B4295A"/>
    <w:rsid w:val="00B42C5D"/>
    <w:rsid w:val="00B42C74"/>
    <w:rsid w:val="00B43219"/>
    <w:rsid w:val="00B433EC"/>
    <w:rsid w:val="00B4364E"/>
    <w:rsid w:val="00B43952"/>
    <w:rsid w:val="00B43B5C"/>
    <w:rsid w:val="00B43E5C"/>
    <w:rsid w:val="00B4480B"/>
    <w:rsid w:val="00B448CE"/>
    <w:rsid w:val="00B44B05"/>
    <w:rsid w:val="00B44CAF"/>
    <w:rsid w:val="00B44E84"/>
    <w:rsid w:val="00B451BB"/>
    <w:rsid w:val="00B4523C"/>
    <w:rsid w:val="00B45324"/>
    <w:rsid w:val="00B45401"/>
    <w:rsid w:val="00B4587B"/>
    <w:rsid w:val="00B461E9"/>
    <w:rsid w:val="00B46598"/>
    <w:rsid w:val="00B46A9E"/>
    <w:rsid w:val="00B46F28"/>
    <w:rsid w:val="00B46FC1"/>
    <w:rsid w:val="00B47215"/>
    <w:rsid w:val="00B47261"/>
    <w:rsid w:val="00B4778E"/>
    <w:rsid w:val="00B47AF2"/>
    <w:rsid w:val="00B47B2A"/>
    <w:rsid w:val="00B47B85"/>
    <w:rsid w:val="00B47BFB"/>
    <w:rsid w:val="00B5000F"/>
    <w:rsid w:val="00B5047A"/>
    <w:rsid w:val="00B50480"/>
    <w:rsid w:val="00B504AA"/>
    <w:rsid w:val="00B5073B"/>
    <w:rsid w:val="00B50846"/>
    <w:rsid w:val="00B50E59"/>
    <w:rsid w:val="00B51420"/>
    <w:rsid w:val="00B515C3"/>
    <w:rsid w:val="00B51C23"/>
    <w:rsid w:val="00B51CD3"/>
    <w:rsid w:val="00B51EDC"/>
    <w:rsid w:val="00B52398"/>
    <w:rsid w:val="00B52517"/>
    <w:rsid w:val="00B538D4"/>
    <w:rsid w:val="00B5390D"/>
    <w:rsid w:val="00B53920"/>
    <w:rsid w:val="00B5392B"/>
    <w:rsid w:val="00B53B3D"/>
    <w:rsid w:val="00B53E40"/>
    <w:rsid w:val="00B54153"/>
    <w:rsid w:val="00B54443"/>
    <w:rsid w:val="00B54A3F"/>
    <w:rsid w:val="00B54C0F"/>
    <w:rsid w:val="00B54F86"/>
    <w:rsid w:val="00B55362"/>
    <w:rsid w:val="00B5542D"/>
    <w:rsid w:val="00B55527"/>
    <w:rsid w:val="00B55904"/>
    <w:rsid w:val="00B55CEB"/>
    <w:rsid w:val="00B55D66"/>
    <w:rsid w:val="00B55E4C"/>
    <w:rsid w:val="00B55EA0"/>
    <w:rsid w:val="00B55F0C"/>
    <w:rsid w:val="00B55FDF"/>
    <w:rsid w:val="00B56236"/>
    <w:rsid w:val="00B562A1"/>
    <w:rsid w:val="00B564B3"/>
    <w:rsid w:val="00B56634"/>
    <w:rsid w:val="00B56D53"/>
    <w:rsid w:val="00B56EFE"/>
    <w:rsid w:val="00B57096"/>
    <w:rsid w:val="00B57574"/>
    <w:rsid w:val="00B576E7"/>
    <w:rsid w:val="00B60409"/>
    <w:rsid w:val="00B6101B"/>
    <w:rsid w:val="00B61076"/>
    <w:rsid w:val="00B61098"/>
    <w:rsid w:val="00B61952"/>
    <w:rsid w:val="00B61F34"/>
    <w:rsid w:val="00B61FCC"/>
    <w:rsid w:val="00B620B5"/>
    <w:rsid w:val="00B62120"/>
    <w:rsid w:val="00B62E57"/>
    <w:rsid w:val="00B62F1B"/>
    <w:rsid w:val="00B63313"/>
    <w:rsid w:val="00B6366C"/>
    <w:rsid w:val="00B63819"/>
    <w:rsid w:val="00B63A30"/>
    <w:rsid w:val="00B63A51"/>
    <w:rsid w:val="00B63A80"/>
    <w:rsid w:val="00B64287"/>
    <w:rsid w:val="00B642C9"/>
    <w:rsid w:val="00B64AFA"/>
    <w:rsid w:val="00B658F9"/>
    <w:rsid w:val="00B65C06"/>
    <w:rsid w:val="00B65C14"/>
    <w:rsid w:val="00B65D6D"/>
    <w:rsid w:val="00B66011"/>
    <w:rsid w:val="00B661A3"/>
    <w:rsid w:val="00B66226"/>
    <w:rsid w:val="00B66267"/>
    <w:rsid w:val="00B663BB"/>
    <w:rsid w:val="00B66454"/>
    <w:rsid w:val="00B664EC"/>
    <w:rsid w:val="00B6683E"/>
    <w:rsid w:val="00B668E7"/>
    <w:rsid w:val="00B66971"/>
    <w:rsid w:val="00B66D36"/>
    <w:rsid w:val="00B66D59"/>
    <w:rsid w:val="00B670E0"/>
    <w:rsid w:val="00B6727A"/>
    <w:rsid w:val="00B6727B"/>
    <w:rsid w:val="00B67382"/>
    <w:rsid w:val="00B6787E"/>
    <w:rsid w:val="00B678A9"/>
    <w:rsid w:val="00B67A84"/>
    <w:rsid w:val="00B67DD4"/>
    <w:rsid w:val="00B67F5D"/>
    <w:rsid w:val="00B700C1"/>
    <w:rsid w:val="00B70514"/>
    <w:rsid w:val="00B7051A"/>
    <w:rsid w:val="00B708D0"/>
    <w:rsid w:val="00B70C3E"/>
    <w:rsid w:val="00B7162A"/>
    <w:rsid w:val="00B717E6"/>
    <w:rsid w:val="00B72841"/>
    <w:rsid w:val="00B72A29"/>
    <w:rsid w:val="00B72E7F"/>
    <w:rsid w:val="00B7303C"/>
    <w:rsid w:val="00B733EF"/>
    <w:rsid w:val="00B73E4E"/>
    <w:rsid w:val="00B73EA6"/>
    <w:rsid w:val="00B73F99"/>
    <w:rsid w:val="00B742F4"/>
    <w:rsid w:val="00B74398"/>
    <w:rsid w:val="00B749E1"/>
    <w:rsid w:val="00B74A56"/>
    <w:rsid w:val="00B74BEA"/>
    <w:rsid w:val="00B7506C"/>
    <w:rsid w:val="00B751B3"/>
    <w:rsid w:val="00B7542B"/>
    <w:rsid w:val="00B7559F"/>
    <w:rsid w:val="00B7563C"/>
    <w:rsid w:val="00B7589A"/>
    <w:rsid w:val="00B75C45"/>
    <w:rsid w:val="00B75E04"/>
    <w:rsid w:val="00B75F90"/>
    <w:rsid w:val="00B760EE"/>
    <w:rsid w:val="00B7660E"/>
    <w:rsid w:val="00B767D1"/>
    <w:rsid w:val="00B767F4"/>
    <w:rsid w:val="00B76A52"/>
    <w:rsid w:val="00B76B91"/>
    <w:rsid w:val="00B76D0E"/>
    <w:rsid w:val="00B77173"/>
    <w:rsid w:val="00B7737C"/>
    <w:rsid w:val="00B77713"/>
    <w:rsid w:val="00B778B9"/>
    <w:rsid w:val="00B77F11"/>
    <w:rsid w:val="00B802BD"/>
    <w:rsid w:val="00B802E2"/>
    <w:rsid w:val="00B8069B"/>
    <w:rsid w:val="00B807D3"/>
    <w:rsid w:val="00B80975"/>
    <w:rsid w:val="00B80DF8"/>
    <w:rsid w:val="00B81214"/>
    <w:rsid w:val="00B8144B"/>
    <w:rsid w:val="00B8148A"/>
    <w:rsid w:val="00B81687"/>
    <w:rsid w:val="00B818EF"/>
    <w:rsid w:val="00B819FF"/>
    <w:rsid w:val="00B81AB4"/>
    <w:rsid w:val="00B82085"/>
    <w:rsid w:val="00B822AE"/>
    <w:rsid w:val="00B82387"/>
    <w:rsid w:val="00B824F7"/>
    <w:rsid w:val="00B83091"/>
    <w:rsid w:val="00B831B5"/>
    <w:rsid w:val="00B834B0"/>
    <w:rsid w:val="00B83697"/>
    <w:rsid w:val="00B837D5"/>
    <w:rsid w:val="00B8380D"/>
    <w:rsid w:val="00B83B43"/>
    <w:rsid w:val="00B83D7C"/>
    <w:rsid w:val="00B83DD7"/>
    <w:rsid w:val="00B84021"/>
    <w:rsid w:val="00B84B36"/>
    <w:rsid w:val="00B85239"/>
    <w:rsid w:val="00B8526E"/>
    <w:rsid w:val="00B85294"/>
    <w:rsid w:val="00B85AC6"/>
    <w:rsid w:val="00B861B4"/>
    <w:rsid w:val="00B86274"/>
    <w:rsid w:val="00B865DF"/>
    <w:rsid w:val="00B868CD"/>
    <w:rsid w:val="00B86CC0"/>
    <w:rsid w:val="00B86E4E"/>
    <w:rsid w:val="00B870C7"/>
    <w:rsid w:val="00B8725A"/>
    <w:rsid w:val="00B87A74"/>
    <w:rsid w:val="00B87B53"/>
    <w:rsid w:val="00B87D9C"/>
    <w:rsid w:val="00B87F0C"/>
    <w:rsid w:val="00B87FF5"/>
    <w:rsid w:val="00B90017"/>
    <w:rsid w:val="00B90275"/>
    <w:rsid w:val="00B9076A"/>
    <w:rsid w:val="00B90CBB"/>
    <w:rsid w:val="00B90DDF"/>
    <w:rsid w:val="00B91136"/>
    <w:rsid w:val="00B918D1"/>
    <w:rsid w:val="00B9191A"/>
    <w:rsid w:val="00B9193C"/>
    <w:rsid w:val="00B91D2E"/>
    <w:rsid w:val="00B91F9A"/>
    <w:rsid w:val="00B921B9"/>
    <w:rsid w:val="00B92268"/>
    <w:rsid w:val="00B925D8"/>
    <w:rsid w:val="00B92682"/>
    <w:rsid w:val="00B92868"/>
    <w:rsid w:val="00B92C35"/>
    <w:rsid w:val="00B92E12"/>
    <w:rsid w:val="00B92F30"/>
    <w:rsid w:val="00B92FEA"/>
    <w:rsid w:val="00B933D8"/>
    <w:rsid w:val="00B9348C"/>
    <w:rsid w:val="00B94085"/>
    <w:rsid w:val="00B94767"/>
    <w:rsid w:val="00B94A4B"/>
    <w:rsid w:val="00B94D25"/>
    <w:rsid w:val="00B94DC1"/>
    <w:rsid w:val="00B951A6"/>
    <w:rsid w:val="00B95515"/>
    <w:rsid w:val="00B958C8"/>
    <w:rsid w:val="00B95FD8"/>
    <w:rsid w:val="00B9631B"/>
    <w:rsid w:val="00B964BE"/>
    <w:rsid w:val="00B965D7"/>
    <w:rsid w:val="00B96961"/>
    <w:rsid w:val="00B96D40"/>
    <w:rsid w:val="00B96DBB"/>
    <w:rsid w:val="00B96FB1"/>
    <w:rsid w:val="00B9725D"/>
    <w:rsid w:val="00B9743D"/>
    <w:rsid w:val="00B97472"/>
    <w:rsid w:val="00B976DC"/>
    <w:rsid w:val="00B977A1"/>
    <w:rsid w:val="00B978A5"/>
    <w:rsid w:val="00B978F4"/>
    <w:rsid w:val="00B97966"/>
    <w:rsid w:val="00B979D4"/>
    <w:rsid w:val="00B97CBA"/>
    <w:rsid w:val="00BA0042"/>
    <w:rsid w:val="00BA0047"/>
    <w:rsid w:val="00BA0076"/>
    <w:rsid w:val="00BA03EF"/>
    <w:rsid w:val="00BA073C"/>
    <w:rsid w:val="00BA111E"/>
    <w:rsid w:val="00BA1AE4"/>
    <w:rsid w:val="00BA2044"/>
    <w:rsid w:val="00BA2251"/>
    <w:rsid w:val="00BA2620"/>
    <w:rsid w:val="00BA266C"/>
    <w:rsid w:val="00BA2D03"/>
    <w:rsid w:val="00BA2F89"/>
    <w:rsid w:val="00BA3379"/>
    <w:rsid w:val="00BA3758"/>
    <w:rsid w:val="00BA3920"/>
    <w:rsid w:val="00BA3B90"/>
    <w:rsid w:val="00BA3DE8"/>
    <w:rsid w:val="00BA4B12"/>
    <w:rsid w:val="00BA4D4E"/>
    <w:rsid w:val="00BA4D5B"/>
    <w:rsid w:val="00BA55C1"/>
    <w:rsid w:val="00BA5708"/>
    <w:rsid w:val="00BA57DF"/>
    <w:rsid w:val="00BA59D0"/>
    <w:rsid w:val="00BA5A18"/>
    <w:rsid w:val="00BA5BA8"/>
    <w:rsid w:val="00BA5C60"/>
    <w:rsid w:val="00BA5DCF"/>
    <w:rsid w:val="00BA63EC"/>
    <w:rsid w:val="00BA6975"/>
    <w:rsid w:val="00BA6AF6"/>
    <w:rsid w:val="00BA6C06"/>
    <w:rsid w:val="00BA6D93"/>
    <w:rsid w:val="00BA6F59"/>
    <w:rsid w:val="00BA70F7"/>
    <w:rsid w:val="00BA7341"/>
    <w:rsid w:val="00BA752D"/>
    <w:rsid w:val="00BA7572"/>
    <w:rsid w:val="00BA75C8"/>
    <w:rsid w:val="00BA79CC"/>
    <w:rsid w:val="00BA7A00"/>
    <w:rsid w:val="00BA7D77"/>
    <w:rsid w:val="00BB0939"/>
    <w:rsid w:val="00BB0FA3"/>
    <w:rsid w:val="00BB112E"/>
    <w:rsid w:val="00BB1556"/>
    <w:rsid w:val="00BB15DC"/>
    <w:rsid w:val="00BB16D7"/>
    <w:rsid w:val="00BB17EA"/>
    <w:rsid w:val="00BB1AB3"/>
    <w:rsid w:val="00BB1AC6"/>
    <w:rsid w:val="00BB23AB"/>
    <w:rsid w:val="00BB24B1"/>
    <w:rsid w:val="00BB2DA4"/>
    <w:rsid w:val="00BB3178"/>
    <w:rsid w:val="00BB3283"/>
    <w:rsid w:val="00BB34AE"/>
    <w:rsid w:val="00BB35C3"/>
    <w:rsid w:val="00BB3698"/>
    <w:rsid w:val="00BB39F2"/>
    <w:rsid w:val="00BB449B"/>
    <w:rsid w:val="00BB494F"/>
    <w:rsid w:val="00BB4A73"/>
    <w:rsid w:val="00BB4C97"/>
    <w:rsid w:val="00BB4DEB"/>
    <w:rsid w:val="00BB5091"/>
    <w:rsid w:val="00BB50A2"/>
    <w:rsid w:val="00BB518C"/>
    <w:rsid w:val="00BB537D"/>
    <w:rsid w:val="00BB621B"/>
    <w:rsid w:val="00BB661F"/>
    <w:rsid w:val="00BB699E"/>
    <w:rsid w:val="00BB6DC8"/>
    <w:rsid w:val="00BB715C"/>
    <w:rsid w:val="00BB7238"/>
    <w:rsid w:val="00BB79D6"/>
    <w:rsid w:val="00BB7BA4"/>
    <w:rsid w:val="00BB7BF8"/>
    <w:rsid w:val="00BB7C7C"/>
    <w:rsid w:val="00BB7F9B"/>
    <w:rsid w:val="00BC0391"/>
    <w:rsid w:val="00BC0402"/>
    <w:rsid w:val="00BC0D8A"/>
    <w:rsid w:val="00BC1980"/>
    <w:rsid w:val="00BC1B5A"/>
    <w:rsid w:val="00BC1C45"/>
    <w:rsid w:val="00BC1E79"/>
    <w:rsid w:val="00BC214F"/>
    <w:rsid w:val="00BC234F"/>
    <w:rsid w:val="00BC23B1"/>
    <w:rsid w:val="00BC2402"/>
    <w:rsid w:val="00BC24B3"/>
    <w:rsid w:val="00BC258A"/>
    <w:rsid w:val="00BC2691"/>
    <w:rsid w:val="00BC275F"/>
    <w:rsid w:val="00BC28E9"/>
    <w:rsid w:val="00BC2C90"/>
    <w:rsid w:val="00BC2ED6"/>
    <w:rsid w:val="00BC311F"/>
    <w:rsid w:val="00BC313F"/>
    <w:rsid w:val="00BC3168"/>
    <w:rsid w:val="00BC316B"/>
    <w:rsid w:val="00BC35A5"/>
    <w:rsid w:val="00BC381C"/>
    <w:rsid w:val="00BC3B50"/>
    <w:rsid w:val="00BC3E08"/>
    <w:rsid w:val="00BC3ECA"/>
    <w:rsid w:val="00BC412C"/>
    <w:rsid w:val="00BC4171"/>
    <w:rsid w:val="00BC451C"/>
    <w:rsid w:val="00BC4806"/>
    <w:rsid w:val="00BC4C51"/>
    <w:rsid w:val="00BC4D83"/>
    <w:rsid w:val="00BC4D86"/>
    <w:rsid w:val="00BC5617"/>
    <w:rsid w:val="00BC56E1"/>
    <w:rsid w:val="00BC59CC"/>
    <w:rsid w:val="00BC5ABA"/>
    <w:rsid w:val="00BC5EAB"/>
    <w:rsid w:val="00BC5FFB"/>
    <w:rsid w:val="00BC643B"/>
    <w:rsid w:val="00BC649D"/>
    <w:rsid w:val="00BC683F"/>
    <w:rsid w:val="00BC68FA"/>
    <w:rsid w:val="00BC6977"/>
    <w:rsid w:val="00BC6BA5"/>
    <w:rsid w:val="00BC6FED"/>
    <w:rsid w:val="00BC71F5"/>
    <w:rsid w:val="00BC72BB"/>
    <w:rsid w:val="00BC7549"/>
    <w:rsid w:val="00BC76B7"/>
    <w:rsid w:val="00BC7A1D"/>
    <w:rsid w:val="00BC7B0E"/>
    <w:rsid w:val="00BC7C06"/>
    <w:rsid w:val="00BD0619"/>
    <w:rsid w:val="00BD0630"/>
    <w:rsid w:val="00BD107D"/>
    <w:rsid w:val="00BD1080"/>
    <w:rsid w:val="00BD1186"/>
    <w:rsid w:val="00BD1510"/>
    <w:rsid w:val="00BD1525"/>
    <w:rsid w:val="00BD1616"/>
    <w:rsid w:val="00BD19C1"/>
    <w:rsid w:val="00BD1AE5"/>
    <w:rsid w:val="00BD2311"/>
    <w:rsid w:val="00BD2875"/>
    <w:rsid w:val="00BD2BC3"/>
    <w:rsid w:val="00BD30ED"/>
    <w:rsid w:val="00BD3184"/>
    <w:rsid w:val="00BD36D4"/>
    <w:rsid w:val="00BD36E7"/>
    <w:rsid w:val="00BD3D58"/>
    <w:rsid w:val="00BD3EBD"/>
    <w:rsid w:val="00BD4133"/>
    <w:rsid w:val="00BD49DE"/>
    <w:rsid w:val="00BD55E3"/>
    <w:rsid w:val="00BD5615"/>
    <w:rsid w:val="00BD58DA"/>
    <w:rsid w:val="00BD590F"/>
    <w:rsid w:val="00BD5A03"/>
    <w:rsid w:val="00BD5A5E"/>
    <w:rsid w:val="00BD65FB"/>
    <w:rsid w:val="00BD6CFF"/>
    <w:rsid w:val="00BD6D2A"/>
    <w:rsid w:val="00BD6FFA"/>
    <w:rsid w:val="00BD76F4"/>
    <w:rsid w:val="00BE01DD"/>
    <w:rsid w:val="00BE0367"/>
    <w:rsid w:val="00BE0649"/>
    <w:rsid w:val="00BE0733"/>
    <w:rsid w:val="00BE09C3"/>
    <w:rsid w:val="00BE0A4A"/>
    <w:rsid w:val="00BE0F1D"/>
    <w:rsid w:val="00BE13C3"/>
    <w:rsid w:val="00BE1731"/>
    <w:rsid w:val="00BE1FE2"/>
    <w:rsid w:val="00BE2250"/>
    <w:rsid w:val="00BE248B"/>
    <w:rsid w:val="00BE25E6"/>
    <w:rsid w:val="00BE278C"/>
    <w:rsid w:val="00BE2C83"/>
    <w:rsid w:val="00BE355F"/>
    <w:rsid w:val="00BE3753"/>
    <w:rsid w:val="00BE3919"/>
    <w:rsid w:val="00BE3973"/>
    <w:rsid w:val="00BE39FF"/>
    <w:rsid w:val="00BE3BBB"/>
    <w:rsid w:val="00BE3EB7"/>
    <w:rsid w:val="00BE3FD3"/>
    <w:rsid w:val="00BE3FE8"/>
    <w:rsid w:val="00BE420C"/>
    <w:rsid w:val="00BE4270"/>
    <w:rsid w:val="00BE439D"/>
    <w:rsid w:val="00BE4639"/>
    <w:rsid w:val="00BE4A05"/>
    <w:rsid w:val="00BE4A8F"/>
    <w:rsid w:val="00BE4ABD"/>
    <w:rsid w:val="00BE4C5E"/>
    <w:rsid w:val="00BE4CBC"/>
    <w:rsid w:val="00BE4D81"/>
    <w:rsid w:val="00BE5022"/>
    <w:rsid w:val="00BE50BF"/>
    <w:rsid w:val="00BE5116"/>
    <w:rsid w:val="00BE5418"/>
    <w:rsid w:val="00BE564E"/>
    <w:rsid w:val="00BE57FF"/>
    <w:rsid w:val="00BE587B"/>
    <w:rsid w:val="00BE58BC"/>
    <w:rsid w:val="00BE60D0"/>
    <w:rsid w:val="00BE65CC"/>
    <w:rsid w:val="00BE65FD"/>
    <w:rsid w:val="00BE6D99"/>
    <w:rsid w:val="00BE74A2"/>
    <w:rsid w:val="00BE780D"/>
    <w:rsid w:val="00BF067B"/>
    <w:rsid w:val="00BF0949"/>
    <w:rsid w:val="00BF0C0E"/>
    <w:rsid w:val="00BF0DCE"/>
    <w:rsid w:val="00BF14FC"/>
    <w:rsid w:val="00BF1837"/>
    <w:rsid w:val="00BF1930"/>
    <w:rsid w:val="00BF1D65"/>
    <w:rsid w:val="00BF1DA2"/>
    <w:rsid w:val="00BF1EEC"/>
    <w:rsid w:val="00BF24E4"/>
    <w:rsid w:val="00BF2605"/>
    <w:rsid w:val="00BF2616"/>
    <w:rsid w:val="00BF2804"/>
    <w:rsid w:val="00BF2BD5"/>
    <w:rsid w:val="00BF2D10"/>
    <w:rsid w:val="00BF2E03"/>
    <w:rsid w:val="00BF2E29"/>
    <w:rsid w:val="00BF2F3C"/>
    <w:rsid w:val="00BF32E4"/>
    <w:rsid w:val="00BF34BC"/>
    <w:rsid w:val="00BF355F"/>
    <w:rsid w:val="00BF358C"/>
    <w:rsid w:val="00BF37CD"/>
    <w:rsid w:val="00BF3CD5"/>
    <w:rsid w:val="00BF468B"/>
    <w:rsid w:val="00BF4AAA"/>
    <w:rsid w:val="00BF4B6D"/>
    <w:rsid w:val="00BF4C17"/>
    <w:rsid w:val="00BF4F78"/>
    <w:rsid w:val="00BF5189"/>
    <w:rsid w:val="00BF518E"/>
    <w:rsid w:val="00BF540D"/>
    <w:rsid w:val="00BF5A6F"/>
    <w:rsid w:val="00BF5DB0"/>
    <w:rsid w:val="00BF5FD9"/>
    <w:rsid w:val="00BF6465"/>
    <w:rsid w:val="00BF64BA"/>
    <w:rsid w:val="00BF666E"/>
    <w:rsid w:val="00BF670A"/>
    <w:rsid w:val="00BF69A0"/>
    <w:rsid w:val="00BF6A69"/>
    <w:rsid w:val="00BF7316"/>
    <w:rsid w:val="00C0007D"/>
    <w:rsid w:val="00C0037C"/>
    <w:rsid w:val="00C0075C"/>
    <w:rsid w:val="00C00F82"/>
    <w:rsid w:val="00C0126E"/>
    <w:rsid w:val="00C016E2"/>
    <w:rsid w:val="00C01B3B"/>
    <w:rsid w:val="00C01C3C"/>
    <w:rsid w:val="00C01F7F"/>
    <w:rsid w:val="00C023A7"/>
    <w:rsid w:val="00C023D8"/>
    <w:rsid w:val="00C024DA"/>
    <w:rsid w:val="00C02779"/>
    <w:rsid w:val="00C02A99"/>
    <w:rsid w:val="00C02ABC"/>
    <w:rsid w:val="00C03720"/>
    <w:rsid w:val="00C039B6"/>
    <w:rsid w:val="00C03EBE"/>
    <w:rsid w:val="00C041BF"/>
    <w:rsid w:val="00C042A6"/>
    <w:rsid w:val="00C0459E"/>
    <w:rsid w:val="00C047E5"/>
    <w:rsid w:val="00C04B64"/>
    <w:rsid w:val="00C04CAB"/>
    <w:rsid w:val="00C04E23"/>
    <w:rsid w:val="00C04E35"/>
    <w:rsid w:val="00C0512E"/>
    <w:rsid w:val="00C0580A"/>
    <w:rsid w:val="00C05C93"/>
    <w:rsid w:val="00C0604D"/>
    <w:rsid w:val="00C06115"/>
    <w:rsid w:val="00C063F4"/>
    <w:rsid w:val="00C067DD"/>
    <w:rsid w:val="00C068A5"/>
    <w:rsid w:val="00C069F3"/>
    <w:rsid w:val="00C06A85"/>
    <w:rsid w:val="00C06AC0"/>
    <w:rsid w:val="00C06C00"/>
    <w:rsid w:val="00C06D3F"/>
    <w:rsid w:val="00C06DB1"/>
    <w:rsid w:val="00C0704F"/>
    <w:rsid w:val="00C07460"/>
    <w:rsid w:val="00C075AA"/>
    <w:rsid w:val="00C07716"/>
    <w:rsid w:val="00C079A9"/>
    <w:rsid w:val="00C07BD9"/>
    <w:rsid w:val="00C07D50"/>
    <w:rsid w:val="00C1005A"/>
    <w:rsid w:val="00C10698"/>
    <w:rsid w:val="00C10D1C"/>
    <w:rsid w:val="00C110AF"/>
    <w:rsid w:val="00C1148A"/>
    <w:rsid w:val="00C11543"/>
    <w:rsid w:val="00C1173D"/>
    <w:rsid w:val="00C11F60"/>
    <w:rsid w:val="00C11FE6"/>
    <w:rsid w:val="00C1209D"/>
    <w:rsid w:val="00C1216A"/>
    <w:rsid w:val="00C1226C"/>
    <w:rsid w:val="00C1230D"/>
    <w:rsid w:val="00C124EC"/>
    <w:rsid w:val="00C1260B"/>
    <w:rsid w:val="00C12631"/>
    <w:rsid w:val="00C12988"/>
    <w:rsid w:val="00C12A4B"/>
    <w:rsid w:val="00C13158"/>
    <w:rsid w:val="00C1359A"/>
    <w:rsid w:val="00C140CC"/>
    <w:rsid w:val="00C14111"/>
    <w:rsid w:val="00C143FE"/>
    <w:rsid w:val="00C144F6"/>
    <w:rsid w:val="00C14534"/>
    <w:rsid w:val="00C145D2"/>
    <w:rsid w:val="00C14EAE"/>
    <w:rsid w:val="00C15141"/>
    <w:rsid w:val="00C15455"/>
    <w:rsid w:val="00C15FBF"/>
    <w:rsid w:val="00C1616A"/>
    <w:rsid w:val="00C16C5C"/>
    <w:rsid w:val="00C16F5A"/>
    <w:rsid w:val="00C174FD"/>
    <w:rsid w:val="00C17EC5"/>
    <w:rsid w:val="00C2039D"/>
    <w:rsid w:val="00C20708"/>
    <w:rsid w:val="00C211F7"/>
    <w:rsid w:val="00C21334"/>
    <w:rsid w:val="00C2154E"/>
    <w:rsid w:val="00C218BD"/>
    <w:rsid w:val="00C2191F"/>
    <w:rsid w:val="00C21C74"/>
    <w:rsid w:val="00C21C8F"/>
    <w:rsid w:val="00C222A3"/>
    <w:rsid w:val="00C2254E"/>
    <w:rsid w:val="00C225A8"/>
    <w:rsid w:val="00C22ABB"/>
    <w:rsid w:val="00C22B77"/>
    <w:rsid w:val="00C22CA8"/>
    <w:rsid w:val="00C22D2B"/>
    <w:rsid w:val="00C2373B"/>
    <w:rsid w:val="00C23817"/>
    <w:rsid w:val="00C23AF8"/>
    <w:rsid w:val="00C23BDC"/>
    <w:rsid w:val="00C241F6"/>
    <w:rsid w:val="00C24251"/>
    <w:rsid w:val="00C246F6"/>
    <w:rsid w:val="00C249D6"/>
    <w:rsid w:val="00C24CF7"/>
    <w:rsid w:val="00C254BD"/>
    <w:rsid w:val="00C258F3"/>
    <w:rsid w:val="00C25937"/>
    <w:rsid w:val="00C26132"/>
    <w:rsid w:val="00C269F7"/>
    <w:rsid w:val="00C26A22"/>
    <w:rsid w:val="00C26ABC"/>
    <w:rsid w:val="00C26C1A"/>
    <w:rsid w:val="00C26C7A"/>
    <w:rsid w:val="00C27132"/>
    <w:rsid w:val="00C2740D"/>
    <w:rsid w:val="00C27536"/>
    <w:rsid w:val="00C27563"/>
    <w:rsid w:val="00C27BB5"/>
    <w:rsid w:val="00C27CDF"/>
    <w:rsid w:val="00C27EBC"/>
    <w:rsid w:val="00C3056C"/>
    <w:rsid w:val="00C30F4F"/>
    <w:rsid w:val="00C31127"/>
    <w:rsid w:val="00C31294"/>
    <w:rsid w:val="00C312EA"/>
    <w:rsid w:val="00C314EA"/>
    <w:rsid w:val="00C314FB"/>
    <w:rsid w:val="00C31F2B"/>
    <w:rsid w:val="00C32579"/>
    <w:rsid w:val="00C325B3"/>
    <w:rsid w:val="00C325D5"/>
    <w:rsid w:val="00C3296A"/>
    <w:rsid w:val="00C32C2E"/>
    <w:rsid w:val="00C333D0"/>
    <w:rsid w:val="00C334F7"/>
    <w:rsid w:val="00C33DC8"/>
    <w:rsid w:val="00C33F2F"/>
    <w:rsid w:val="00C3406A"/>
    <w:rsid w:val="00C340D4"/>
    <w:rsid w:val="00C341F4"/>
    <w:rsid w:val="00C34223"/>
    <w:rsid w:val="00C34847"/>
    <w:rsid w:val="00C3566C"/>
    <w:rsid w:val="00C35720"/>
    <w:rsid w:val="00C3580C"/>
    <w:rsid w:val="00C35D3D"/>
    <w:rsid w:val="00C35FE8"/>
    <w:rsid w:val="00C3600A"/>
    <w:rsid w:val="00C3610D"/>
    <w:rsid w:val="00C36227"/>
    <w:rsid w:val="00C365B5"/>
    <w:rsid w:val="00C36734"/>
    <w:rsid w:val="00C36C31"/>
    <w:rsid w:val="00C36D31"/>
    <w:rsid w:val="00C37016"/>
    <w:rsid w:val="00C37181"/>
    <w:rsid w:val="00C37299"/>
    <w:rsid w:val="00C373F0"/>
    <w:rsid w:val="00C37661"/>
    <w:rsid w:val="00C3778C"/>
    <w:rsid w:val="00C3785A"/>
    <w:rsid w:val="00C37950"/>
    <w:rsid w:val="00C37B2A"/>
    <w:rsid w:val="00C37CC8"/>
    <w:rsid w:val="00C37ECE"/>
    <w:rsid w:val="00C400A6"/>
    <w:rsid w:val="00C40669"/>
    <w:rsid w:val="00C4130A"/>
    <w:rsid w:val="00C41366"/>
    <w:rsid w:val="00C4164C"/>
    <w:rsid w:val="00C4185C"/>
    <w:rsid w:val="00C41A8C"/>
    <w:rsid w:val="00C41E93"/>
    <w:rsid w:val="00C42709"/>
    <w:rsid w:val="00C4286B"/>
    <w:rsid w:val="00C42CFA"/>
    <w:rsid w:val="00C4323E"/>
    <w:rsid w:val="00C4348F"/>
    <w:rsid w:val="00C435BF"/>
    <w:rsid w:val="00C43973"/>
    <w:rsid w:val="00C43AE2"/>
    <w:rsid w:val="00C43DBA"/>
    <w:rsid w:val="00C440F1"/>
    <w:rsid w:val="00C44868"/>
    <w:rsid w:val="00C44B48"/>
    <w:rsid w:val="00C44DFE"/>
    <w:rsid w:val="00C44EF0"/>
    <w:rsid w:val="00C45251"/>
    <w:rsid w:val="00C4526D"/>
    <w:rsid w:val="00C45632"/>
    <w:rsid w:val="00C45661"/>
    <w:rsid w:val="00C4573D"/>
    <w:rsid w:val="00C4585F"/>
    <w:rsid w:val="00C458B4"/>
    <w:rsid w:val="00C459BA"/>
    <w:rsid w:val="00C45F5C"/>
    <w:rsid w:val="00C461B9"/>
    <w:rsid w:val="00C461E2"/>
    <w:rsid w:val="00C469DD"/>
    <w:rsid w:val="00C46CAA"/>
    <w:rsid w:val="00C46CED"/>
    <w:rsid w:val="00C4710A"/>
    <w:rsid w:val="00C473B1"/>
    <w:rsid w:val="00C4773F"/>
    <w:rsid w:val="00C47EA3"/>
    <w:rsid w:val="00C503E1"/>
    <w:rsid w:val="00C50750"/>
    <w:rsid w:val="00C50FB3"/>
    <w:rsid w:val="00C510F8"/>
    <w:rsid w:val="00C516BE"/>
    <w:rsid w:val="00C519B9"/>
    <w:rsid w:val="00C52434"/>
    <w:rsid w:val="00C52FA4"/>
    <w:rsid w:val="00C531C9"/>
    <w:rsid w:val="00C534C3"/>
    <w:rsid w:val="00C538FD"/>
    <w:rsid w:val="00C53BD1"/>
    <w:rsid w:val="00C53CF9"/>
    <w:rsid w:val="00C53D55"/>
    <w:rsid w:val="00C53DDD"/>
    <w:rsid w:val="00C54309"/>
    <w:rsid w:val="00C54335"/>
    <w:rsid w:val="00C54385"/>
    <w:rsid w:val="00C54D47"/>
    <w:rsid w:val="00C54E70"/>
    <w:rsid w:val="00C550DA"/>
    <w:rsid w:val="00C555BC"/>
    <w:rsid w:val="00C556E3"/>
    <w:rsid w:val="00C558B4"/>
    <w:rsid w:val="00C55A10"/>
    <w:rsid w:val="00C55FEE"/>
    <w:rsid w:val="00C56610"/>
    <w:rsid w:val="00C56AEF"/>
    <w:rsid w:val="00C56B0C"/>
    <w:rsid w:val="00C56DD0"/>
    <w:rsid w:val="00C570EF"/>
    <w:rsid w:val="00C57118"/>
    <w:rsid w:val="00C57364"/>
    <w:rsid w:val="00C5787F"/>
    <w:rsid w:val="00C6041D"/>
    <w:rsid w:val="00C60AE1"/>
    <w:rsid w:val="00C60CDE"/>
    <w:rsid w:val="00C611CB"/>
    <w:rsid w:val="00C61256"/>
    <w:rsid w:val="00C61450"/>
    <w:rsid w:val="00C6187D"/>
    <w:rsid w:val="00C619C5"/>
    <w:rsid w:val="00C61F53"/>
    <w:rsid w:val="00C62D31"/>
    <w:rsid w:val="00C62FD8"/>
    <w:rsid w:val="00C63064"/>
    <w:rsid w:val="00C63405"/>
    <w:rsid w:val="00C6342B"/>
    <w:rsid w:val="00C635AA"/>
    <w:rsid w:val="00C63D66"/>
    <w:rsid w:val="00C642BC"/>
    <w:rsid w:val="00C64794"/>
    <w:rsid w:val="00C64D8D"/>
    <w:rsid w:val="00C64D99"/>
    <w:rsid w:val="00C64DC1"/>
    <w:rsid w:val="00C650B4"/>
    <w:rsid w:val="00C652BE"/>
    <w:rsid w:val="00C6543D"/>
    <w:rsid w:val="00C6548B"/>
    <w:rsid w:val="00C6581B"/>
    <w:rsid w:val="00C65845"/>
    <w:rsid w:val="00C65DF2"/>
    <w:rsid w:val="00C663D0"/>
    <w:rsid w:val="00C6648D"/>
    <w:rsid w:val="00C664AC"/>
    <w:rsid w:val="00C666BB"/>
    <w:rsid w:val="00C66713"/>
    <w:rsid w:val="00C66D8E"/>
    <w:rsid w:val="00C66F73"/>
    <w:rsid w:val="00C672F6"/>
    <w:rsid w:val="00C67425"/>
    <w:rsid w:val="00C675D2"/>
    <w:rsid w:val="00C67772"/>
    <w:rsid w:val="00C67C54"/>
    <w:rsid w:val="00C67C5A"/>
    <w:rsid w:val="00C70056"/>
    <w:rsid w:val="00C70121"/>
    <w:rsid w:val="00C702E3"/>
    <w:rsid w:val="00C7085B"/>
    <w:rsid w:val="00C709FE"/>
    <w:rsid w:val="00C70BEA"/>
    <w:rsid w:val="00C70D54"/>
    <w:rsid w:val="00C7192B"/>
    <w:rsid w:val="00C71A8C"/>
    <w:rsid w:val="00C71C95"/>
    <w:rsid w:val="00C72372"/>
    <w:rsid w:val="00C7313B"/>
    <w:rsid w:val="00C7323A"/>
    <w:rsid w:val="00C7326B"/>
    <w:rsid w:val="00C732E1"/>
    <w:rsid w:val="00C73668"/>
    <w:rsid w:val="00C739E9"/>
    <w:rsid w:val="00C73E69"/>
    <w:rsid w:val="00C74B2C"/>
    <w:rsid w:val="00C74CB6"/>
    <w:rsid w:val="00C7502B"/>
    <w:rsid w:val="00C75860"/>
    <w:rsid w:val="00C75CFD"/>
    <w:rsid w:val="00C75D80"/>
    <w:rsid w:val="00C76049"/>
    <w:rsid w:val="00C76B02"/>
    <w:rsid w:val="00C76C88"/>
    <w:rsid w:val="00C7734E"/>
    <w:rsid w:val="00C77605"/>
    <w:rsid w:val="00C77A88"/>
    <w:rsid w:val="00C77BE8"/>
    <w:rsid w:val="00C77DD5"/>
    <w:rsid w:val="00C800F7"/>
    <w:rsid w:val="00C80677"/>
    <w:rsid w:val="00C808C1"/>
    <w:rsid w:val="00C81177"/>
    <w:rsid w:val="00C811C6"/>
    <w:rsid w:val="00C81240"/>
    <w:rsid w:val="00C81641"/>
    <w:rsid w:val="00C81855"/>
    <w:rsid w:val="00C819F0"/>
    <w:rsid w:val="00C821BE"/>
    <w:rsid w:val="00C82857"/>
    <w:rsid w:val="00C82C43"/>
    <w:rsid w:val="00C82C8F"/>
    <w:rsid w:val="00C82FAF"/>
    <w:rsid w:val="00C83DDC"/>
    <w:rsid w:val="00C840EE"/>
    <w:rsid w:val="00C84175"/>
    <w:rsid w:val="00C84220"/>
    <w:rsid w:val="00C84483"/>
    <w:rsid w:val="00C8450C"/>
    <w:rsid w:val="00C845EA"/>
    <w:rsid w:val="00C8499D"/>
    <w:rsid w:val="00C84D88"/>
    <w:rsid w:val="00C8500D"/>
    <w:rsid w:val="00C856A2"/>
    <w:rsid w:val="00C85C03"/>
    <w:rsid w:val="00C85D1B"/>
    <w:rsid w:val="00C85DBE"/>
    <w:rsid w:val="00C85DE3"/>
    <w:rsid w:val="00C85FBC"/>
    <w:rsid w:val="00C8617C"/>
    <w:rsid w:val="00C8623B"/>
    <w:rsid w:val="00C86321"/>
    <w:rsid w:val="00C8645E"/>
    <w:rsid w:val="00C871A7"/>
    <w:rsid w:val="00C87282"/>
    <w:rsid w:val="00C8742C"/>
    <w:rsid w:val="00C87703"/>
    <w:rsid w:val="00C87C49"/>
    <w:rsid w:val="00C87E7F"/>
    <w:rsid w:val="00C90086"/>
    <w:rsid w:val="00C903C6"/>
    <w:rsid w:val="00C90876"/>
    <w:rsid w:val="00C90AAF"/>
    <w:rsid w:val="00C90BE6"/>
    <w:rsid w:val="00C90E44"/>
    <w:rsid w:val="00C90F36"/>
    <w:rsid w:val="00C914D8"/>
    <w:rsid w:val="00C915D4"/>
    <w:rsid w:val="00C9180E"/>
    <w:rsid w:val="00C91938"/>
    <w:rsid w:val="00C91C17"/>
    <w:rsid w:val="00C9214B"/>
    <w:rsid w:val="00C921F7"/>
    <w:rsid w:val="00C926C6"/>
    <w:rsid w:val="00C927FD"/>
    <w:rsid w:val="00C92872"/>
    <w:rsid w:val="00C92AE9"/>
    <w:rsid w:val="00C92BC5"/>
    <w:rsid w:val="00C92EFE"/>
    <w:rsid w:val="00C9344B"/>
    <w:rsid w:val="00C93505"/>
    <w:rsid w:val="00C93A8C"/>
    <w:rsid w:val="00C93AF5"/>
    <w:rsid w:val="00C93CBB"/>
    <w:rsid w:val="00C93F6C"/>
    <w:rsid w:val="00C9454F"/>
    <w:rsid w:val="00C9480C"/>
    <w:rsid w:val="00C94925"/>
    <w:rsid w:val="00C94B2F"/>
    <w:rsid w:val="00C94C22"/>
    <w:rsid w:val="00C94D6F"/>
    <w:rsid w:val="00C94E16"/>
    <w:rsid w:val="00C95177"/>
    <w:rsid w:val="00C952BA"/>
    <w:rsid w:val="00C95417"/>
    <w:rsid w:val="00C9581C"/>
    <w:rsid w:val="00C95A54"/>
    <w:rsid w:val="00C95BBA"/>
    <w:rsid w:val="00C96491"/>
    <w:rsid w:val="00C968E5"/>
    <w:rsid w:val="00C96ADF"/>
    <w:rsid w:val="00C96C15"/>
    <w:rsid w:val="00C9711F"/>
    <w:rsid w:val="00C971A5"/>
    <w:rsid w:val="00C972AE"/>
    <w:rsid w:val="00C9735A"/>
    <w:rsid w:val="00C97536"/>
    <w:rsid w:val="00C976C7"/>
    <w:rsid w:val="00C979A6"/>
    <w:rsid w:val="00C97A30"/>
    <w:rsid w:val="00C97B22"/>
    <w:rsid w:val="00CA015E"/>
    <w:rsid w:val="00CA082A"/>
    <w:rsid w:val="00CA090C"/>
    <w:rsid w:val="00CA0BAF"/>
    <w:rsid w:val="00CA0D30"/>
    <w:rsid w:val="00CA0F51"/>
    <w:rsid w:val="00CA13EA"/>
    <w:rsid w:val="00CA16EB"/>
    <w:rsid w:val="00CA17B7"/>
    <w:rsid w:val="00CA1BDD"/>
    <w:rsid w:val="00CA1E7E"/>
    <w:rsid w:val="00CA1F29"/>
    <w:rsid w:val="00CA2366"/>
    <w:rsid w:val="00CA23BF"/>
    <w:rsid w:val="00CA2469"/>
    <w:rsid w:val="00CA25AA"/>
    <w:rsid w:val="00CA2927"/>
    <w:rsid w:val="00CA2E2D"/>
    <w:rsid w:val="00CA3198"/>
    <w:rsid w:val="00CA35DD"/>
    <w:rsid w:val="00CA3614"/>
    <w:rsid w:val="00CA36D2"/>
    <w:rsid w:val="00CA3721"/>
    <w:rsid w:val="00CA3823"/>
    <w:rsid w:val="00CA389A"/>
    <w:rsid w:val="00CA3E3B"/>
    <w:rsid w:val="00CA3E41"/>
    <w:rsid w:val="00CA4514"/>
    <w:rsid w:val="00CA49F8"/>
    <w:rsid w:val="00CA4BB9"/>
    <w:rsid w:val="00CA4E69"/>
    <w:rsid w:val="00CA5190"/>
    <w:rsid w:val="00CA5252"/>
    <w:rsid w:val="00CA5263"/>
    <w:rsid w:val="00CA57BF"/>
    <w:rsid w:val="00CA5C14"/>
    <w:rsid w:val="00CA5FBB"/>
    <w:rsid w:val="00CA63AD"/>
    <w:rsid w:val="00CA6452"/>
    <w:rsid w:val="00CA78B1"/>
    <w:rsid w:val="00CA7AD4"/>
    <w:rsid w:val="00CA7E8D"/>
    <w:rsid w:val="00CA7F22"/>
    <w:rsid w:val="00CB006E"/>
    <w:rsid w:val="00CB0672"/>
    <w:rsid w:val="00CB0991"/>
    <w:rsid w:val="00CB0A65"/>
    <w:rsid w:val="00CB0E91"/>
    <w:rsid w:val="00CB12F7"/>
    <w:rsid w:val="00CB13FA"/>
    <w:rsid w:val="00CB147B"/>
    <w:rsid w:val="00CB16AE"/>
    <w:rsid w:val="00CB184C"/>
    <w:rsid w:val="00CB1D60"/>
    <w:rsid w:val="00CB1E69"/>
    <w:rsid w:val="00CB21F8"/>
    <w:rsid w:val="00CB2464"/>
    <w:rsid w:val="00CB24D7"/>
    <w:rsid w:val="00CB2937"/>
    <w:rsid w:val="00CB2D40"/>
    <w:rsid w:val="00CB32A3"/>
    <w:rsid w:val="00CB3409"/>
    <w:rsid w:val="00CB3440"/>
    <w:rsid w:val="00CB3635"/>
    <w:rsid w:val="00CB368B"/>
    <w:rsid w:val="00CB3733"/>
    <w:rsid w:val="00CB398F"/>
    <w:rsid w:val="00CB3C02"/>
    <w:rsid w:val="00CB3E7C"/>
    <w:rsid w:val="00CB44C5"/>
    <w:rsid w:val="00CB46CA"/>
    <w:rsid w:val="00CB4792"/>
    <w:rsid w:val="00CB48CB"/>
    <w:rsid w:val="00CB4A9D"/>
    <w:rsid w:val="00CB53ED"/>
    <w:rsid w:val="00CB5413"/>
    <w:rsid w:val="00CB5505"/>
    <w:rsid w:val="00CB5AD1"/>
    <w:rsid w:val="00CB5B71"/>
    <w:rsid w:val="00CB5C60"/>
    <w:rsid w:val="00CB5E85"/>
    <w:rsid w:val="00CB5FCC"/>
    <w:rsid w:val="00CB6049"/>
    <w:rsid w:val="00CB6263"/>
    <w:rsid w:val="00CB682B"/>
    <w:rsid w:val="00CB6C5B"/>
    <w:rsid w:val="00CB73BA"/>
    <w:rsid w:val="00CB73BD"/>
    <w:rsid w:val="00CB7587"/>
    <w:rsid w:val="00CB772C"/>
    <w:rsid w:val="00CB7A22"/>
    <w:rsid w:val="00CB7BB3"/>
    <w:rsid w:val="00CB7D65"/>
    <w:rsid w:val="00CB7DAC"/>
    <w:rsid w:val="00CB7E8F"/>
    <w:rsid w:val="00CB7EDD"/>
    <w:rsid w:val="00CC02F2"/>
    <w:rsid w:val="00CC04ED"/>
    <w:rsid w:val="00CC0BAF"/>
    <w:rsid w:val="00CC0BF1"/>
    <w:rsid w:val="00CC0EA9"/>
    <w:rsid w:val="00CC1161"/>
    <w:rsid w:val="00CC147C"/>
    <w:rsid w:val="00CC1660"/>
    <w:rsid w:val="00CC17CF"/>
    <w:rsid w:val="00CC182B"/>
    <w:rsid w:val="00CC19C3"/>
    <w:rsid w:val="00CC27AC"/>
    <w:rsid w:val="00CC287D"/>
    <w:rsid w:val="00CC2A3B"/>
    <w:rsid w:val="00CC2A97"/>
    <w:rsid w:val="00CC2BB5"/>
    <w:rsid w:val="00CC2C23"/>
    <w:rsid w:val="00CC2F10"/>
    <w:rsid w:val="00CC33AC"/>
    <w:rsid w:val="00CC3538"/>
    <w:rsid w:val="00CC3565"/>
    <w:rsid w:val="00CC3666"/>
    <w:rsid w:val="00CC39E4"/>
    <w:rsid w:val="00CC3A12"/>
    <w:rsid w:val="00CC3D87"/>
    <w:rsid w:val="00CC3F52"/>
    <w:rsid w:val="00CC4063"/>
    <w:rsid w:val="00CC422B"/>
    <w:rsid w:val="00CC42AD"/>
    <w:rsid w:val="00CC465B"/>
    <w:rsid w:val="00CC4682"/>
    <w:rsid w:val="00CC46CA"/>
    <w:rsid w:val="00CC48F2"/>
    <w:rsid w:val="00CC4C4F"/>
    <w:rsid w:val="00CC4CB0"/>
    <w:rsid w:val="00CC4EDF"/>
    <w:rsid w:val="00CC551F"/>
    <w:rsid w:val="00CC552A"/>
    <w:rsid w:val="00CC5964"/>
    <w:rsid w:val="00CC5E7B"/>
    <w:rsid w:val="00CC6228"/>
    <w:rsid w:val="00CC682A"/>
    <w:rsid w:val="00CC6A66"/>
    <w:rsid w:val="00CC6BE3"/>
    <w:rsid w:val="00CC714D"/>
    <w:rsid w:val="00CC7219"/>
    <w:rsid w:val="00CC72CF"/>
    <w:rsid w:val="00CC72ED"/>
    <w:rsid w:val="00CC784D"/>
    <w:rsid w:val="00CC7E0A"/>
    <w:rsid w:val="00CC7E2E"/>
    <w:rsid w:val="00CC7F66"/>
    <w:rsid w:val="00CD01C5"/>
    <w:rsid w:val="00CD0557"/>
    <w:rsid w:val="00CD0702"/>
    <w:rsid w:val="00CD0882"/>
    <w:rsid w:val="00CD09F0"/>
    <w:rsid w:val="00CD0A6A"/>
    <w:rsid w:val="00CD0BF7"/>
    <w:rsid w:val="00CD1254"/>
    <w:rsid w:val="00CD1263"/>
    <w:rsid w:val="00CD12A6"/>
    <w:rsid w:val="00CD14BA"/>
    <w:rsid w:val="00CD164D"/>
    <w:rsid w:val="00CD1774"/>
    <w:rsid w:val="00CD1BAA"/>
    <w:rsid w:val="00CD2135"/>
    <w:rsid w:val="00CD244F"/>
    <w:rsid w:val="00CD2957"/>
    <w:rsid w:val="00CD2DA4"/>
    <w:rsid w:val="00CD2E0B"/>
    <w:rsid w:val="00CD2EB0"/>
    <w:rsid w:val="00CD2F54"/>
    <w:rsid w:val="00CD3266"/>
    <w:rsid w:val="00CD36BC"/>
    <w:rsid w:val="00CD3874"/>
    <w:rsid w:val="00CD38EE"/>
    <w:rsid w:val="00CD3E1D"/>
    <w:rsid w:val="00CD41D0"/>
    <w:rsid w:val="00CD4585"/>
    <w:rsid w:val="00CD45F0"/>
    <w:rsid w:val="00CD4941"/>
    <w:rsid w:val="00CD4EE3"/>
    <w:rsid w:val="00CD5C28"/>
    <w:rsid w:val="00CD617D"/>
    <w:rsid w:val="00CD6449"/>
    <w:rsid w:val="00CD6916"/>
    <w:rsid w:val="00CD6EBA"/>
    <w:rsid w:val="00CD6EBE"/>
    <w:rsid w:val="00CD7053"/>
    <w:rsid w:val="00CD7169"/>
    <w:rsid w:val="00CD746D"/>
    <w:rsid w:val="00CD7671"/>
    <w:rsid w:val="00CD7E0D"/>
    <w:rsid w:val="00CE0363"/>
    <w:rsid w:val="00CE036C"/>
    <w:rsid w:val="00CE047A"/>
    <w:rsid w:val="00CE05BC"/>
    <w:rsid w:val="00CE0738"/>
    <w:rsid w:val="00CE0D39"/>
    <w:rsid w:val="00CE0F25"/>
    <w:rsid w:val="00CE10B5"/>
    <w:rsid w:val="00CE18A6"/>
    <w:rsid w:val="00CE1977"/>
    <w:rsid w:val="00CE1DCA"/>
    <w:rsid w:val="00CE2970"/>
    <w:rsid w:val="00CE2B6C"/>
    <w:rsid w:val="00CE2C4C"/>
    <w:rsid w:val="00CE2DD4"/>
    <w:rsid w:val="00CE344B"/>
    <w:rsid w:val="00CE35EC"/>
    <w:rsid w:val="00CE370E"/>
    <w:rsid w:val="00CE37D2"/>
    <w:rsid w:val="00CE4194"/>
    <w:rsid w:val="00CE41D6"/>
    <w:rsid w:val="00CE4366"/>
    <w:rsid w:val="00CE4977"/>
    <w:rsid w:val="00CE4A72"/>
    <w:rsid w:val="00CE4B4E"/>
    <w:rsid w:val="00CE4DAC"/>
    <w:rsid w:val="00CE4FC2"/>
    <w:rsid w:val="00CE4FF3"/>
    <w:rsid w:val="00CE54C7"/>
    <w:rsid w:val="00CE574D"/>
    <w:rsid w:val="00CE5C79"/>
    <w:rsid w:val="00CE5D69"/>
    <w:rsid w:val="00CE5E88"/>
    <w:rsid w:val="00CE5F16"/>
    <w:rsid w:val="00CE6150"/>
    <w:rsid w:val="00CE62AB"/>
    <w:rsid w:val="00CE6765"/>
    <w:rsid w:val="00CE67D1"/>
    <w:rsid w:val="00CE69B8"/>
    <w:rsid w:val="00CE6AB2"/>
    <w:rsid w:val="00CE6C24"/>
    <w:rsid w:val="00CE6D8F"/>
    <w:rsid w:val="00CE7028"/>
    <w:rsid w:val="00CE75A4"/>
    <w:rsid w:val="00CE77D7"/>
    <w:rsid w:val="00CE789A"/>
    <w:rsid w:val="00CE7AD3"/>
    <w:rsid w:val="00CE7D67"/>
    <w:rsid w:val="00CE7DBE"/>
    <w:rsid w:val="00CE7DD5"/>
    <w:rsid w:val="00CF022C"/>
    <w:rsid w:val="00CF0489"/>
    <w:rsid w:val="00CF0872"/>
    <w:rsid w:val="00CF0CD9"/>
    <w:rsid w:val="00CF0D04"/>
    <w:rsid w:val="00CF0DAA"/>
    <w:rsid w:val="00CF1007"/>
    <w:rsid w:val="00CF11DD"/>
    <w:rsid w:val="00CF1219"/>
    <w:rsid w:val="00CF1515"/>
    <w:rsid w:val="00CF1807"/>
    <w:rsid w:val="00CF1F1B"/>
    <w:rsid w:val="00CF30D0"/>
    <w:rsid w:val="00CF33FB"/>
    <w:rsid w:val="00CF3682"/>
    <w:rsid w:val="00CF393F"/>
    <w:rsid w:val="00CF3F16"/>
    <w:rsid w:val="00CF45C6"/>
    <w:rsid w:val="00CF496E"/>
    <w:rsid w:val="00CF4B6F"/>
    <w:rsid w:val="00CF5632"/>
    <w:rsid w:val="00CF56A0"/>
    <w:rsid w:val="00CF57E5"/>
    <w:rsid w:val="00CF5852"/>
    <w:rsid w:val="00CF594F"/>
    <w:rsid w:val="00CF5CDB"/>
    <w:rsid w:val="00CF616D"/>
    <w:rsid w:val="00CF635A"/>
    <w:rsid w:val="00CF697A"/>
    <w:rsid w:val="00CF6B7B"/>
    <w:rsid w:val="00CF6C6E"/>
    <w:rsid w:val="00CF6EBA"/>
    <w:rsid w:val="00CF7238"/>
    <w:rsid w:val="00CF75EA"/>
    <w:rsid w:val="00CF7C42"/>
    <w:rsid w:val="00CF7C7C"/>
    <w:rsid w:val="00CF7E80"/>
    <w:rsid w:val="00CF7F1F"/>
    <w:rsid w:val="00D0034D"/>
    <w:rsid w:val="00D0075D"/>
    <w:rsid w:val="00D008C2"/>
    <w:rsid w:val="00D008ED"/>
    <w:rsid w:val="00D00B86"/>
    <w:rsid w:val="00D00BAF"/>
    <w:rsid w:val="00D00EE3"/>
    <w:rsid w:val="00D01464"/>
    <w:rsid w:val="00D015D6"/>
    <w:rsid w:val="00D01D81"/>
    <w:rsid w:val="00D01F2F"/>
    <w:rsid w:val="00D02698"/>
    <w:rsid w:val="00D028DC"/>
    <w:rsid w:val="00D02A9E"/>
    <w:rsid w:val="00D02B04"/>
    <w:rsid w:val="00D02E0E"/>
    <w:rsid w:val="00D03057"/>
    <w:rsid w:val="00D030EE"/>
    <w:rsid w:val="00D036C3"/>
    <w:rsid w:val="00D03B46"/>
    <w:rsid w:val="00D03CA9"/>
    <w:rsid w:val="00D04155"/>
    <w:rsid w:val="00D048AC"/>
    <w:rsid w:val="00D0494D"/>
    <w:rsid w:val="00D04C46"/>
    <w:rsid w:val="00D05158"/>
    <w:rsid w:val="00D056A5"/>
    <w:rsid w:val="00D056F1"/>
    <w:rsid w:val="00D0594E"/>
    <w:rsid w:val="00D05AB8"/>
    <w:rsid w:val="00D065C6"/>
    <w:rsid w:val="00D06B0D"/>
    <w:rsid w:val="00D06C28"/>
    <w:rsid w:val="00D06C96"/>
    <w:rsid w:val="00D06DD1"/>
    <w:rsid w:val="00D07B99"/>
    <w:rsid w:val="00D07D80"/>
    <w:rsid w:val="00D10096"/>
    <w:rsid w:val="00D10C02"/>
    <w:rsid w:val="00D10C90"/>
    <w:rsid w:val="00D10D3A"/>
    <w:rsid w:val="00D110D7"/>
    <w:rsid w:val="00D113E0"/>
    <w:rsid w:val="00D11701"/>
    <w:rsid w:val="00D11848"/>
    <w:rsid w:val="00D11851"/>
    <w:rsid w:val="00D1196F"/>
    <w:rsid w:val="00D11C9E"/>
    <w:rsid w:val="00D121BC"/>
    <w:rsid w:val="00D123C3"/>
    <w:rsid w:val="00D12446"/>
    <w:rsid w:val="00D12836"/>
    <w:rsid w:val="00D12D8A"/>
    <w:rsid w:val="00D130CF"/>
    <w:rsid w:val="00D13655"/>
    <w:rsid w:val="00D1375A"/>
    <w:rsid w:val="00D13A41"/>
    <w:rsid w:val="00D13EE5"/>
    <w:rsid w:val="00D13EFE"/>
    <w:rsid w:val="00D14097"/>
    <w:rsid w:val="00D140E5"/>
    <w:rsid w:val="00D1448B"/>
    <w:rsid w:val="00D145DD"/>
    <w:rsid w:val="00D1493F"/>
    <w:rsid w:val="00D14A86"/>
    <w:rsid w:val="00D155A1"/>
    <w:rsid w:val="00D15623"/>
    <w:rsid w:val="00D158EA"/>
    <w:rsid w:val="00D158FD"/>
    <w:rsid w:val="00D16224"/>
    <w:rsid w:val="00D16771"/>
    <w:rsid w:val="00D1737C"/>
    <w:rsid w:val="00D175A3"/>
    <w:rsid w:val="00D177BC"/>
    <w:rsid w:val="00D17CAF"/>
    <w:rsid w:val="00D17CF0"/>
    <w:rsid w:val="00D17ED7"/>
    <w:rsid w:val="00D20001"/>
    <w:rsid w:val="00D205F3"/>
    <w:rsid w:val="00D2077A"/>
    <w:rsid w:val="00D21322"/>
    <w:rsid w:val="00D21895"/>
    <w:rsid w:val="00D21F69"/>
    <w:rsid w:val="00D221C4"/>
    <w:rsid w:val="00D22282"/>
    <w:rsid w:val="00D222AF"/>
    <w:rsid w:val="00D223F9"/>
    <w:rsid w:val="00D22670"/>
    <w:rsid w:val="00D227F0"/>
    <w:rsid w:val="00D22B9C"/>
    <w:rsid w:val="00D2316D"/>
    <w:rsid w:val="00D2317F"/>
    <w:rsid w:val="00D234C7"/>
    <w:rsid w:val="00D234E1"/>
    <w:rsid w:val="00D23574"/>
    <w:rsid w:val="00D23720"/>
    <w:rsid w:val="00D23731"/>
    <w:rsid w:val="00D23A44"/>
    <w:rsid w:val="00D23AD1"/>
    <w:rsid w:val="00D23C10"/>
    <w:rsid w:val="00D23CB9"/>
    <w:rsid w:val="00D23DE9"/>
    <w:rsid w:val="00D240BC"/>
    <w:rsid w:val="00D24688"/>
    <w:rsid w:val="00D2487C"/>
    <w:rsid w:val="00D24939"/>
    <w:rsid w:val="00D24B54"/>
    <w:rsid w:val="00D24F91"/>
    <w:rsid w:val="00D2505F"/>
    <w:rsid w:val="00D257D4"/>
    <w:rsid w:val="00D25A1A"/>
    <w:rsid w:val="00D25AA1"/>
    <w:rsid w:val="00D25C9D"/>
    <w:rsid w:val="00D25CE1"/>
    <w:rsid w:val="00D25F52"/>
    <w:rsid w:val="00D261CD"/>
    <w:rsid w:val="00D26694"/>
    <w:rsid w:val="00D26A0A"/>
    <w:rsid w:val="00D270DB"/>
    <w:rsid w:val="00D273DF"/>
    <w:rsid w:val="00D27400"/>
    <w:rsid w:val="00D27A0B"/>
    <w:rsid w:val="00D27B0D"/>
    <w:rsid w:val="00D27D8E"/>
    <w:rsid w:val="00D30102"/>
    <w:rsid w:val="00D304A9"/>
    <w:rsid w:val="00D309EB"/>
    <w:rsid w:val="00D30B78"/>
    <w:rsid w:val="00D30D88"/>
    <w:rsid w:val="00D31207"/>
    <w:rsid w:val="00D3130F"/>
    <w:rsid w:val="00D31441"/>
    <w:rsid w:val="00D3153F"/>
    <w:rsid w:val="00D31577"/>
    <w:rsid w:val="00D31652"/>
    <w:rsid w:val="00D3180A"/>
    <w:rsid w:val="00D31AE0"/>
    <w:rsid w:val="00D31DE2"/>
    <w:rsid w:val="00D320FE"/>
    <w:rsid w:val="00D3212F"/>
    <w:rsid w:val="00D325C5"/>
    <w:rsid w:val="00D326F6"/>
    <w:rsid w:val="00D32726"/>
    <w:rsid w:val="00D327EB"/>
    <w:rsid w:val="00D32949"/>
    <w:rsid w:val="00D329C3"/>
    <w:rsid w:val="00D32F3F"/>
    <w:rsid w:val="00D331F2"/>
    <w:rsid w:val="00D33352"/>
    <w:rsid w:val="00D33936"/>
    <w:rsid w:val="00D33C9B"/>
    <w:rsid w:val="00D33CED"/>
    <w:rsid w:val="00D34050"/>
    <w:rsid w:val="00D34189"/>
    <w:rsid w:val="00D3423E"/>
    <w:rsid w:val="00D34716"/>
    <w:rsid w:val="00D34D28"/>
    <w:rsid w:val="00D34E72"/>
    <w:rsid w:val="00D3505C"/>
    <w:rsid w:val="00D3535E"/>
    <w:rsid w:val="00D354C5"/>
    <w:rsid w:val="00D35D92"/>
    <w:rsid w:val="00D35EB9"/>
    <w:rsid w:val="00D36D71"/>
    <w:rsid w:val="00D370C9"/>
    <w:rsid w:val="00D37301"/>
    <w:rsid w:val="00D3732F"/>
    <w:rsid w:val="00D37961"/>
    <w:rsid w:val="00D37D19"/>
    <w:rsid w:val="00D37E3F"/>
    <w:rsid w:val="00D4041D"/>
    <w:rsid w:val="00D404B9"/>
    <w:rsid w:val="00D4086C"/>
    <w:rsid w:val="00D40BA3"/>
    <w:rsid w:val="00D41147"/>
    <w:rsid w:val="00D411C6"/>
    <w:rsid w:val="00D4133F"/>
    <w:rsid w:val="00D415D8"/>
    <w:rsid w:val="00D41818"/>
    <w:rsid w:val="00D4189B"/>
    <w:rsid w:val="00D41FAD"/>
    <w:rsid w:val="00D42174"/>
    <w:rsid w:val="00D42451"/>
    <w:rsid w:val="00D42C13"/>
    <w:rsid w:val="00D42E28"/>
    <w:rsid w:val="00D42F43"/>
    <w:rsid w:val="00D42FEF"/>
    <w:rsid w:val="00D437DC"/>
    <w:rsid w:val="00D437E2"/>
    <w:rsid w:val="00D439ED"/>
    <w:rsid w:val="00D43DCB"/>
    <w:rsid w:val="00D43FA9"/>
    <w:rsid w:val="00D440DD"/>
    <w:rsid w:val="00D44472"/>
    <w:rsid w:val="00D44593"/>
    <w:rsid w:val="00D44738"/>
    <w:rsid w:val="00D44AE0"/>
    <w:rsid w:val="00D44CCC"/>
    <w:rsid w:val="00D44DF7"/>
    <w:rsid w:val="00D45086"/>
    <w:rsid w:val="00D45114"/>
    <w:rsid w:val="00D4517E"/>
    <w:rsid w:val="00D451AE"/>
    <w:rsid w:val="00D45844"/>
    <w:rsid w:val="00D4589A"/>
    <w:rsid w:val="00D45ADB"/>
    <w:rsid w:val="00D45C22"/>
    <w:rsid w:val="00D45C42"/>
    <w:rsid w:val="00D45E40"/>
    <w:rsid w:val="00D4632B"/>
    <w:rsid w:val="00D4665F"/>
    <w:rsid w:val="00D46C29"/>
    <w:rsid w:val="00D46DEB"/>
    <w:rsid w:val="00D475AA"/>
    <w:rsid w:val="00D47617"/>
    <w:rsid w:val="00D4763A"/>
    <w:rsid w:val="00D47679"/>
    <w:rsid w:val="00D477EF"/>
    <w:rsid w:val="00D50686"/>
    <w:rsid w:val="00D5079E"/>
    <w:rsid w:val="00D50DBD"/>
    <w:rsid w:val="00D50F3A"/>
    <w:rsid w:val="00D5112F"/>
    <w:rsid w:val="00D5127E"/>
    <w:rsid w:val="00D512D9"/>
    <w:rsid w:val="00D516CB"/>
    <w:rsid w:val="00D517D2"/>
    <w:rsid w:val="00D51E96"/>
    <w:rsid w:val="00D51F59"/>
    <w:rsid w:val="00D523AB"/>
    <w:rsid w:val="00D523CF"/>
    <w:rsid w:val="00D526BF"/>
    <w:rsid w:val="00D52ECC"/>
    <w:rsid w:val="00D52F14"/>
    <w:rsid w:val="00D531E5"/>
    <w:rsid w:val="00D53577"/>
    <w:rsid w:val="00D5375C"/>
    <w:rsid w:val="00D53857"/>
    <w:rsid w:val="00D53BD1"/>
    <w:rsid w:val="00D53FF6"/>
    <w:rsid w:val="00D540C4"/>
    <w:rsid w:val="00D541CE"/>
    <w:rsid w:val="00D542AB"/>
    <w:rsid w:val="00D54451"/>
    <w:rsid w:val="00D5461A"/>
    <w:rsid w:val="00D54882"/>
    <w:rsid w:val="00D548F1"/>
    <w:rsid w:val="00D549CC"/>
    <w:rsid w:val="00D54D31"/>
    <w:rsid w:val="00D55013"/>
    <w:rsid w:val="00D550D5"/>
    <w:rsid w:val="00D552B6"/>
    <w:rsid w:val="00D55704"/>
    <w:rsid w:val="00D558D3"/>
    <w:rsid w:val="00D55B0F"/>
    <w:rsid w:val="00D55FB1"/>
    <w:rsid w:val="00D560CF"/>
    <w:rsid w:val="00D561E7"/>
    <w:rsid w:val="00D564C2"/>
    <w:rsid w:val="00D56940"/>
    <w:rsid w:val="00D56A2F"/>
    <w:rsid w:val="00D570B8"/>
    <w:rsid w:val="00D575FE"/>
    <w:rsid w:val="00D57AEC"/>
    <w:rsid w:val="00D60421"/>
    <w:rsid w:val="00D60638"/>
    <w:rsid w:val="00D6076C"/>
    <w:rsid w:val="00D6077E"/>
    <w:rsid w:val="00D60D59"/>
    <w:rsid w:val="00D6108E"/>
    <w:rsid w:val="00D61234"/>
    <w:rsid w:val="00D61235"/>
    <w:rsid w:val="00D613A3"/>
    <w:rsid w:val="00D61615"/>
    <w:rsid w:val="00D62057"/>
    <w:rsid w:val="00D62158"/>
    <w:rsid w:val="00D62172"/>
    <w:rsid w:val="00D629C0"/>
    <w:rsid w:val="00D634D5"/>
    <w:rsid w:val="00D63B6A"/>
    <w:rsid w:val="00D645DF"/>
    <w:rsid w:val="00D64697"/>
    <w:rsid w:val="00D64A28"/>
    <w:rsid w:val="00D64F7E"/>
    <w:rsid w:val="00D65089"/>
    <w:rsid w:val="00D65510"/>
    <w:rsid w:val="00D65645"/>
    <w:rsid w:val="00D65896"/>
    <w:rsid w:val="00D65CF7"/>
    <w:rsid w:val="00D65EC5"/>
    <w:rsid w:val="00D65FAF"/>
    <w:rsid w:val="00D660CD"/>
    <w:rsid w:val="00D66878"/>
    <w:rsid w:val="00D66BCC"/>
    <w:rsid w:val="00D66C44"/>
    <w:rsid w:val="00D67185"/>
    <w:rsid w:val="00D679D9"/>
    <w:rsid w:val="00D67DAF"/>
    <w:rsid w:val="00D67E15"/>
    <w:rsid w:val="00D67E36"/>
    <w:rsid w:val="00D67F11"/>
    <w:rsid w:val="00D700D2"/>
    <w:rsid w:val="00D70265"/>
    <w:rsid w:val="00D704A9"/>
    <w:rsid w:val="00D70851"/>
    <w:rsid w:val="00D70867"/>
    <w:rsid w:val="00D70C2D"/>
    <w:rsid w:val="00D711EF"/>
    <w:rsid w:val="00D71345"/>
    <w:rsid w:val="00D714C2"/>
    <w:rsid w:val="00D717B2"/>
    <w:rsid w:val="00D71B12"/>
    <w:rsid w:val="00D71CAE"/>
    <w:rsid w:val="00D71EC1"/>
    <w:rsid w:val="00D71F4F"/>
    <w:rsid w:val="00D7205F"/>
    <w:rsid w:val="00D72375"/>
    <w:rsid w:val="00D72465"/>
    <w:rsid w:val="00D72673"/>
    <w:rsid w:val="00D72B48"/>
    <w:rsid w:val="00D72EC9"/>
    <w:rsid w:val="00D73D84"/>
    <w:rsid w:val="00D74795"/>
    <w:rsid w:val="00D74942"/>
    <w:rsid w:val="00D749C4"/>
    <w:rsid w:val="00D752D3"/>
    <w:rsid w:val="00D75456"/>
    <w:rsid w:val="00D75491"/>
    <w:rsid w:val="00D7570D"/>
    <w:rsid w:val="00D75745"/>
    <w:rsid w:val="00D7603A"/>
    <w:rsid w:val="00D762F9"/>
    <w:rsid w:val="00D764AC"/>
    <w:rsid w:val="00D765F7"/>
    <w:rsid w:val="00D76630"/>
    <w:rsid w:val="00D76A2F"/>
    <w:rsid w:val="00D776F2"/>
    <w:rsid w:val="00D77973"/>
    <w:rsid w:val="00D77A6A"/>
    <w:rsid w:val="00D77A99"/>
    <w:rsid w:val="00D77B24"/>
    <w:rsid w:val="00D77BB6"/>
    <w:rsid w:val="00D77BF4"/>
    <w:rsid w:val="00D77EC7"/>
    <w:rsid w:val="00D80178"/>
    <w:rsid w:val="00D80A40"/>
    <w:rsid w:val="00D80C11"/>
    <w:rsid w:val="00D80C7B"/>
    <w:rsid w:val="00D812AB"/>
    <w:rsid w:val="00D812D6"/>
    <w:rsid w:val="00D81701"/>
    <w:rsid w:val="00D81721"/>
    <w:rsid w:val="00D81809"/>
    <w:rsid w:val="00D8188F"/>
    <w:rsid w:val="00D81BFD"/>
    <w:rsid w:val="00D81C31"/>
    <w:rsid w:val="00D81C98"/>
    <w:rsid w:val="00D82B67"/>
    <w:rsid w:val="00D82FEC"/>
    <w:rsid w:val="00D8322D"/>
    <w:rsid w:val="00D8359B"/>
    <w:rsid w:val="00D8359F"/>
    <w:rsid w:val="00D83772"/>
    <w:rsid w:val="00D83805"/>
    <w:rsid w:val="00D83AC3"/>
    <w:rsid w:val="00D83B3F"/>
    <w:rsid w:val="00D83C43"/>
    <w:rsid w:val="00D83DFF"/>
    <w:rsid w:val="00D84047"/>
    <w:rsid w:val="00D84890"/>
    <w:rsid w:val="00D84C91"/>
    <w:rsid w:val="00D84DA6"/>
    <w:rsid w:val="00D84EC7"/>
    <w:rsid w:val="00D84ECA"/>
    <w:rsid w:val="00D84FF6"/>
    <w:rsid w:val="00D853A5"/>
    <w:rsid w:val="00D85433"/>
    <w:rsid w:val="00D85695"/>
    <w:rsid w:val="00D856BA"/>
    <w:rsid w:val="00D85F60"/>
    <w:rsid w:val="00D86438"/>
    <w:rsid w:val="00D86F8B"/>
    <w:rsid w:val="00D87016"/>
    <w:rsid w:val="00D872A5"/>
    <w:rsid w:val="00D872B2"/>
    <w:rsid w:val="00D87404"/>
    <w:rsid w:val="00D8749F"/>
    <w:rsid w:val="00D874E5"/>
    <w:rsid w:val="00D87524"/>
    <w:rsid w:val="00D8755D"/>
    <w:rsid w:val="00D8761C"/>
    <w:rsid w:val="00D87A04"/>
    <w:rsid w:val="00D87D7C"/>
    <w:rsid w:val="00D87E41"/>
    <w:rsid w:val="00D90125"/>
    <w:rsid w:val="00D90621"/>
    <w:rsid w:val="00D9086C"/>
    <w:rsid w:val="00D909F2"/>
    <w:rsid w:val="00D90CEF"/>
    <w:rsid w:val="00D90EE5"/>
    <w:rsid w:val="00D9105F"/>
    <w:rsid w:val="00D9110B"/>
    <w:rsid w:val="00D914EB"/>
    <w:rsid w:val="00D914F8"/>
    <w:rsid w:val="00D91650"/>
    <w:rsid w:val="00D91963"/>
    <w:rsid w:val="00D91987"/>
    <w:rsid w:val="00D920CA"/>
    <w:rsid w:val="00D920D8"/>
    <w:rsid w:val="00D92523"/>
    <w:rsid w:val="00D92660"/>
    <w:rsid w:val="00D9270E"/>
    <w:rsid w:val="00D9273C"/>
    <w:rsid w:val="00D930C7"/>
    <w:rsid w:val="00D930FF"/>
    <w:rsid w:val="00D93A50"/>
    <w:rsid w:val="00D93D69"/>
    <w:rsid w:val="00D93E0D"/>
    <w:rsid w:val="00D94A30"/>
    <w:rsid w:val="00D952BE"/>
    <w:rsid w:val="00D9542D"/>
    <w:rsid w:val="00D954BC"/>
    <w:rsid w:val="00D95529"/>
    <w:rsid w:val="00D95C56"/>
    <w:rsid w:val="00D95DDA"/>
    <w:rsid w:val="00D96978"/>
    <w:rsid w:val="00D96B0D"/>
    <w:rsid w:val="00D96CAE"/>
    <w:rsid w:val="00D96DFA"/>
    <w:rsid w:val="00D97075"/>
    <w:rsid w:val="00D970C5"/>
    <w:rsid w:val="00D97399"/>
    <w:rsid w:val="00D97648"/>
    <w:rsid w:val="00D97781"/>
    <w:rsid w:val="00D97786"/>
    <w:rsid w:val="00D9782C"/>
    <w:rsid w:val="00D97E54"/>
    <w:rsid w:val="00D97FA1"/>
    <w:rsid w:val="00DA00A0"/>
    <w:rsid w:val="00DA0614"/>
    <w:rsid w:val="00DA110A"/>
    <w:rsid w:val="00DA1115"/>
    <w:rsid w:val="00DA111C"/>
    <w:rsid w:val="00DA1331"/>
    <w:rsid w:val="00DA1353"/>
    <w:rsid w:val="00DA1401"/>
    <w:rsid w:val="00DA1724"/>
    <w:rsid w:val="00DA17A5"/>
    <w:rsid w:val="00DA17B5"/>
    <w:rsid w:val="00DA19AD"/>
    <w:rsid w:val="00DA1DBB"/>
    <w:rsid w:val="00DA1F2F"/>
    <w:rsid w:val="00DA24C9"/>
    <w:rsid w:val="00DA2577"/>
    <w:rsid w:val="00DA264E"/>
    <w:rsid w:val="00DA27B5"/>
    <w:rsid w:val="00DA2B41"/>
    <w:rsid w:val="00DA2FFF"/>
    <w:rsid w:val="00DA3235"/>
    <w:rsid w:val="00DA3548"/>
    <w:rsid w:val="00DA364E"/>
    <w:rsid w:val="00DA377E"/>
    <w:rsid w:val="00DA3F2A"/>
    <w:rsid w:val="00DA426D"/>
    <w:rsid w:val="00DA42AB"/>
    <w:rsid w:val="00DA4507"/>
    <w:rsid w:val="00DA458A"/>
    <w:rsid w:val="00DA49E3"/>
    <w:rsid w:val="00DA51D4"/>
    <w:rsid w:val="00DA529B"/>
    <w:rsid w:val="00DA5351"/>
    <w:rsid w:val="00DA5C39"/>
    <w:rsid w:val="00DA5D38"/>
    <w:rsid w:val="00DA5E11"/>
    <w:rsid w:val="00DA5FE3"/>
    <w:rsid w:val="00DA6068"/>
    <w:rsid w:val="00DA607A"/>
    <w:rsid w:val="00DA6182"/>
    <w:rsid w:val="00DA63D3"/>
    <w:rsid w:val="00DA6430"/>
    <w:rsid w:val="00DA649E"/>
    <w:rsid w:val="00DA6618"/>
    <w:rsid w:val="00DA6C91"/>
    <w:rsid w:val="00DA754D"/>
    <w:rsid w:val="00DA767B"/>
    <w:rsid w:val="00DA7DCA"/>
    <w:rsid w:val="00DB0685"/>
    <w:rsid w:val="00DB074F"/>
    <w:rsid w:val="00DB0987"/>
    <w:rsid w:val="00DB0B05"/>
    <w:rsid w:val="00DB0DD0"/>
    <w:rsid w:val="00DB0FE9"/>
    <w:rsid w:val="00DB13BA"/>
    <w:rsid w:val="00DB16CD"/>
    <w:rsid w:val="00DB1989"/>
    <w:rsid w:val="00DB1AE5"/>
    <w:rsid w:val="00DB20C8"/>
    <w:rsid w:val="00DB21CA"/>
    <w:rsid w:val="00DB24E3"/>
    <w:rsid w:val="00DB2E57"/>
    <w:rsid w:val="00DB2E6B"/>
    <w:rsid w:val="00DB2F14"/>
    <w:rsid w:val="00DB3633"/>
    <w:rsid w:val="00DB3DDB"/>
    <w:rsid w:val="00DB44A6"/>
    <w:rsid w:val="00DB4638"/>
    <w:rsid w:val="00DB46D8"/>
    <w:rsid w:val="00DB485D"/>
    <w:rsid w:val="00DB4CCD"/>
    <w:rsid w:val="00DB4D83"/>
    <w:rsid w:val="00DB52DB"/>
    <w:rsid w:val="00DB59E2"/>
    <w:rsid w:val="00DB5A4D"/>
    <w:rsid w:val="00DB5BFC"/>
    <w:rsid w:val="00DB5DF0"/>
    <w:rsid w:val="00DB5EFC"/>
    <w:rsid w:val="00DB5F2F"/>
    <w:rsid w:val="00DB60A4"/>
    <w:rsid w:val="00DB734A"/>
    <w:rsid w:val="00DB78C8"/>
    <w:rsid w:val="00DB7B3F"/>
    <w:rsid w:val="00DC0088"/>
    <w:rsid w:val="00DC025D"/>
    <w:rsid w:val="00DC0492"/>
    <w:rsid w:val="00DC05D0"/>
    <w:rsid w:val="00DC0904"/>
    <w:rsid w:val="00DC097D"/>
    <w:rsid w:val="00DC0A8D"/>
    <w:rsid w:val="00DC0D45"/>
    <w:rsid w:val="00DC0D5E"/>
    <w:rsid w:val="00DC0E3F"/>
    <w:rsid w:val="00DC1257"/>
    <w:rsid w:val="00DC197A"/>
    <w:rsid w:val="00DC1DA3"/>
    <w:rsid w:val="00DC201C"/>
    <w:rsid w:val="00DC205A"/>
    <w:rsid w:val="00DC25D9"/>
    <w:rsid w:val="00DC2715"/>
    <w:rsid w:val="00DC2967"/>
    <w:rsid w:val="00DC2EEB"/>
    <w:rsid w:val="00DC39CD"/>
    <w:rsid w:val="00DC4011"/>
    <w:rsid w:val="00DC414A"/>
    <w:rsid w:val="00DC420C"/>
    <w:rsid w:val="00DC421F"/>
    <w:rsid w:val="00DC463E"/>
    <w:rsid w:val="00DC46CF"/>
    <w:rsid w:val="00DC488A"/>
    <w:rsid w:val="00DC48FA"/>
    <w:rsid w:val="00DC4AAF"/>
    <w:rsid w:val="00DC4E46"/>
    <w:rsid w:val="00DC4F8C"/>
    <w:rsid w:val="00DC5367"/>
    <w:rsid w:val="00DC53DE"/>
    <w:rsid w:val="00DC564D"/>
    <w:rsid w:val="00DC577B"/>
    <w:rsid w:val="00DC595E"/>
    <w:rsid w:val="00DC5E2F"/>
    <w:rsid w:val="00DC6155"/>
    <w:rsid w:val="00DC6927"/>
    <w:rsid w:val="00DC6A45"/>
    <w:rsid w:val="00DC6E03"/>
    <w:rsid w:val="00DC7720"/>
    <w:rsid w:val="00DC7849"/>
    <w:rsid w:val="00DC78B5"/>
    <w:rsid w:val="00DC7AA3"/>
    <w:rsid w:val="00DC7C9E"/>
    <w:rsid w:val="00DD024D"/>
    <w:rsid w:val="00DD0380"/>
    <w:rsid w:val="00DD0824"/>
    <w:rsid w:val="00DD09F7"/>
    <w:rsid w:val="00DD0A01"/>
    <w:rsid w:val="00DD0BF4"/>
    <w:rsid w:val="00DD0F53"/>
    <w:rsid w:val="00DD0FFC"/>
    <w:rsid w:val="00DD10B6"/>
    <w:rsid w:val="00DD1166"/>
    <w:rsid w:val="00DD124E"/>
    <w:rsid w:val="00DD131D"/>
    <w:rsid w:val="00DD154E"/>
    <w:rsid w:val="00DD19A7"/>
    <w:rsid w:val="00DD1A66"/>
    <w:rsid w:val="00DD1AC6"/>
    <w:rsid w:val="00DD1CE8"/>
    <w:rsid w:val="00DD24D3"/>
    <w:rsid w:val="00DD2A54"/>
    <w:rsid w:val="00DD2C97"/>
    <w:rsid w:val="00DD2CF8"/>
    <w:rsid w:val="00DD2F87"/>
    <w:rsid w:val="00DD3177"/>
    <w:rsid w:val="00DD31EC"/>
    <w:rsid w:val="00DD32E5"/>
    <w:rsid w:val="00DD3679"/>
    <w:rsid w:val="00DD3A97"/>
    <w:rsid w:val="00DD3BAA"/>
    <w:rsid w:val="00DD3D5E"/>
    <w:rsid w:val="00DD41BE"/>
    <w:rsid w:val="00DD4244"/>
    <w:rsid w:val="00DD46C6"/>
    <w:rsid w:val="00DD4D71"/>
    <w:rsid w:val="00DD5039"/>
    <w:rsid w:val="00DD5068"/>
    <w:rsid w:val="00DD5628"/>
    <w:rsid w:val="00DD5B04"/>
    <w:rsid w:val="00DD5C86"/>
    <w:rsid w:val="00DD5E61"/>
    <w:rsid w:val="00DD60FD"/>
    <w:rsid w:val="00DD658D"/>
    <w:rsid w:val="00DD742C"/>
    <w:rsid w:val="00DD768A"/>
    <w:rsid w:val="00DD770D"/>
    <w:rsid w:val="00DD7796"/>
    <w:rsid w:val="00DD7C91"/>
    <w:rsid w:val="00DD7DB0"/>
    <w:rsid w:val="00DE0509"/>
    <w:rsid w:val="00DE0522"/>
    <w:rsid w:val="00DE0742"/>
    <w:rsid w:val="00DE0755"/>
    <w:rsid w:val="00DE085B"/>
    <w:rsid w:val="00DE0D5E"/>
    <w:rsid w:val="00DE0E0C"/>
    <w:rsid w:val="00DE1259"/>
    <w:rsid w:val="00DE132B"/>
    <w:rsid w:val="00DE1453"/>
    <w:rsid w:val="00DE1479"/>
    <w:rsid w:val="00DE1670"/>
    <w:rsid w:val="00DE20B0"/>
    <w:rsid w:val="00DE2137"/>
    <w:rsid w:val="00DE2330"/>
    <w:rsid w:val="00DE2390"/>
    <w:rsid w:val="00DE262E"/>
    <w:rsid w:val="00DE323B"/>
    <w:rsid w:val="00DE34A6"/>
    <w:rsid w:val="00DE3900"/>
    <w:rsid w:val="00DE3E74"/>
    <w:rsid w:val="00DE3F20"/>
    <w:rsid w:val="00DE3F25"/>
    <w:rsid w:val="00DE457A"/>
    <w:rsid w:val="00DE466D"/>
    <w:rsid w:val="00DE47D2"/>
    <w:rsid w:val="00DE487B"/>
    <w:rsid w:val="00DE48D3"/>
    <w:rsid w:val="00DE4AA1"/>
    <w:rsid w:val="00DE541B"/>
    <w:rsid w:val="00DE5A5B"/>
    <w:rsid w:val="00DE5EAC"/>
    <w:rsid w:val="00DE60F3"/>
    <w:rsid w:val="00DE61CC"/>
    <w:rsid w:val="00DE65E8"/>
    <w:rsid w:val="00DE69F5"/>
    <w:rsid w:val="00DE7111"/>
    <w:rsid w:val="00DE71E0"/>
    <w:rsid w:val="00DE72B6"/>
    <w:rsid w:val="00DE742B"/>
    <w:rsid w:val="00DE7671"/>
    <w:rsid w:val="00DE79FD"/>
    <w:rsid w:val="00DE7C91"/>
    <w:rsid w:val="00DF0122"/>
    <w:rsid w:val="00DF0B84"/>
    <w:rsid w:val="00DF0D5D"/>
    <w:rsid w:val="00DF0EE1"/>
    <w:rsid w:val="00DF106B"/>
    <w:rsid w:val="00DF1363"/>
    <w:rsid w:val="00DF1646"/>
    <w:rsid w:val="00DF1AD8"/>
    <w:rsid w:val="00DF1E13"/>
    <w:rsid w:val="00DF24AF"/>
    <w:rsid w:val="00DF2B12"/>
    <w:rsid w:val="00DF2BEE"/>
    <w:rsid w:val="00DF2EE7"/>
    <w:rsid w:val="00DF30D6"/>
    <w:rsid w:val="00DF30D9"/>
    <w:rsid w:val="00DF312E"/>
    <w:rsid w:val="00DF31A1"/>
    <w:rsid w:val="00DF3296"/>
    <w:rsid w:val="00DF3370"/>
    <w:rsid w:val="00DF3B73"/>
    <w:rsid w:val="00DF3B90"/>
    <w:rsid w:val="00DF3B97"/>
    <w:rsid w:val="00DF3D5A"/>
    <w:rsid w:val="00DF44A2"/>
    <w:rsid w:val="00DF4890"/>
    <w:rsid w:val="00DF490B"/>
    <w:rsid w:val="00DF52EF"/>
    <w:rsid w:val="00DF537C"/>
    <w:rsid w:val="00DF543E"/>
    <w:rsid w:val="00DF549B"/>
    <w:rsid w:val="00DF56FD"/>
    <w:rsid w:val="00DF5818"/>
    <w:rsid w:val="00DF5C1D"/>
    <w:rsid w:val="00DF630B"/>
    <w:rsid w:val="00DF64CE"/>
    <w:rsid w:val="00DF655A"/>
    <w:rsid w:val="00DF6683"/>
    <w:rsid w:val="00DF684D"/>
    <w:rsid w:val="00DF6C2F"/>
    <w:rsid w:val="00DF70E2"/>
    <w:rsid w:val="00DF718A"/>
    <w:rsid w:val="00DF7355"/>
    <w:rsid w:val="00DF7A13"/>
    <w:rsid w:val="00DF7D33"/>
    <w:rsid w:val="00DF7D84"/>
    <w:rsid w:val="00DF7D93"/>
    <w:rsid w:val="00DF7E3F"/>
    <w:rsid w:val="00DF7FFE"/>
    <w:rsid w:val="00E002BC"/>
    <w:rsid w:val="00E00360"/>
    <w:rsid w:val="00E0073A"/>
    <w:rsid w:val="00E00790"/>
    <w:rsid w:val="00E00925"/>
    <w:rsid w:val="00E00AEB"/>
    <w:rsid w:val="00E00F1B"/>
    <w:rsid w:val="00E00F75"/>
    <w:rsid w:val="00E01431"/>
    <w:rsid w:val="00E017AB"/>
    <w:rsid w:val="00E01B76"/>
    <w:rsid w:val="00E0267B"/>
    <w:rsid w:val="00E026C4"/>
    <w:rsid w:val="00E029B5"/>
    <w:rsid w:val="00E02B8F"/>
    <w:rsid w:val="00E0327A"/>
    <w:rsid w:val="00E03A2C"/>
    <w:rsid w:val="00E03E38"/>
    <w:rsid w:val="00E03FEE"/>
    <w:rsid w:val="00E0431E"/>
    <w:rsid w:val="00E04404"/>
    <w:rsid w:val="00E048F1"/>
    <w:rsid w:val="00E04973"/>
    <w:rsid w:val="00E04AC6"/>
    <w:rsid w:val="00E04BFC"/>
    <w:rsid w:val="00E05065"/>
    <w:rsid w:val="00E0512D"/>
    <w:rsid w:val="00E0540D"/>
    <w:rsid w:val="00E054FB"/>
    <w:rsid w:val="00E05613"/>
    <w:rsid w:val="00E057A1"/>
    <w:rsid w:val="00E06182"/>
    <w:rsid w:val="00E0641D"/>
    <w:rsid w:val="00E064AF"/>
    <w:rsid w:val="00E06594"/>
    <w:rsid w:val="00E0677B"/>
    <w:rsid w:val="00E0692D"/>
    <w:rsid w:val="00E06E6E"/>
    <w:rsid w:val="00E06F13"/>
    <w:rsid w:val="00E07293"/>
    <w:rsid w:val="00E073D8"/>
    <w:rsid w:val="00E076B2"/>
    <w:rsid w:val="00E07770"/>
    <w:rsid w:val="00E0783F"/>
    <w:rsid w:val="00E07858"/>
    <w:rsid w:val="00E07A3F"/>
    <w:rsid w:val="00E07B0F"/>
    <w:rsid w:val="00E103B9"/>
    <w:rsid w:val="00E108A1"/>
    <w:rsid w:val="00E10E19"/>
    <w:rsid w:val="00E10FFA"/>
    <w:rsid w:val="00E113FB"/>
    <w:rsid w:val="00E117B6"/>
    <w:rsid w:val="00E11806"/>
    <w:rsid w:val="00E118FC"/>
    <w:rsid w:val="00E11BB1"/>
    <w:rsid w:val="00E11CAB"/>
    <w:rsid w:val="00E11E3E"/>
    <w:rsid w:val="00E11EE5"/>
    <w:rsid w:val="00E12450"/>
    <w:rsid w:val="00E125E0"/>
    <w:rsid w:val="00E12789"/>
    <w:rsid w:val="00E12D7C"/>
    <w:rsid w:val="00E12FF4"/>
    <w:rsid w:val="00E12FFC"/>
    <w:rsid w:val="00E130AB"/>
    <w:rsid w:val="00E13242"/>
    <w:rsid w:val="00E134CC"/>
    <w:rsid w:val="00E13802"/>
    <w:rsid w:val="00E13AC7"/>
    <w:rsid w:val="00E13ADD"/>
    <w:rsid w:val="00E13B1C"/>
    <w:rsid w:val="00E13C4B"/>
    <w:rsid w:val="00E13F75"/>
    <w:rsid w:val="00E14267"/>
    <w:rsid w:val="00E1463B"/>
    <w:rsid w:val="00E14C6F"/>
    <w:rsid w:val="00E14D56"/>
    <w:rsid w:val="00E15280"/>
    <w:rsid w:val="00E15607"/>
    <w:rsid w:val="00E15810"/>
    <w:rsid w:val="00E15DCE"/>
    <w:rsid w:val="00E161A0"/>
    <w:rsid w:val="00E16398"/>
    <w:rsid w:val="00E1678A"/>
    <w:rsid w:val="00E16FF7"/>
    <w:rsid w:val="00E170C2"/>
    <w:rsid w:val="00E179F7"/>
    <w:rsid w:val="00E204C4"/>
    <w:rsid w:val="00E20823"/>
    <w:rsid w:val="00E20DC3"/>
    <w:rsid w:val="00E21177"/>
    <w:rsid w:val="00E2117F"/>
    <w:rsid w:val="00E21474"/>
    <w:rsid w:val="00E21560"/>
    <w:rsid w:val="00E21963"/>
    <w:rsid w:val="00E21BC5"/>
    <w:rsid w:val="00E21CCD"/>
    <w:rsid w:val="00E21CD5"/>
    <w:rsid w:val="00E2203A"/>
    <w:rsid w:val="00E22139"/>
    <w:rsid w:val="00E22364"/>
    <w:rsid w:val="00E22C3A"/>
    <w:rsid w:val="00E23773"/>
    <w:rsid w:val="00E23C6A"/>
    <w:rsid w:val="00E23FA8"/>
    <w:rsid w:val="00E2404B"/>
    <w:rsid w:val="00E243AF"/>
    <w:rsid w:val="00E244B5"/>
    <w:rsid w:val="00E24AB5"/>
    <w:rsid w:val="00E24D36"/>
    <w:rsid w:val="00E24D95"/>
    <w:rsid w:val="00E24E4E"/>
    <w:rsid w:val="00E24FEC"/>
    <w:rsid w:val="00E253E2"/>
    <w:rsid w:val="00E256C8"/>
    <w:rsid w:val="00E25700"/>
    <w:rsid w:val="00E25996"/>
    <w:rsid w:val="00E25D36"/>
    <w:rsid w:val="00E264F0"/>
    <w:rsid w:val="00E26543"/>
    <w:rsid w:val="00E26863"/>
    <w:rsid w:val="00E268BF"/>
    <w:rsid w:val="00E26B2A"/>
    <w:rsid w:val="00E26E64"/>
    <w:rsid w:val="00E26F0F"/>
    <w:rsid w:val="00E2758B"/>
    <w:rsid w:val="00E277CE"/>
    <w:rsid w:val="00E27A1F"/>
    <w:rsid w:val="00E27A80"/>
    <w:rsid w:val="00E27A96"/>
    <w:rsid w:val="00E27B2C"/>
    <w:rsid w:val="00E27B6E"/>
    <w:rsid w:val="00E30327"/>
    <w:rsid w:val="00E30393"/>
    <w:rsid w:val="00E30394"/>
    <w:rsid w:val="00E30460"/>
    <w:rsid w:val="00E304B6"/>
    <w:rsid w:val="00E3066E"/>
    <w:rsid w:val="00E308F4"/>
    <w:rsid w:val="00E3095B"/>
    <w:rsid w:val="00E309B1"/>
    <w:rsid w:val="00E30AC2"/>
    <w:rsid w:val="00E30B30"/>
    <w:rsid w:val="00E30F89"/>
    <w:rsid w:val="00E31033"/>
    <w:rsid w:val="00E3125B"/>
    <w:rsid w:val="00E312F1"/>
    <w:rsid w:val="00E3161E"/>
    <w:rsid w:val="00E318F8"/>
    <w:rsid w:val="00E31A3E"/>
    <w:rsid w:val="00E32229"/>
    <w:rsid w:val="00E3228E"/>
    <w:rsid w:val="00E324DA"/>
    <w:rsid w:val="00E32602"/>
    <w:rsid w:val="00E328B8"/>
    <w:rsid w:val="00E32A0F"/>
    <w:rsid w:val="00E32C31"/>
    <w:rsid w:val="00E32DAA"/>
    <w:rsid w:val="00E32EDD"/>
    <w:rsid w:val="00E331F2"/>
    <w:rsid w:val="00E333F0"/>
    <w:rsid w:val="00E33838"/>
    <w:rsid w:val="00E338C1"/>
    <w:rsid w:val="00E339CF"/>
    <w:rsid w:val="00E33EA2"/>
    <w:rsid w:val="00E34033"/>
    <w:rsid w:val="00E3403D"/>
    <w:rsid w:val="00E348F8"/>
    <w:rsid w:val="00E34924"/>
    <w:rsid w:val="00E349CC"/>
    <w:rsid w:val="00E34AB6"/>
    <w:rsid w:val="00E34B9E"/>
    <w:rsid w:val="00E35002"/>
    <w:rsid w:val="00E3515E"/>
    <w:rsid w:val="00E3519E"/>
    <w:rsid w:val="00E35362"/>
    <w:rsid w:val="00E356AD"/>
    <w:rsid w:val="00E357C6"/>
    <w:rsid w:val="00E358EA"/>
    <w:rsid w:val="00E35CCB"/>
    <w:rsid w:val="00E3646F"/>
    <w:rsid w:val="00E364C4"/>
    <w:rsid w:val="00E365E7"/>
    <w:rsid w:val="00E36965"/>
    <w:rsid w:val="00E36D5F"/>
    <w:rsid w:val="00E37363"/>
    <w:rsid w:val="00E3765F"/>
    <w:rsid w:val="00E378FF"/>
    <w:rsid w:val="00E37DA9"/>
    <w:rsid w:val="00E40089"/>
    <w:rsid w:val="00E4085B"/>
    <w:rsid w:val="00E40897"/>
    <w:rsid w:val="00E40913"/>
    <w:rsid w:val="00E40A46"/>
    <w:rsid w:val="00E40B31"/>
    <w:rsid w:val="00E40D17"/>
    <w:rsid w:val="00E40EE6"/>
    <w:rsid w:val="00E410FE"/>
    <w:rsid w:val="00E41332"/>
    <w:rsid w:val="00E413E2"/>
    <w:rsid w:val="00E4163E"/>
    <w:rsid w:val="00E41A58"/>
    <w:rsid w:val="00E41B54"/>
    <w:rsid w:val="00E41C3D"/>
    <w:rsid w:val="00E41C9B"/>
    <w:rsid w:val="00E42013"/>
    <w:rsid w:val="00E4202F"/>
    <w:rsid w:val="00E420F0"/>
    <w:rsid w:val="00E421C8"/>
    <w:rsid w:val="00E4250B"/>
    <w:rsid w:val="00E42736"/>
    <w:rsid w:val="00E42961"/>
    <w:rsid w:val="00E42AD0"/>
    <w:rsid w:val="00E42CDF"/>
    <w:rsid w:val="00E42E12"/>
    <w:rsid w:val="00E432D3"/>
    <w:rsid w:val="00E43430"/>
    <w:rsid w:val="00E4372D"/>
    <w:rsid w:val="00E43AFC"/>
    <w:rsid w:val="00E43E53"/>
    <w:rsid w:val="00E43F95"/>
    <w:rsid w:val="00E441F4"/>
    <w:rsid w:val="00E443A2"/>
    <w:rsid w:val="00E443CD"/>
    <w:rsid w:val="00E44619"/>
    <w:rsid w:val="00E4462B"/>
    <w:rsid w:val="00E44748"/>
    <w:rsid w:val="00E4481D"/>
    <w:rsid w:val="00E44843"/>
    <w:rsid w:val="00E44E4D"/>
    <w:rsid w:val="00E4501D"/>
    <w:rsid w:val="00E45059"/>
    <w:rsid w:val="00E453DE"/>
    <w:rsid w:val="00E4561E"/>
    <w:rsid w:val="00E45721"/>
    <w:rsid w:val="00E45BCC"/>
    <w:rsid w:val="00E45F26"/>
    <w:rsid w:val="00E4677C"/>
    <w:rsid w:val="00E46B65"/>
    <w:rsid w:val="00E46E6E"/>
    <w:rsid w:val="00E46F5B"/>
    <w:rsid w:val="00E47027"/>
    <w:rsid w:val="00E478EE"/>
    <w:rsid w:val="00E47C3A"/>
    <w:rsid w:val="00E47DE2"/>
    <w:rsid w:val="00E5020F"/>
    <w:rsid w:val="00E503E6"/>
    <w:rsid w:val="00E519BF"/>
    <w:rsid w:val="00E51AD3"/>
    <w:rsid w:val="00E520EB"/>
    <w:rsid w:val="00E52188"/>
    <w:rsid w:val="00E52268"/>
    <w:rsid w:val="00E5248E"/>
    <w:rsid w:val="00E52A75"/>
    <w:rsid w:val="00E52C26"/>
    <w:rsid w:val="00E52DD9"/>
    <w:rsid w:val="00E52DEC"/>
    <w:rsid w:val="00E52E3E"/>
    <w:rsid w:val="00E52F9A"/>
    <w:rsid w:val="00E53215"/>
    <w:rsid w:val="00E536AC"/>
    <w:rsid w:val="00E53E2F"/>
    <w:rsid w:val="00E541BE"/>
    <w:rsid w:val="00E5420E"/>
    <w:rsid w:val="00E54C93"/>
    <w:rsid w:val="00E54F90"/>
    <w:rsid w:val="00E5505B"/>
    <w:rsid w:val="00E55117"/>
    <w:rsid w:val="00E55125"/>
    <w:rsid w:val="00E55260"/>
    <w:rsid w:val="00E554A2"/>
    <w:rsid w:val="00E55558"/>
    <w:rsid w:val="00E55652"/>
    <w:rsid w:val="00E556DA"/>
    <w:rsid w:val="00E55A99"/>
    <w:rsid w:val="00E55F14"/>
    <w:rsid w:val="00E561DE"/>
    <w:rsid w:val="00E563D8"/>
    <w:rsid w:val="00E564E6"/>
    <w:rsid w:val="00E56609"/>
    <w:rsid w:val="00E567AA"/>
    <w:rsid w:val="00E56807"/>
    <w:rsid w:val="00E56AE4"/>
    <w:rsid w:val="00E56CEB"/>
    <w:rsid w:val="00E56D2B"/>
    <w:rsid w:val="00E56D2E"/>
    <w:rsid w:val="00E56D40"/>
    <w:rsid w:val="00E56E75"/>
    <w:rsid w:val="00E5746D"/>
    <w:rsid w:val="00E576C4"/>
    <w:rsid w:val="00E577B9"/>
    <w:rsid w:val="00E577CF"/>
    <w:rsid w:val="00E57807"/>
    <w:rsid w:val="00E57A6E"/>
    <w:rsid w:val="00E57CEC"/>
    <w:rsid w:val="00E60785"/>
    <w:rsid w:val="00E60D0A"/>
    <w:rsid w:val="00E60D6E"/>
    <w:rsid w:val="00E6126D"/>
    <w:rsid w:val="00E612DA"/>
    <w:rsid w:val="00E61347"/>
    <w:rsid w:val="00E61595"/>
    <w:rsid w:val="00E6169A"/>
    <w:rsid w:val="00E619BC"/>
    <w:rsid w:val="00E61F10"/>
    <w:rsid w:val="00E61F32"/>
    <w:rsid w:val="00E61F8F"/>
    <w:rsid w:val="00E621A3"/>
    <w:rsid w:val="00E6220C"/>
    <w:rsid w:val="00E622DB"/>
    <w:rsid w:val="00E6276B"/>
    <w:rsid w:val="00E6281B"/>
    <w:rsid w:val="00E628A6"/>
    <w:rsid w:val="00E62F27"/>
    <w:rsid w:val="00E630E8"/>
    <w:rsid w:val="00E6339D"/>
    <w:rsid w:val="00E6359E"/>
    <w:rsid w:val="00E6361F"/>
    <w:rsid w:val="00E63C58"/>
    <w:rsid w:val="00E63E98"/>
    <w:rsid w:val="00E64059"/>
    <w:rsid w:val="00E6405A"/>
    <w:rsid w:val="00E64120"/>
    <w:rsid w:val="00E64607"/>
    <w:rsid w:val="00E64A5A"/>
    <w:rsid w:val="00E64CBF"/>
    <w:rsid w:val="00E64CC7"/>
    <w:rsid w:val="00E65E0D"/>
    <w:rsid w:val="00E65E35"/>
    <w:rsid w:val="00E664F7"/>
    <w:rsid w:val="00E666C7"/>
    <w:rsid w:val="00E6688A"/>
    <w:rsid w:val="00E668D4"/>
    <w:rsid w:val="00E66D16"/>
    <w:rsid w:val="00E675D1"/>
    <w:rsid w:val="00E67623"/>
    <w:rsid w:val="00E67C10"/>
    <w:rsid w:val="00E67CDA"/>
    <w:rsid w:val="00E67EB4"/>
    <w:rsid w:val="00E67FEC"/>
    <w:rsid w:val="00E703B5"/>
    <w:rsid w:val="00E70534"/>
    <w:rsid w:val="00E70D17"/>
    <w:rsid w:val="00E7108C"/>
    <w:rsid w:val="00E7120D"/>
    <w:rsid w:val="00E7125B"/>
    <w:rsid w:val="00E71600"/>
    <w:rsid w:val="00E719FB"/>
    <w:rsid w:val="00E71A65"/>
    <w:rsid w:val="00E71B19"/>
    <w:rsid w:val="00E71B94"/>
    <w:rsid w:val="00E71BD1"/>
    <w:rsid w:val="00E71CC0"/>
    <w:rsid w:val="00E71D3A"/>
    <w:rsid w:val="00E72172"/>
    <w:rsid w:val="00E72214"/>
    <w:rsid w:val="00E7259B"/>
    <w:rsid w:val="00E727FA"/>
    <w:rsid w:val="00E72940"/>
    <w:rsid w:val="00E72B3D"/>
    <w:rsid w:val="00E73766"/>
    <w:rsid w:val="00E737A5"/>
    <w:rsid w:val="00E737FA"/>
    <w:rsid w:val="00E73D36"/>
    <w:rsid w:val="00E73E4E"/>
    <w:rsid w:val="00E73EA9"/>
    <w:rsid w:val="00E7411A"/>
    <w:rsid w:val="00E7436C"/>
    <w:rsid w:val="00E74809"/>
    <w:rsid w:val="00E755B5"/>
    <w:rsid w:val="00E759A3"/>
    <w:rsid w:val="00E75A37"/>
    <w:rsid w:val="00E75BFF"/>
    <w:rsid w:val="00E75D68"/>
    <w:rsid w:val="00E75E42"/>
    <w:rsid w:val="00E76068"/>
    <w:rsid w:val="00E76485"/>
    <w:rsid w:val="00E76DAE"/>
    <w:rsid w:val="00E76F59"/>
    <w:rsid w:val="00E7709B"/>
    <w:rsid w:val="00E771FF"/>
    <w:rsid w:val="00E774F4"/>
    <w:rsid w:val="00E77F63"/>
    <w:rsid w:val="00E80153"/>
    <w:rsid w:val="00E8092F"/>
    <w:rsid w:val="00E80A93"/>
    <w:rsid w:val="00E80B94"/>
    <w:rsid w:val="00E80D9E"/>
    <w:rsid w:val="00E81066"/>
    <w:rsid w:val="00E81106"/>
    <w:rsid w:val="00E811B7"/>
    <w:rsid w:val="00E81234"/>
    <w:rsid w:val="00E81908"/>
    <w:rsid w:val="00E81C74"/>
    <w:rsid w:val="00E81E5C"/>
    <w:rsid w:val="00E82439"/>
    <w:rsid w:val="00E82716"/>
    <w:rsid w:val="00E82928"/>
    <w:rsid w:val="00E8294A"/>
    <w:rsid w:val="00E82C1F"/>
    <w:rsid w:val="00E82D6C"/>
    <w:rsid w:val="00E82F15"/>
    <w:rsid w:val="00E832F3"/>
    <w:rsid w:val="00E83425"/>
    <w:rsid w:val="00E835FC"/>
    <w:rsid w:val="00E83898"/>
    <w:rsid w:val="00E83A4F"/>
    <w:rsid w:val="00E83BE7"/>
    <w:rsid w:val="00E8400A"/>
    <w:rsid w:val="00E840AD"/>
    <w:rsid w:val="00E840CE"/>
    <w:rsid w:val="00E84811"/>
    <w:rsid w:val="00E848A5"/>
    <w:rsid w:val="00E84F89"/>
    <w:rsid w:val="00E84FFA"/>
    <w:rsid w:val="00E8523A"/>
    <w:rsid w:val="00E8543B"/>
    <w:rsid w:val="00E856D4"/>
    <w:rsid w:val="00E85770"/>
    <w:rsid w:val="00E85D94"/>
    <w:rsid w:val="00E8653A"/>
    <w:rsid w:val="00E866B1"/>
    <w:rsid w:val="00E866CB"/>
    <w:rsid w:val="00E86863"/>
    <w:rsid w:val="00E86E68"/>
    <w:rsid w:val="00E8739F"/>
    <w:rsid w:val="00E87680"/>
    <w:rsid w:val="00E8794D"/>
    <w:rsid w:val="00E87C21"/>
    <w:rsid w:val="00E87D9B"/>
    <w:rsid w:val="00E903A1"/>
    <w:rsid w:val="00E905C9"/>
    <w:rsid w:val="00E90D95"/>
    <w:rsid w:val="00E90EC0"/>
    <w:rsid w:val="00E91049"/>
    <w:rsid w:val="00E91419"/>
    <w:rsid w:val="00E9152C"/>
    <w:rsid w:val="00E9170E"/>
    <w:rsid w:val="00E9181D"/>
    <w:rsid w:val="00E91C50"/>
    <w:rsid w:val="00E91CBE"/>
    <w:rsid w:val="00E91EAF"/>
    <w:rsid w:val="00E923EA"/>
    <w:rsid w:val="00E9245D"/>
    <w:rsid w:val="00E92B1D"/>
    <w:rsid w:val="00E92C90"/>
    <w:rsid w:val="00E93107"/>
    <w:rsid w:val="00E93283"/>
    <w:rsid w:val="00E9328D"/>
    <w:rsid w:val="00E93449"/>
    <w:rsid w:val="00E93A8A"/>
    <w:rsid w:val="00E93ACD"/>
    <w:rsid w:val="00E93D32"/>
    <w:rsid w:val="00E94003"/>
    <w:rsid w:val="00E94046"/>
    <w:rsid w:val="00E9479C"/>
    <w:rsid w:val="00E94808"/>
    <w:rsid w:val="00E9485A"/>
    <w:rsid w:val="00E94C66"/>
    <w:rsid w:val="00E95261"/>
    <w:rsid w:val="00E954E9"/>
    <w:rsid w:val="00E954EB"/>
    <w:rsid w:val="00E95AB6"/>
    <w:rsid w:val="00E95AD7"/>
    <w:rsid w:val="00E95C6F"/>
    <w:rsid w:val="00E95CDE"/>
    <w:rsid w:val="00E95D2A"/>
    <w:rsid w:val="00E95E34"/>
    <w:rsid w:val="00E960D2"/>
    <w:rsid w:val="00E96510"/>
    <w:rsid w:val="00E967AA"/>
    <w:rsid w:val="00E96BCD"/>
    <w:rsid w:val="00E96ED9"/>
    <w:rsid w:val="00E96EF3"/>
    <w:rsid w:val="00E97040"/>
    <w:rsid w:val="00E974F5"/>
    <w:rsid w:val="00E9756F"/>
    <w:rsid w:val="00E975EE"/>
    <w:rsid w:val="00E97799"/>
    <w:rsid w:val="00E97F21"/>
    <w:rsid w:val="00E97FD8"/>
    <w:rsid w:val="00EA004D"/>
    <w:rsid w:val="00EA01D6"/>
    <w:rsid w:val="00EA034C"/>
    <w:rsid w:val="00EA058B"/>
    <w:rsid w:val="00EA0723"/>
    <w:rsid w:val="00EA0771"/>
    <w:rsid w:val="00EA0832"/>
    <w:rsid w:val="00EA0929"/>
    <w:rsid w:val="00EA098B"/>
    <w:rsid w:val="00EA0AD2"/>
    <w:rsid w:val="00EA0B7B"/>
    <w:rsid w:val="00EA0CCA"/>
    <w:rsid w:val="00EA0EC2"/>
    <w:rsid w:val="00EA112B"/>
    <w:rsid w:val="00EA1156"/>
    <w:rsid w:val="00EA132F"/>
    <w:rsid w:val="00EA1377"/>
    <w:rsid w:val="00EA1CCC"/>
    <w:rsid w:val="00EA1E6C"/>
    <w:rsid w:val="00EA200E"/>
    <w:rsid w:val="00EA25AF"/>
    <w:rsid w:val="00EA28B8"/>
    <w:rsid w:val="00EA2A94"/>
    <w:rsid w:val="00EA2AB4"/>
    <w:rsid w:val="00EA31FB"/>
    <w:rsid w:val="00EA32F2"/>
    <w:rsid w:val="00EA3804"/>
    <w:rsid w:val="00EA39DA"/>
    <w:rsid w:val="00EA3AB3"/>
    <w:rsid w:val="00EA3DF8"/>
    <w:rsid w:val="00EA3F24"/>
    <w:rsid w:val="00EA416A"/>
    <w:rsid w:val="00EA456E"/>
    <w:rsid w:val="00EA45ED"/>
    <w:rsid w:val="00EA49F7"/>
    <w:rsid w:val="00EA4AC3"/>
    <w:rsid w:val="00EA4B62"/>
    <w:rsid w:val="00EA56C6"/>
    <w:rsid w:val="00EA57F1"/>
    <w:rsid w:val="00EA5855"/>
    <w:rsid w:val="00EA59A0"/>
    <w:rsid w:val="00EA634B"/>
    <w:rsid w:val="00EA64CC"/>
    <w:rsid w:val="00EA64FA"/>
    <w:rsid w:val="00EA6B8C"/>
    <w:rsid w:val="00EA6C04"/>
    <w:rsid w:val="00EA6C49"/>
    <w:rsid w:val="00EA6EFE"/>
    <w:rsid w:val="00EA7198"/>
    <w:rsid w:val="00EA755E"/>
    <w:rsid w:val="00EA7565"/>
    <w:rsid w:val="00EA756D"/>
    <w:rsid w:val="00EA7E78"/>
    <w:rsid w:val="00EB090F"/>
    <w:rsid w:val="00EB0B3F"/>
    <w:rsid w:val="00EB0D4E"/>
    <w:rsid w:val="00EB0D87"/>
    <w:rsid w:val="00EB1502"/>
    <w:rsid w:val="00EB17C3"/>
    <w:rsid w:val="00EB18C3"/>
    <w:rsid w:val="00EB1D5A"/>
    <w:rsid w:val="00EB2058"/>
    <w:rsid w:val="00EB216A"/>
    <w:rsid w:val="00EB25ED"/>
    <w:rsid w:val="00EB26DC"/>
    <w:rsid w:val="00EB27F2"/>
    <w:rsid w:val="00EB2AC3"/>
    <w:rsid w:val="00EB2B58"/>
    <w:rsid w:val="00EB2E7B"/>
    <w:rsid w:val="00EB33DD"/>
    <w:rsid w:val="00EB3472"/>
    <w:rsid w:val="00EB35DF"/>
    <w:rsid w:val="00EB38D8"/>
    <w:rsid w:val="00EB3EBF"/>
    <w:rsid w:val="00EB416E"/>
    <w:rsid w:val="00EB4225"/>
    <w:rsid w:val="00EB432D"/>
    <w:rsid w:val="00EB5061"/>
    <w:rsid w:val="00EB5283"/>
    <w:rsid w:val="00EB534A"/>
    <w:rsid w:val="00EB540C"/>
    <w:rsid w:val="00EB5746"/>
    <w:rsid w:val="00EB57E4"/>
    <w:rsid w:val="00EB5B6F"/>
    <w:rsid w:val="00EB605F"/>
    <w:rsid w:val="00EB607A"/>
    <w:rsid w:val="00EB6199"/>
    <w:rsid w:val="00EB650E"/>
    <w:rsid w:val="00EB67C3"/>
    <w:rsid w:val="00EB6800"/>
    <w:rsid w:val="00EB6854"/>
    <w:rsid w:val="00EB68AB"/>
    <w:rsid w:val="00EB6934"/>
    <w:rsid w:val="00EB6A5F"/>
    <w:rsid w:val="00EB6D67"/>
    <w:rsid w:val="00EB6F04"/>
    <w:rsid w:val="00EB74E2"/>
    <w:rsid w:val="00EB798D"/>
    <w:rsid w:val="00EC022C"/>
    <w:rsid w:val="00EC0C1F"/>
    <w:rsid w:val="00EC0CBE"/>
    <w:rsid w:val="00EC13F3"/>
    <w:rsid w:val="00EC1C71"/>
    <w:rsid w:val="00EC1D63"/>
    <w:rsid w:val="00EC225C"/>
    <w:rsid w:val="00EC27E4"/>
    <w:rsid w:val="00EC369F"/>
    <w:rsid w:val="00EC3C8C"/>
    <w:rsid w:val="00EC42D2"/>
    <w:rsid w:val="00EC4A06"/>
    <w:rsid w:val="00EC4ACB"/>
    <w:rsid w:val="00EC4C08"/>
    <w:rsid w:val="00EC4E43"/>
    <w:rsid w:val="00EC51B1"/>
    <w:rsid w:val="00EC5263"/>
    <w:rsid w:val="00EC5376"/>
    <w:rsid w:val="00EC5744"/>
    <w:rsid w:val="00EC5872"/>
    <w:rsid w:val="00EC5AC0"/>
    <w:rsid w:val="00EC5BA8"/>
    <w:rsid w:val="00EC5C24"/>
    <w:rsid w:val="00EC699C"/>
    <w:rsid w:val="00EC6D7D"/>
    <w:rsid w:val="00EC6E65"/>
    <w:rsid w:val="00EC6F58"/>
    <w:rsid w:val="00EC70EC"/>
    <w:rsid w:val="00EC71EF"/>
    <w:rsid w:val="00EC7313"/>
    <w:rsid w:val="00EC75C4"/>
    <w:rsid w:val="00EC76BC"/>
    <w:rsid w:val="00EC7953"/>
    <w:rsid w:val="00EC79D2"/>
    <w:rsid w:val="00EC7ABA"/>
    <w:rsid w:val="00EC7AC7"/>
    <w:rsid w:val="00ED06BC"/>
    <w:rsid w:val="00ED126B"/>
    <w:rsid w:val="00ED12F4"/>
    <w:rsid w:val="00ED17C2"/>
    <w:rsid w:val="00ED1AEE"/>
    <w:rsid w:val="00ED1BB9"/>
    <w:rsid w:val="00ED1CCE"/>
    <w:rsid w:val="00ED2063"/>
    <w:rsid w:val="00ED2226"/>
    <w:rsid w:val="00ED2948"/>
    <w:rsid w:val="00ED29BB"/>
    <w:rsid w:val="00ED2EC4"/>
    <w:rsid w:val="00ED3483"/>
    <w:rsid w:val="00ED359E"/>
    <w:rsid w:val="00ED3608"/>
    <w:rsid w:val="00ED36A7"/>
    <w:rsid w:val="00ED37FB"/>
    <w:rsid w:val="00ED4064"/>
    <w:rsid w:val="00ED4394"/>
    <w:rsid w:val="00ED44FB"/>
    <w:rsid w:val="00ED4521"/>
    <w:rsid w:val="00ED4622"/>
    <w:rsid w:val="00ED47B7"/>
    <w:rsid w:val="00ED47D4"/>
    <w:rsid w:val="00ED47EA"/>
    <w:rsid w:val="00ED47F4"/>
    <w:rsid w:val="00ED4F85"/>
    <w:rsid w:val="00ED5269"/>
    <w:rsid w:val="00ED5987"/>
    <w:rsid w:val="00ED69D2"/>
    <w:rsid w:val="00ED6E2D"/>
    <w:rsid w:val="00ED70F2"/>
    <w:rsid w:val="00ED71DA"/>
    <w:rsid w:val="00ED72A7"/>
    <w:rsid w:val="00ED73ED"/>
    <w:rsid w:val="00ED744B"/>
    <w:rsid w:val="00ED74C6"/>
    <w:rsid w:val="00ED7895"/>
    <w:rsid w:val="00ED78A3"/>
    <w:rsid w:val="00ED79ED"/>
    <w:rsid w:val="00ED7C6A"/>
    <w:rsid w:val="00ED7F53"/>
    <w:rsid w:val="00EE01CE"/>
    <w:rsid w:val="00EE06E8"/>
    <w:rsid w:val="00EE07A9"/>
    <w:rsid w:val="00EE0E51"/>
    <w:rsid w:val="00EE14F4"/>
    <w:rsid w:val="00EE1A29"/>
    <w:rsid w:val="00EE1D77"/>
    <w:rsid w:val="00EE21B2"/>
    <w:rsid w:val="00EE2584"/>
    <w:rsid w:val="00EE2A13"/>
    <w:rsid w:val="00EE2D7B"/>
    <w:rsid w:val="00EE34C5"/>
    <w:rsid w:val="00EE352D"/>
    <w:rsid w:val="00EE375C"/>
    <w:rsid w:val="00EE3785"/>
    <w:rsid w:val="00EE37B8"/>
    <w:rsid w:val="00EE386F"/>
    <w:rsid w:val="00EE38D5"/>
    <w:rsid w:val="00EE3D4E"/>
    <w:rsid w:val="00EE3D9B"/>
    <w:rsid w:val="00EE4023"/>
    <w:rsid w:val="00EE41F1"/>
    <w:rsid w:val="00EE444C"/>
    <w:rsid w:val="00EE4455"/>
    <w:rsid w:val="00EE47CA"/>
    <w:rsid w:val="00EE494C"/>
    <w:rsid w:val="00EE494D"/>
    <w:rsid w:val="00EE4DA2"/>
    <w:rsid w:val="00EE55A9"/>
    <w:rsid w:val="00EE58EF"/>
    <w:rsid w:val="00EE5F70"/>
    <w:rsid w:val="00EE64CB"/>
    <w:rsid w:val="00EE65AF"/>
    <w:rsid w:val="00EE66E9"/>
    <w:rsid w:val="00EE679B"/>
    <w:rsid w:val="00EE6CA9"/>
    <w:rsid w:val="00EE6CFF"/>
    <w:rsid w:val="00EE6E08"/>
    <w:rsid w:val="00EE72C5"/>
    <w:rsid w:val="00EE7947"/>
    <w:rsid w:val="00EE7FAB"/>
    <w:rsid w:val="00EE7FE3"/>
    <w:rsid w:val="00EF037F"/>
    <w:rsid w:val="00EF048D"/>
    <w:rsid w:val="00EF092C"/>
    <w:rsid w:val="00EF1132"/>
    <w:rsid w:val="00EF11E5"/>
    <w:rsid w:val="00EF127D"/>
    <w:rsid w:val="00EF159D"/>
    <w:rsid w:val="00EF1714"/>
    <w:rsid w:val="00EF190D"/>
    <w:rsid w:val="00EF1950"/>
    <w:rsid w:val="00EF1C46"/>
    <w:rsid w:val="00EF21BB"/>
    <w:rsid w:val="00EF2475"/>
    <w:rsid w:val="00EF26AF"/>
    <w:rsid w:val="00EF26E7"/>
    <w:rsid w:val="00EF2C7B"/>
    <w:rsid w:val="00EF2CA4"/>
    <w:rsid w:val="00EF2CB2"/>
    <w:rsid w:val="00EF2CF5"/>
    <w:rsid w:val="00EF30D5"/>
    <w:rsid w:val="00EF3234"/>
    <w:rsid w:val="00EF3903"/>
    <w:rsid w:val="00EF3940"/>
    <w:rsid w:val="00EF39DB"/>
    <w:rsid w:val="00EF3A5A"/>
    <w:rsid w:val="00EF3C0E"/>
    <w:rsid w:val="00EF3E25"/>
    <w:rsid w:val="00EF4094"/>
    <w:rsid w:val="00EF40BA"/>
    <w:rsid w:val="00EF472A"/>
    <w:rsid w:val="00EF488D"/>
    <w:rsid w:val="00EF4DB6"/>
    <w:rsid w:val="00EF4E26"/>
    <w:rsid w:val="00EF515A"/>
    <w:rsid w:val="00EF543D"/>
    <w:rsid w:val="00EF5481"/>
    <w:rsid w:val="00EF54EC"/>
    <w:rsid w:val="00EF5530"/>
    <w:rsid w:val="00EF5837"/>
    <w:rsid w:val="00EF5B6C"/>
    <w:rsid w:val="00EF5DE5"/>
    <w:rsid w:val="00EF5ED2"/>
    <w:rsid w:val="00EF6240"/>
    <w:rsid w:val="00EF66E9"/>
    <w:rsid w:val="00EF6859"/>
    <w:rsid w:val="00EF6B41"/>
    <w:rsid w:val="00EF6B90"/>
    <w:rsid w:val="00EF6C4D"/>
    <w:rsid w:val="00EF6EFB"/>
    <w:rsid w:val="00EF7011"/>
    <w:rsid w:val="00EF71A6"/>
    <w:rsid w:val="00EF748A"/>
    <w:rsid w:val="00F0028E"/>
    <w:rsid w:val="00F005D0"/>
    <w:rsid w:val="00F0065A"/>
    <w:rsid w:val="00F00727"/>
    <w:rsid w:val="00F008AB"/>
    <w:rsid w:val="00F00B20"/>
    <w:rsid w:val="00F010D6"/>
    <w:rsid w:val="00F01267"/>
    <w:rsid w:val="00F0136D"/>
    <w:rsid w:val="00F0141B"/>
    <w:rsid w:val="00F0165B"/>
    <w:rsid w:val="00F01764"/>
    <w:rsid w:val="00F0188D"/>
    <w:rsid w:val="00F01EAB"/>
    <w:rsid w:val="00F02622"/>
    <w:rsid w:val="00F02814"/>
    <w:rsid w:val="00F02825"/>
    <w:rsid w:val="00F02A15"/>
    <w:rsid w:val="00F02DAB"/>
    <w:rsid w:val="00F032F4"/>
    <w:rsid w:val="00F03521"/>
    <w:rsid w:val="00F03658"/>
    <w:rsid w:val="00F0371D"/>
    <w:rsid w:val="00F03DAE"/>
    <w:rsid w:val="00F0422C"/>
    <w:rsid w:val="00F047DF"/>
    <w:rsid w:val="00F0495C"/>
    <w:rsid w:val="00F0496A"/>
    <w:rsid w:val="00F04A5D"/>
    <w:rsid w:val="00F04D30"/>
    <w:rsid w:val="00F054F6"/>
    <w:rsid w:val="00F05BF6"/>
    <w:rsid w:val="00F05F62"/>
    <w:rsid w:val="00F06036"/>
    <w:rsid w:val="00F06081"/>
    <w:rsid w:val="00F06483"/>
    <w:rsid w:val="00F065C7"/>
    <w:rsid w:val="00F0676B"/>
    <w:rsid w:val="00F0687F"/>
    <w:rsid w:val="00F0699C"/>
    <w:rsid w:val="00F06AC0"/>
    <w:rsid w:val="00F06BCF"/>
    <w:rsid w:val="00F06D82"/>
    <w:rsid w:val="00F06F1E"/>
    <w:rsid w:val="00F071E6"/>
    <w:rsid w:val="00F073A2"/>
    <w:rsid w:val="00F07448"/>
    <w:rsid w:val="00F07DCC"/>
    <w:rsid w:val="00F10B62"/>
    <w:rsid w:val="00F11024"/>
    <w:rsid w:val="00F11366"/>
    <w:rsid w:val="00F11646"/>
    <w:rsid w:val="00F116D5"/>
    <w:rsid w:val="00F1176F"/>
    <w:rsid w:val="00F118F3"/>
    <w:rsid w:val="00F11B40"/>
    <w:rsid w:val="00F11C52"/>
    <w:rsid w:val="00F11CD0"/>
    <w:rsid w:val="00F12408"/>
    <w:rsid w:val="00F124E9"/>
    <w:rsid w:val="00F13594"/>
    <w:rsid w:val="00F13AD4"/>
    <w:rsid w:val="00F13C12"/>
    <w:rsid w:val="00F13EBF"/>
    <w:rsid w:val="00F141CA"/>
    <w:rsid w:val="00F14ADF"/>
    <w:rsid w:val="00F14D30"/>
    <w:rsid w:val="00F14D35"/>
    <w:rsid w:val="00F14F84"/>
    <w:rsid w:val="00F155BA"/>
    <w:rsid w:val="00F1586A"/>
    <w:rsid w:val="00F158B7"/>
    <w:rsid w:val="00F16013"/>
    <w:rsid w:val="00F1628C"/>
    <w:rsid w:val="00F16AB1"/>
    <w:rsid w:val="00F16F46"/>
    <w:rsid w:val="00F17105"/>
    <w:rsid w:val="00F17498"/>
    <w:rsid w:val="00F17AD3"/>
    <w:rsid w:val="00F17B00"/>
    <w:rsid w:val="00F17BA7"/>
    <w:rsid w:val="00F17FD9"/>
    <w:rsid w:val="00F20538"/>
    <w:rsid w:val="00F20718"/>
    <w:rsid w:val="00F212DE"/>
    <w:rsid w:val="00F21570"/>
    <w:rsid w:val="00F215A6"/>
    <w:rsid w:val="00F21F58"/>
    <w:rsid w:val="00F22403"/>
    <w:rsid w:val="00F2260A"/>
    <w:rsid w:val="00F226EA"/>
    <w:rsid w:val="00F22E95"/>
    <w:rsid w:val="00F2304F"/>
    <w:rsid w:val="00F23050"/>
    <w:rsid w:val="00F2373F"/>
    <w:rsid w:val="00F2386F"/>
    <w:rsid w:val="00F2389F"/>
    <w:rsid w:val="00F23B47"/>
    <w:rsid w:val="00F23E1D"/>
    <w:rsid w:val="00F249E8"/>
    <w:rsid w:val="00F24B68"/>
    <w:rsid w:val="00F24BDA"/>
    <w:rsid w:val="00F24CF8"/>
    <w:rsid w:val="00F2503D"/>
    <w:rsid w:val="00F2558F"/>
    <w:rsid w:val="00F256DA"/>
    <w:rsid w:val="00F25860"/>
    <w:rsid w:val="00F2608F"/>
    <w:rsid w:val="00F26CBB"/>
    <w:rsid w:val="00F2773F"/>
    <w:rsid w:val="00F27E7A"/>
    <w:rsid w:val="00F300A3"/>
    <w:rsid w:val="00F300E8"/>
    <w:rsid w:val="00F3017F"/>
    <w:rsid w:val="00F30617"/>
    <w:rsid w:val="00F306AB"/>
    <w:rsid w:val="00F30AE3"/>
    <w:rsid w:val="00F30C9E"/>
    <w:rsid w:val="00F314D6"/>
    <w:rsid w:val="00F315D8"/>
    <w:rsid w:val="00F31835"/>
    <w:rsid w:val="00F318BF"/>
    <w:rsid w:val="00F318C7"/>
    <w:rsid w:val="00F31AC9"/>
    <w:rsid w:val="00F31AF4"/>
    <w:rsid w:val="00F31F79"/>
    <w:rsid w:val="00F320C9"/>
    <w:rsid w:val="00F323AD"/>
    <w:rsid w:val="00F32470"/>
    <w:rsid w:val="00F32528"/>
    <w:rsid w:val="00F328FE"/>
    <w:rsid w:val="00F32913"/>
    <w:rsid w:val="00F32C4D"/>
    <w:rsid w:val="00F32C89"/>
    <w:rsid w:val="00F330AA"/>
    <w:rsid w:val="00F3391D"/>
    <w:rsid w:val="00F33B5B"/>
    <w:rsid w:val="00F33C0B"/>
    <w:rsid w:val="00F344D6"/>
    <w:rsid w:val="00F34C91"/>
    <w:rsid w:val="00F350E6"/>
    <w:rsid w:val="00F3529E"/>
    <w:rsid w:val="00F352B6"/>
    <w:rsid w:val="00F3566A"/>
    <w:rsid w:val="00F3572C"/>
    <w:rsid w:val="00F357DC"/>
    <w:rsid w:val="00F35DAE"/>
    <w:rsid w:val="00F35EB5"/>
    <w:rsid w:val="00F36019"/>
    <w:rsid w:val="00F360B0"/>
    <w:rsid w:val="00F36573"/>
    <w:rsid w:val="00F36675"/>
    <w:rsid w:val="00F36A0A"/>
    <w:rsid w:val="00F36DBE"/>
    <w:rsid w:val="00F37178"/>
    <w:rsid w:val="00F37204"/>
    <w:rsid w:val="00F373CD"/>
    <w:rsid w:val="00F374AB"/>
    <w:rsid w:val="00F376BF"/>
    <w:rsid w:val="00F3775F"/>
    <w:rsid w:val="00F37D92"/>
    <w:rsid w:val="00F401CC"/>
    <w:rsid w:val="00F4075D"/>
    <w:rsid w:val="00F40B26"/>
    <w:rsid w:val="00F40BAA"/>
    <w:rsid w:val="00F41224"/>
    <w:rsid w:val="00F414E3"/>
    <w:rsid w:val="00F416D6"/>
    <w:rsid w:val="00F41819"/>
    <w:rsid w:val="00F419AC"/>
    <w:rsid w:val="00F41AD3"/>
    <w:rsid w:val="00F41AD8"/>
    <w:rsid w:val="00F41B59"/>
    <w:rsid w:val="00F42333"/>
    <w:rsid w:val="00F42351"/>
    <w:rsid w:val="00F4242C"/>
    <w:rsid w:val="00F42531"/>
    <w:rsid w:val="00F426EE"/>
    <w:rsid w:val="00F42781"/>
    <w:rsid w:val="00F4279F"/>
    <w:rsid w:val="00F42C87"/>
    <w:rsid w:val="00F431EC"/>
    <w:rsid w:val="00F433E6"/>
    <w:rsid w:val="00F43491"/>
    <w:rsid w:val="00F436A0"/>
    <w:rsid w:val="00F436BF"/>
    <w:rsid w:val="00F43DAC"/>
    <w:rsid w:val="00F44028"/>
    <w:rsid w:val="00F444B6"/>
    <w:rsid w:val="00F44AC2"/>
    <w:rsid w:val="00F44AF5"/>
    <w:rsid w:val="00F45496"/>
    <w:rsid w:val="00F45863"/>
    <w:rsid w:val="00F46110"/>
    <w:rsid w:val="00F46397"/>
    <w:rsid w:val="00F4649C"/>
    <w:rsid w:val="00F466CE"/>
    <w:rsid w:val="00F46740"/>
    <w:rsid w:val="00F46EB1"/>
    <w:rsid w:val="00F472AB"/>
    <w:rsid w:val="00F47451"/>
    <w:rsid w:val="00F4799C"/>
    <w:rsid w:val="00F47DC2"/>
    <w:rsid w:val="00F47ED5"/>
    <w:rsid w:val="00F47FE4"/>
    <w:rsid w:val="00F5005A"/>
    <w:rsid w:val="00F50B13"/>
    <w:rsid w:val="00F50BBD"/>
    <w:rsid w:val="00F5139D"/>
    <w:rsid w:val="00F51B80"/>
    <w:rsid w:val="00F52693"/>
    <w:rsid w:val="00F5271F"/>
    <w:rsid w:val="00F52B94"/>
    <w:rsid w:val="00F52F12"/>
    <w:rsid w:val="00F52FE8"/>
    <w:rsid w:val="00F530C0"/>
    <w:rsid w:val="00F531D4"/>
    <w:rsid w:val="00F533E1"/>
    <w:rsid w:val="00F5348F"/>
    <w:rsid w:val="00F536F3"/>
    <w:rsid w:val="00F53814"/>
    <w:rsid w:val="00F53986"/>
    <w:rsid w:val="00F53A79"/>
    <w:rsid w:val="00F54246"/>
    <w:rsid w:val="00F54A75"/>
    <w:rsid w:val="00F54B41"/>
    <w:rsid w:val="00F54CF2"/>
    <w:rsid w:val="00F55405"/>
    <w:rsid w:val="00F55721"/>
    <w:rsid w:val="00F5584B"/>
    <w:rsid w:val="00F558E8"/>
    <w:rsid w:val="00F55944"/>
    <w:rsid w:val="00F55C39"/>
    <w:rsid w:val="00F55DB2"/>
    <w:rsid w:val="00F55E27"/>
    <w:rsid w:val="00F5636B"/>
    <w:rsid w:val="00F566C5"/>
    <w:rsid w:val="00F5673F"/>
    <w:rsid w:val="00F56EBF"/>
    <w:rsid w:val="00F570F9"/>
    <w:rsid w:val="00F57161"/>
    <w:rsid w:val="00F571D4"/>
    <w:rsid w:val="00F57471"/>
    <w:rsid w:val="00F57767"/>
    <w:rsid w:val="00F57804"/>
    <w:rsid w:val="00F60200"/>
    <w:rsid w:val="00F6030B"/>
    <w:rsid w:val="00F604D5"/>
    <w:rsid w:val="00F60628"/>
    <w:rsid w:val="00F60B56"/>
    <w:rsid w:val="00F60C2B"/>
    <w:rsid w:val="00F60EBA"/>
    <w:rsid w:val="00F61210"/>
    <w:rsid w:val="00F617E7"/>
    <w:rsid w:val="00F61AB8"/>
    <w:rsid w:val="00F61D5B"/>
    <w:rsid w:val="00F62008"/>
    <w:rsid w:val="00F623FD"/>
    <w:rsid w:val="00F624D9"/>
    <w:rsid w:val="00F62706"/>
    <w:rsid w:val="00F628EB"/>
    <w:rsid w:val="00F62BDE"/>
    <w:rsid w:val="00F62C24"/>
    <w:rsid w:val="00F63032"/>
    <w:rsid w:val="00F6338E"/>
    <w:rsid w:val="00F63544"/>
    <w:rsid w:val="00F63A17"/>
    <w:rsid w:val="00F63C44"/>
    <w:rsid w:val="00F63C55"/>
    <w:rsid w:val="00F63C92"/>
    <w:rsid w:val="00F64806"/>
    <w:rsid w:val="00F648C9"/>
    <w:rsid w:val="00F6494A"/>
    <w:rsid w:val="00F64A69"/>
    <w:rsid w:val="00F64AEC"/>
    <w:rsid w:val="00F65F42"/>
    <w:rsid w:val="00F65FB7"/>
    <w:rsid w:val="00F65FE6"/>
    <w:rsid w:val="00F66717"/>
    <w:rsid w:val="00F66AA4"/>
    <w:rsid w:val="00F6715B"/>
    <w:rsid w:val="00F67540"/>
    <w:rsid w:val="00F67BC8"/>
    <w:rsid w:val="00F67CF1"/>
    <w:rsid w:val="00F70117"/>
    <w:rsid w:val="00F7027F"/>
    <w:rsid w:val="00F70398"/>
    <w:rsid w:val="00F70B9C"/>
    <w:rsid w:val="00F70BD5"/>
    <w:rsid w:val="00F70DDA"/>
    <w:rsid w:val="00F712D0"/>
    <w:rsid w:val="00F71662"/>
    <w:rsid w:val="00F716C0"/>
    <w:rsid w:val="00F71718"/>
    <w:rsid w:val="00F717E3"/>
    <w:rsid w:val="00F718A1"/>
    <w:rsid w:val="00F71BBF"/>
    <w:rsid w:val="00F71CD5"/>
    <w:rsid w:val="00F72423"/>
    <w:rsid w:val="00F72599"/>
    <w:rsid w:val="00F72B63"/>
    <w:rsid w:val="00F72BF2"/>
    <w:rsid w:val="00F72CCE"/>
    <w:rsid w:val="00F72D22"/>
    <w:rsid w:val="00F72F15"/>
    <w:rsid w:val="00F7364B"/>
    <w:rsid w:val="00F73929"/>
    <w:rsid w:val="00F73ACB"/>
    <w:rsid w:val="00F73DBB"/>
    <w:rsid w:val="00F73E7C"/>
    <w:rsid w:val="00F7428A"/>
    <w:rsid w:val="00F745EC"/>
    <w:rsid w:val="00F746E3"/>
    <w:rsid w:val="00F749CA"/>
    <w:rsid w:val="00F752AA"/>
    <w:rsid w:val="00F752EA"/>
    <w:rsid w:val="00F76128"/>
    <w:rsid w:val="00F7613F"/>
    <w:rsid w:val="00F762D1"/>
    <w:rsid w:val="00F76489"/>
    <w:rsid w:val="00F771E8"/>
    <w:rsid w:val="00F776CC"/>
    <w:rsid w:val="00F77E94"/>
    <w:rsid w:val="00F77FDF"/>
    <w:rsid w:val="00F802B5"/>
    <w:rsid w:val="00F80441"/>
    <w:rsid w:val="00F806C4"/>
    <w:rsid w:val="00F807C5"/>
    <w:rsid w:val="00F80DD6"/>
    <w:rsid w:val="00F80DE8"/>
    <w:rsid w:val="00F80E67"/>
    <w:rsid w:val="00F8118B"/>
    <w:rsid w:val="00F818FF"/>
    <w:rsid w:val="00F81960"/>
    <w:rsid w:val="00F825F9"/>
    <w:rsid w:val="00F82A52"/>
    <w:rsid w:val="00F82F5B"/>
    <w:rsid w:val="00F8326D"/>
    <w:rsid w:val="00F83589"/>
    <w:rsid w:val="00F83BB7"/>
    <w:rsid w:val="00F84B75"/>
    <w:rsid w:val="00F850B3"/>
    <w:rsid w:val="00F8533A"/>
    <w:rsid w:val="00F85715"/>
    <w:rsid w:val="00F859D5"/>
    <w:rsid w:val="00F85B3A"/>
    <w:rsid w:val="00F85CAE"/>
    <w:rsid w:val="00F85D20"/>
    <w:rsid w:val="00F8617A"/>
    <w:rsid w:val="00F86578"/>
    <w:rsid w:val="00F866A2"/>
    <w:rsid w:val="00F867D1"/>
    <w:rsid w:val="00F8700F"/>
    <w:rsid w:val="00F87513"/>
    <w:rsid w:val="00F876EC"/>
    <w:rsid w:val="00F87AFA"/>
    <w:rsid w:val="00F87D06"/>
    <w:rsid w:val="00F87D08"/>
    <w:rsid w:val="00F87D65"/>
    <w:rsid w:val="00F903BD"/>
    <w:rsid w:val="00F90BF2"/>
    <w:rsid w:val="00F91260"/>
    <w:rsid w:val="00F91942"/>
    <w:rsid w:val="00F91FA7"/>
    <w:rsid w:val="00F92176"/>
    <w:rsid w:val="00F92460"/>
    <w:rsid w:val="00F92C0E"/>
    <w:rsid w:val="00F92C84"/>
    <w:rsid w:val="00F92E0F"/>
    <w:rsid w:val="00F92E9D"/>
    <w:rsid w:val="00F93217"/>
    <w:rsid w:val="00F934BE"/>
    <w:rsid w:val="00F9358D"/>
    <w:rsid w:val="00F93685"/>
    <w:rsid w:val="00F93944"/>
    <w:rsid w:val="00F93BD1"/>
    <w:rsid w:val="00F93C15"/>
    <w:rsid w:val="00F93C6B"/>
    <w:rsid w:val="00F93D5F"/>
    <w:rsid w:val="00F94174"/>
    <w:rsid w:val="00F941B0"/>
    <w:rsid w:val="00F9439C"/>
    <w:rsid w:val="00F94614"/>
    <w:rsid w:val="00F95AB8"/>
    <w:rsid w:val="00F95CEA"/>
    <w:rsid w:val="00F95E97"/>
    <w:rsid w:val="00F960F9"/>
    <w:rsid w:val="00F9613D"/>
    <w:rsid w:val="00F963F5"/>
    <w:rsid w:val="00F96491"/>
    <w:rsid w:val="00F9660B"/>
    <w:rsid w:val="00F96A48"/>
    <w:rsid w:val="00F96B5F"/>
    <w:rsid w:val="00F96C93"/>
    <w:rsid w:val="00F96F84"/>
    <w:rsid w:val="00F97252"/>
    <w:rsid w:val="00F97271"/>
    <w:rsid w:val="00F97687"/>
    <w:rsid w:val="00F97E85"/>
    <w:rsid w:val="00FA0785"/>
    <w:rsid w:val="00FA0881"/>
    <w:rsid w:val="00FA1544"/>
    <w:rsid w:val="00FA1816"/>
    <w:rsid w:val="00FA1EA0"/>
    <w:rsid w:val="00FA2101"/>
    <w:rsid w:val="00FA2196"/>
    <w:rsid w:val="00FA2F21"/>
    <w:rsid w:val="00FA350F"/>
    <w:rsid w:val="00FA3718"/>
    <w:rsid w:val="00FA3A32"/>
    <w:rsid w:val="00FA3D30"/>
    <w:rsid w:val="00FA3D65"/>
    <w:rsid w:val="00FA3E8C"/>
    <w:rsid w:val="00FA3EB8"/>
    <w:rsid w:val="00FA40A5"/>
    <w:rsid w:val="00FA4800"/>
    <w:rsid w:val="00FA4A2E"/>
    <w:rsid w:val="00FA4D84"/>
    <w:rsid w:val="00FA4E28"/>
    <w:rsid w:val="00FA4F6A"/>
    <w:rsid w:val="00FA51F6"/>
    <w:rsid w:val="00FA54DD"/>
    <w:rsid w:val="00FA5B56"/>
    <w:rsid w:val="00FA5D0F"/>
    <w:rsid w:val="00FA5EC6"/>
    <w:rsid w:val="00FA5F0F"/>
    <w:rsid w:val="00FA61B5"/>
    <w:rsid w:val="00FA66A7"/>
    <w:rsid w:val="00FA69C9"/>
    <w:rsid w:val="00FA6AC2"/>
    <w:rsid w:val="00FA6E09"/>
    <w:rsid w:val="00FA7506"/>
    <w:rsid w:val="00FA7612"/>
    <w:rsid w:val="00FA79E2"/>
    <w:rsid w:val="00FA7A20"/>
    <w:rsid w:val="00FA7AC2"/>
    <w:rsid w:val="00FA7B40"/>
    <w:rsid w:val="00FA7C64"/>
    <w:rsid w:val="00FB02E1"/>
    <w:rsid w:val="00FB0AA7"/>
    <w:rsid w:val="00FB0D8D"/>
    <w:rsid w:val="00FB1095"/>
    <w:rsid w:val="00FB1568"/>
    <w:rsid w:val="00FB1871"/>
    <w:rsid w:val="00FB18D4"/>
    <w:rsid w:val="00FB1FDD"/>
    <w:rsid w:val="00FB2216"/>
    <w:rsid w:val="00FB25D3"/>
    <w:rsid w:val="00FB2721"/>
    <w:rsid w:val="00FB2A4A"/>
    <w:rsid w:val="00FB2D59"/>
    <w:rsid w:val="00FB2DEF"/>
    <w:rsid w:val="00FB305A"/>
    <w:rsid w:val="00FB3430"/>
    <w:rsid w:val="00FB3679"/>
    <w:rsid w:val="00FB4132"/>
    <w:rsid w:val="00FB430C"/>
    <w:rsid w:val="00FB445E"/>
    <w:rsid w:val="00FB46E4"/>
    <w:rsid w:val="00FB488D"/>
    <w:rsid w:val="00FB48CF"/>
    <w:rsid w:val="00FB4F12"/>
    <w:rsid w:val="00FB5057"/>
    <w:rsid w:val="00FB54AB"/>
    <w:rsid w:val="00FB58EF"/>
    <w:rsid w:val="00FB5D9C"/>
    <w:rsid w:val="00FB5F68"/>
    <w:rsid w:val="00FB5F8B"/>
    <w:rsid w:val="00FB61C8"/>
    <w:rsid w:val="00FB6392"/>
    <w:rsid w:val="00FB63FE"/>
    <w:rsid w:val="00FB692C"/>
    <w:rsid w:val="00FB69BE"/>
    <w:rsid w:val="00FB6DE6"/>
    <w:rsid w:val="00FB7003"/>
    <w:rsid w:val="00FB7313"/>
    <w:rsid w:val="00FB7394"/>
    <w:rsid w:val="00FB7B6A"/>
    <w:rsid w:val="00FB7CD6"/>
    <w:rsid w:val="00FB7D26"/>
    <w:rsid w:val="00FC0591"/>
    <w:rsid w:val="00FC075C"/>
    <w:rsid w:val="00FC0BFE"/>
    <w:rsid w:val="00FC0DF9"/>
    <w:rsid w:val="00FC1787"/>
    <w:rsid w:val="00FC1A49"/>
    <w:rsid w:val="00FC1AB9"/>
    <w:rsid w:val="00FC1F33"/>
    <w:rsid w:val="00FC2487"/>
    <w:rsid w:val="00FC2869"/>
    <w:rsid w:val="00FC2BEA"/>
    <w:rsid w:val="00FC2BF0"/>
    <w:rsid w:val="00FC2EDF"/>
    <w:rsid w:val="00FC37A0"/>
    <w:rsid w:val="00FC38D2"/>
    <w:rsid w:val="00FC3CCA"/>
    <w:rsid w:val="00FC3DB1"/>
    <w:rsid w:val="00FC422B"/>
    <w:rsid w:val="00FC4435"/>
    <w:rsid w:val="00FC494D"/>
    <w:rsid w:val="00FC4A3B"/>
    <w:rsid w:val="00FC4B0C"/>
    <w:rsid w:val="00FC4CC4"/>
    <w:rsid w:val="00FC4FA4"/>
    <w:rsid w:val="00FC5132"/>
    <w:rsid w:val="00FC57D3"/>
    <w:rsid w:val="00FC62D2"/>
    <w:rsid w:val="00FC63F4"/>
    <w:rsid w:val="00FC675B"/>
    <w:rsid w:val="00FC6951"/>
    <w:rsid w:val="00FC6AF7"/>
    <w:rsid w:val="00FC6BC0"/>
    <w:rsid w:val="00FC78D1"/>
    <w:rsid w:val="00FC7D73"/>
    <w:rsid w:val="00FC7D9A"/>
    <w:rsid w:val="00FD0137"/>
    <w:rsid w:val="00FD036F"/>
    <w:rsid w:val="00FD0419"/>
    <w:rsid w:val="00FD041D"/>
    <w:rsid w:val="00FD0937"/>
    <w:rsid w:val="00FD0BD5"/>
    <w:rsid w:val="00FD0FD8"/>
    <w:rsid w:val="00FD1535"/>
    <w:rsid w:val="00FD1B69"/>
    <w:rsid w:val="00FD1BC0"/>
    <w:rsid w:val="00FD1C08"/>
    <w:rsid w:val="00FD1D64"/>
    <w:rsid w:val="00FD21D7"/>
    <w:rsid w:val="00FD26E5"/>
    <w:rsid w:val="00FD289D"/>
    <w:rsid w:val="00FD296B"/>
    <w:rsid w:val="00FD2AC1"/>
    <w:rsid w:val="00FD31D1"/>
    <w:rsid w:val="00FD32FE"/>
    <w:rsid w:val="00FD3616"/>
    <w:rsid w:val="00FD3636"/>
    <w:rsid w:val="00FD3E48"/>
    <w:rsid w:val="00FD404B"/>
    <w:rsid w:val="00FD40F0"/>
    <w:rsid w:val="00FD4390"/>
    <w:rsid w:val="00FD43B4"/>
    <w:rsid w:val="00FD44B5"/>
    <w:rsid w:val="00FD4936"/>
    <w:rsid w:val="00FD496C"/>
    <w:rsid w:val="00FD49C7"/>
    <w:rsid w:val="00FD4BB5"/>
    <w:rsid w:val="00FD4DF6"/>
    <w:rsid w:val="00FD4E4D"/>
    <w:rsid w:val="00FD524C"/>
    <w:rsid w:val="00FD52C0"/>
    <w:rsid w:val="00FD5A4B"/>
    <w:rsid w:val="00FD5C3E"/>
    <w:rsid w:val="00FD5E41"/>
    <w:rsid w:val="00FD640E"/>
    <w:rsid w:val="00FD6AE9"/>
    <w:rsid w:val="00FD6B05"/>
    <w:rsid w:val="00FD6B11"/>
    <w:rsid w:val="00FD705B"/>
    <w:rsid w:val="00FD748A"/>
    <w:rsid w:val="00FD77F4"/>
    <w:rsid w:val="00FD78A5"/>
    <w:rsid w:val="00FD7A43"/>
    <w:rsid w:val="00FD7F2D"/>
    <w:rsid w:val="00FE0389"/>
    <w:rsid w:val="00FE0670"/>
    <w:rsid w:val="00FE070F"/>
    <w:rsid w:val="00FE07CA"/>
    <w:rsid w:val="00FE083E"/>
    <w:rsid w:val="00FE08BB"/>
    <w:rsid w:val="00FE0C27"/>
    <w:rsid w:val="00FE0D5A"/>
    <w:rsid w:val="00FE1052"/>
    <w:rsid w:val="00FE1450"/>
    <w:rsid w:val="00FE14CA"/>
    <w:rsid w:val="00FE1589"/>
    <w:rsid w:val="00FE1873"/>
    <w:rsid w:val="00FE18E8"/>
    <w:rsid w:val="00FE1ACC"/>
    <w:rsid w:val="00FE1B17"/>
    <w:rsid w:val="00FE1BC9"/>
    <w:rsid w:val="00FE1EA4"/>
    <w:rsid w:val="00FE2011"/>
    <w:rsid w:val="00FE20D9"/>
    <w:rsid w:val="00FE23D3"/>
    <w:rsid w:val="00FE2565"/>
    <w:rsid w:val="00FE27BE"/>
    <w:rsid w:val="00FE2B37"/>
    <w:rsid w:val="00FE2BFA"/>
    <w:rsid w:val="00FE2BFB"/>
    <w:rsid w:val="00FE2CF6"/>
    <w:rsid w:val="00FE34C2"/>
    <w:rsid w:val="00FE3A56"/>
    <w:rsid w:val="00FE3C0A"/>
    <w:rsid w:val="00FE4016"/>
    <w:rsid w:val="00FE4143"/>
    <w:rsid w:val="00FE4198"/>
    <w:rsid w:val="00FE437D"/>
    <w:rsid w:val="00FE4542"/>
    <w:rsid w:val="00FE48DB"/>
    <w:rsid w:val="00FE49D5"/>
    <w:rsid w:val="00FE4C8D"/>
    <w:rsid w:val="00FE4E04"/>
    <w:rsid w:val="00FE4E0A"/>
    <w:rsid w:val="00FE5158"/>
    <w:rsid w:val="00FE56F9"/>
    <w:rsid w:val="00FE5C00"/>
    <w:rsid w:val="00FE5C72"/>
    <w:rsid w:val="00FE5EB4"/>
    <w:rsid w:val="00FE624D"/>
    <w:rsid w:val="00FE632F"/>
    <w:rsid w:val="00FE63B9"/>
    <w:rsid w:val="00FE6510"/>
    <w:rsid w:val="00FE6DA0"/>
    <w:rsid w:val="00FE7420"/>
    <w:rsid w:val="00FE754D"/>
    <w:rsid w:val="00FE78FC"/>
    <w:rsid w:val="00FE7A87"/>
    <w:rsid w:val="00FE7DB1"/>
    <w:rsid w:val="00FE7EFE"/>
    <w:rsid w:val="00FE7F4E"/>
    <w:rsid w:val="00FF02EB"/>
    <w:rsid w:val="00FF042B"/>
    <w:rsid w:val="00FF0915"/>
    <w:rsid w:val="00FF0B0E"/>
    <w:rsid w:val="00FF0BA7"/>
    <w:rsid w:val="00FF14D9"/>
    <w:rsid w:val="00FF1674"/>
    <w:rsid w:val="00FF1734"/>
    <w:rsid w:val="00FF24C7"/>
    <w:rsid w:val="00FF256E"/>
    <w:rsid w:val="00FF27D8"/>
    <w:rsid w:val="00FF2B55"/>
    <w:rsid w:val="00FF353E"/>
    <w:rsid w:val="00FF36B2"/>
    <w:rsid w:val="00FF3A76"/>
    <w:rsid w:val="00FF3AB5"/>
    <w:rsid w:val="00FF3CAD"/>
    <w:rsid w:val="00FF42F9"/>
    <w:rsid w:val="00FF46AD"/>
    <w:rsid w:val="00FF4853"/>
    <w:rsid w:val="00FF4A45"/>
    <w:rsid w:val="00FF4CF3"/>
    <w:rsid w:val="00FF4FEE"/>
    <w:rsid w:val="00FF540E"/>
    <w:rsid w:val="00FF563B"/>
    <w:rsid w:val="00FF5784"/>
    <w:rsid w:val="00FF5A6A"/>
    <w:rsid w:val="00FF5B3F"/>
    <w:rsid w:val="00FF5CC4"/>
    <w:rsid w:val="00FF5FFD"/>
    <w:rsid w:val="00FF6845"/>
    <w:rsid w:val="00FF6B17"/>
    <w:rsid w:val="00FF7251"/>
    <w:rsid w:val="00FF744D"/>
    <w:rsid w:val="00FF7799"/>
    <w:rsid w:val="00FF79EC"/>
    <w:rsid w:val="00FF79FD"/>
    <w:rsid w:val="00F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7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Titolo2">
    <w:name w:val="heading 2"/>
    <w:basedOn w:val="Normale"/>
    <w:next w:val="Corpodeltesto"/>
    <w:link w:val="Titolo2Carattere"/>
    <w:qFormat/>
    <w:rsid w:val="00CB772C"/>
    <w:pPr>
      <w:keepNext/>
      <w:spacing w:before="200" w:after="12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772C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CB772C"/>
    <w:rPr>
      <w:rFonts w:ascii="Liberation Serif" w:eastAsia="SimSun" w:hAnsi="Liberation Serif" w:cs="Mangal"/>
      <w:b/>
      <w:bCs/>
      <w:kern w:val="1"/>
      <w:sz w:val="36"/>
      <w:szCs w:val="36"/>
      <w:lang w:eastAsia="zh-CN" w:bidi="hi-I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B772C"/>
    <w:pPr>
      <w:spacing w:after="120"/>
    </w:pPr>
    <w:rPr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B772C"/>
    <w:rPr>
      <w:rFonts w:eastAsia="SimSun" w:cs="Mangal"/>
      <w:kern w:val="1"/>
      <w:sz w:val="24"/>
      <w:szCs w:val="21"/>
      <w:lang w:eastAsia="zh-CN" w:bidi="hi-IN"/>
    </w:rPr>
  </w:style>
  <w:style w:type="paragraph" w:styleId="Didascalia">
    <w:name w:val="caption"/>
    <w:basedOn w:val="Normale"/>
    <w:qFormat/>
    <w:rsid w:val="00CB772C"/>
    <w:pPr>
      <w:suppressLineNumbers/>
      <w:spacing w:before="120" w:after="120"/>
    </w:pPr>
    <w:rPr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CB772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itoloCarattere">
    <w:name w:val="Titolo Carattere"/>
    <w:basedOn w:val="Carpredefinitoparagrafo"/>
    <w:link w:val="Titolo"/>
    <w:uiPriority w:val="10"/>
    <w:rsid w:val="00CB772C"/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character" w:styleId="Enfasigrassetto">
    <w:name w:val="Strong"/>
    <w:qFormat/>
    <w:rsid w:val="00CB772C"/>
    <w:rPr>
      <w:b/>
      <w:bCs/>
    </w:rPr>
  </w:style>
  <w:style w:type="paragraph" w:styleId="Nessunaspaziatura">
    <w:name w:val="No Spacing"/>
    <w:uiPriority w:val="1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paragraph" w:styleId="Paragrafoelenco">
    <w:name w:val="List Paragraph"/>
    <w:basedOn w:val="Normale"/>
    <w:qFormat/>
    <w:rsid w:val="00CB772C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DF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DFE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2806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sici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dipartimento.istruzione@certmail.regione.sici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o@certmail.regione.sicili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Dieli\Desktop\Informativa%20Privacy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Informativa Privacy</Template>
  <TotalTime>28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Dieli</dc:creator>
  <cp:lastModifiedBy>Maria Dieli</cp:lastModifiedBy>
  <cp:revision>8</cp:revision>
  <dcterms:created xsi:type="dcterms:W3CDTF">2023-05-16T14:16:00Z</dcterms:created>
  <dcterms:modified xsi:type="dcterms:W3CDTF">2023-05-17T09:23:00Z</dcterms:modified>
</cp:coreProperties>
</file>